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A0DBA" w14:textId="77777777" w:rsidR="00645D54" w:rsidRDefault="000C5CAB" w:rsidP="00AF23EB">
      <w:pPr>
        <w:tabs>
          <w:tab w:val="left" w:pos="284"/>
          <w:tab w:val="center" w:pos="5896"/>
        </w:tabs>
        <w:ind w:left="284"/>
        <w:rPr>
          <w:noProof/>
          <w:sz w:val="22"/>
        </w:rPr>
      </w:pPr>
      <w:fldSimple w:instr=" TITLE  \* Upper  \* MERGEFORMAT ">
        <w:r>
          <w:rPr>
            <w:noProof/>
            <w:sz w:val="22"/>
          </w:rPr>
          <w:t xml:space="preserve"> </w:t>
        </w:r>
      </w:fldSimple>
      <w:r w:rsidR="00AF23EB">
        <w:rPr>
          <w:noProof/>
          <w:sz w:val="22"/>
        </w:rPr>
        <w:tab/>
      </w:r>
      <w:r w:rsidR="00AF23EB">
        <w:rPr>
          <w:noProof/>
          <w:sz w:val="22"/>
        </w:rPr>
        <w:tab/>
      </w:r>
      <w:r w:rsidR="00AF23EB">
        <w:rPr>
          <w:noProof/>
          <w:sz w:val="22"/>
        </w:rPr>
        <w:tab/>
      </w:r>
      <w:r w:rsidR="00093654">
        <w:rPr>
          <w:noProof/>
          <w:sz w:val="22"/>
        </w:rPr>
        <w:t xml:space="preserve">                                                                          </w:t>
      </w:r>
    </w:p>
    <w:p w14:paraId="551D6BAA" w14:textId="77777777" w:rsidR="00645D54" w:rsidRDefault="00645D54" w:rsidP="00645D54">
      <w:pPr>
        <w:jc w:val="center"/>
        <w:rPr>
          <w:noProof/>
          <w:sz w:val="22"/>
        </w:rPr>
      </w:pPr>
    </w:p>
    <w:p w14:paraId="64B84374" w14:textId="77777777" w:rsidR="00645D54" w:rsidRDefault="00645D54" w:rsidP="00645D54">
      <w:pPr>
        <w:jc w:val="center"/>
        <w:rPr>
          <w:noProof/>
          <w:sz w:val="22"/>
        </w:rPr>
      </w:pPr>
    </w:p>
    <w:p w14:paraId="0C00AC29" w14:textId="77777777" w:rsidR="00645D54" w:rsidRDefault="00645D54" w:rsidP="00645D54">
      <w:pPr>
        <w:jc w:val="center"/>
        <w:rPr>
          <w:noProof/>
          <w:sz w:val="22"/>
        </w:rPr>
      </w:pPr>
    </w:p>
    <w:p w14:paraId="10D94D68" w14:textId="77777777" w:rsidR="00645D54" w:rsidRDefault="00645D54" w:rsidP="00645D54">
      <w:pPr>
        <w:jc w:val="center"/>
        <w:rPr>
          <w:noProof/>
          <w:sz w:val="22"/>
        </w:rPr>
      </w:pPr>
    </w:p>
    <w:p w14:paraId="7B7B3E35" w14:textId="77777777" w:rsidR="00645D54" w:rsidRDefault="00645D54" w:rsidP="00645D54">
      <w:pPr>
        <w:jc w:val="center"/>
        <w:rPr>
          <w:noProof/>
          <w:sz w:val="22"/>
        </w:rPr>
      </w:pPr>
    </w:p>
    <w:p w14:paraId="420E76A2" w14:textId="77777777" w:rsidR="00B0217D" w:rsidRDefault="00B0217D" w:rsidP="00645D54">
      <w:pPr>
        <w:jc w:val="center"/>
        <w:rPr>
          <w:noProof/>
          <w:sz w:val="22"/>
        </w:rPr>
      </w:pPr>
    </w:p>
    <w:p w14:paraId="3FE9F699" w14:textId="77777777" w:rsidR="00B0217D" w:rsidRPr="005D48B5" w:rsidRDefault="001832CC" w:rsidP="00B0217D">
      <w:pPr>
        <w:rPr>
          <w:rFonts w:ascii="Arial" w:hAnsi="Arial" w:cs="Arial"/>
          <w:noProof/>
          <w:sz w:val="22"/>
        </w:rPr>
      </w:pPr>
      <w:r>
        <w:rPr>
          <w:noProof/>
          <w:sz w:val="22"/>
        </w:rPr>
        <w:pict w14:anchorId="2984E291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411.95pt;margin-top:7.7pt;width:142.75pt;height:18.75pt;z-index:251665408" filled="f" stroked="f">
            <v:textbox>
              <w:txbxContent>
                <w:p w14:paraId="0C792320" w14:textId="10D7838A" w:rsidR="00074027" w:rsidRDefault="00074027">
                  <w:r w:rsidRPr="00722D34">
                    <w:rPr>
                      <w:rFonts w:ascii="Arial" w:hAnsi="Arial" w:cs="Arial"/>
                      <w:b/>
                      <w:noProof/>
                      <w:color w:val="002060"/>
                      <w:sz w:val="22"/>
                    </w:rPr>
                    <w:t xml:space="preserve">Zakázka č.: </w:t>
                  </w:r>
                  <w:r w:rsidR="00A84D9D" w:rsidRPr="00055F79">
                    <w:rPr>
                      <w:rFonts w:ascii="Arial" w:hAnsi="Arial" w:cs="Arial"/>
                      <w:b/>
                      <w:bCs/>
                      <w:iCs/>
                      <w:noProof/>
                      <w:color w:val="002060"/>
                      <w:sz w:val="24"/>
                      <w:szCs w:val="24"/>
                    </w:rPr>
                    <w:t>K</w:t>
                  </w:r>
                  <w:r w:rsidR="00B95F1D">
                    <w:rPr>
                      <w:rFonts w:ascii="Arial" w:hAnsi="Arial" w:cs="Arial"/>
                      <w:b/>
                      <w:bCs/>
                      <w:iCs/>
                      <w:noProof/>
                      <w:color w:val="002060"/>
                      <w:sz w:val="24"/>
                      <w:szCs w:val="24"/>
                    </w:rPr>
                    <w:t>21148016</w:t>
                  </w:r>
                </w:p>
              </w:txbxContent>
            </v:textbox>
          </v:shape>
        </w:pict>
      </w:r>
      <w:r>
        <w:rPr>
          <w:noProof/>
          <w:sz w:val="22"/>
        </w:rPr>
        <w:pict w14:anchorId="69F48BF8">
          <v:shape id="_x0000_s2055" type="#_x0000_t202" style="position:absolute;margin-left:157.15pt;margin-top:7.7pt;width:97.65pt;height:22.5pt;z-index:251666432" filled="f" stroked="f">
            <v:textbox>
              <w:txbxContent>
                <w:p w14:paraId="637AEF9C" w14:textId="474FB0D4" w:rsidR="00074027" w:rsidRDefault="00B95F1D">
                  <w:r>
                    <w:rPr>
                      <w:rFonts w:ascii="Arial" w:hAnsi="Arial" w:cs="Arial"/>
                      <w:b/>
                      <w:noProof/>
                      <w:color w:val="002060"/>
                      <w:sz w:val="22"/>
                    </w:rPr>
                    <w:t>Únor 2022</w:t>
                  </w:r>
                </w:p>
              </w:txbxContent>
            </v:textbox>
          </v:shape>
        </w:pict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</w:p>
    <w:p w14:paraId="0DA62BF1" w14:textId="77777777" w:rsidR="00B0217D" w:rsidRPr="00B77013" w:rsidRDefault="00B0217D" w:rsidP="00F90CB3">
      <w:pPr>
        <w:ind w:left="3261"/>
        <w:rPr>
          <w:rFonts w:ascii="Arial" w:hAnsi="Arial" w:cs="Arial"/>
          <w:b/>
          <w:noProof/>
          <w:color w:val="002060"/>
          <w:sz w:val="22"/>
        </w:rPr>
      </w:pP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</w:p>
    <w:p w14:paraId="3AF086A8" w14:textId="77777777" w:rsidR="00645D54" w:rsidRPr="00B77013" w:rsidRDefault="00645D54" w:rsidP="00645D54">
      <w:pPr>
        <w:jc w:val="center"/>
        <w:rPr>
          <w:rFonts w:ascii="Arial" w:hAnsi="Arial" w:cs="Arial"/>
          <w:noProof/>
          <w:sz w:val="22"/>
        </w:rPr>
      </w:pPr>
    </w:p>
    <w:p w14:paraId="386AA729" w14:textId="77777777" w:rsidR="00AF23EB" w:rsidRPr="00B77013" w:rsidRDefault="00AF23EB" w:rsidP="00C16F6F">
      <w:pPr>
        <w:tabs>
          <w:tab w:val="left" w:pos="10773"/>
        </w:tabs>
        <w:ind w:left="3119" w:right="310"/>
        <w:jc w:val="center"/>
        <w:rPr>
          <w:rFonts w:ascii="Arial" w:hAnsi="Arial" w:cs="Arial"/>
          <w:b/>
          <w:noProof/>
          <w:color w:val="002060"/>
          <w:spacing w:val="24"/>
          <w:sz w:val="36"/>
          <w:szCs w:val="36"/>
        </w:rPr>
      </w:pPr>
    </w:p>
    <w:p w14:paraId="6E9B9859" w14:textId="77777777" w:rsidR="00B0217D" w:rsidRPr="00B77013" w:rsidRDefault="00B0217D" w:rsidP="00315E8F">
      <w:pPr>
        <w:tabs>
          <w:tab w:val="left" w:pos="10773"/>
        </w:tabs>
        <w:ind w:left="2552" w:right="310"/>
        <w:jc w:val="center"/>
        <w:rPr>
          <w:rFonts w:ascii="Arial" w:hAnsi="Arial" w:cs="Arial"/>
          <w:b/>
          <w:noProof/>
          <w:color w:val="002060"/>
          <w:spacing w:val="24"/>
          <w:sz w:val="36"/>
          <w:szCs w:val="36"/>
        </w:rPr>
      </w:pPr>
    </w:p>
    <w:p w14:paraId="623080F8" w14:textId="77777777" w:rsidR="00645D54" w:rsidRPr="00B77013" w:rsidRDefault="001832CC" w:rsidP="00EA0BAA">
      <w:pPr>
        <w:tabs>
          <w:tab w:val="left" w:pos="10773"/>
        </w:tabs>
        <w:ind w:left="2552" w:right="116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w:pict w14:anchorId="65AAAB3E">
          <v:shape id="_x0000_s2050" type="#_x0000_t202" style="position:absolute;left:0;text-align:left;margin-left:163.4pt;margin-top:0;width:378.15pt;height:132.4pt;z-index:251660288;mso-position-horizontal-relative:margin;mso-width-relative:margin;mso-height-relative:margin" stroked="f">
            <v:textbox style="mso-next-textbox:#_x0000_s2050">
              <w:txbxContent>
                <w:p w14:paraId="0BAC74EA" w14:textId="77777777" w:rsidR="00BB720A" w:rsidRDefault="00DA3171" w:rsidP="00BB720A">
                  <w:pPr>
                    <w:tabs>
                      <w:tab w:val="left" w:pos="10773"/>
                    </w:tabs>
                    <w:ind w:right="310"/>
                    <w:jc w:val="center"/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</w:pPr>
                  <w:r w:rsidRPr="006D38F3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>PROJEKTOVÁ DOKUMENTACE</w:t>
                  </w:r>
                  <w:r w:rsidR="00BB720A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 xml:space="preserve"> </w:t>
                  </w:r>
                </w:p>
                <w:p w14:paraId="720DE915" w14:textId="77777777" w:rsidR="00BB720A" w:rsidRPr="000E5207" w:rsidRDefault="00DA3171" w:rsidP="00BB720A">
                  <w:pPr>
                    <w:tabs>
                      <w:tab w:val="left" w:pos="10773"/>
                    </w:tabs>
                    <w:ind w:right="310"/>
                    <w:jc w:val="center"/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</w:pPr>
                  <w:r w:rsidRPr="006D38F3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 xml:space="preserve">PRO  </w:t>
                  </w:r>
                  <w:r w:rsidR="00A84D9D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>PROVÁDĚNÍ STAVBY</w:t>
                  </w:r>
                </w:p>
                <w:p w14:paraId="1AB3ADB0" w14:textId="3EDD949D" w:rsidR="00FF63FC" w:rsidRPr="00E6526C" w:rsidRDefault="00FF63FC" w:rsidP="00DA3171">
                  <w:pPr>
                    <w:tabs>
                      <w:tab w:val="left" w:pos="10773"/>
                      <w:tab w:val="left" w:pos="11340"/>
                    </w:tabs>
                    <w:spacing w:before="120"/>
                    <w:ind w:right="85"/>
                    <w:jc w:val="center"/>
                    <w:rPr>
                      <w:rFonts w:ascii="Arial" w:hAnsi="Arial" w:cs="Arial"/>
                      <w:color w:val="002060"/>
                      <w:sz w:val="24"/>
                      <w:szCs w:val="24"/>
                    </w:rPr>
                  </w:pPr>
                </w:p>
                <w:p w14:paraId="7A1AF181" w14:textId="77777777" w:rsidR="004D3EF1" w:rsidRPr="00E6526C" w:rsidRDefault="004D3EF1" w:rsidP="00FF63FC">
                  <w:pPr>
                    <w:tabs>
                      <w:tab w:val="left" w:pos="10773"/>
                      <w:tab w:val="left" w:pos="11340"/>
                    </w:tabs>
                    <w:ind w:right="85"/>
                    <w:jc w:val="center"/>
                    <w:rPr>
                      <w:rFonts w:ascii="Arial" w:hAnsi="Arial" w:cs="Arial"/>
                      <w:color w:val="002060"/>
                      <w:sz w:val="24"/>
                      <w:szCs w:val="24"/>
                    </w:rPr>
                  </w:pPr>
                </w:p>
                <w:p w14:paraId="76AFE762" w14:textId="77777777" w:rsidR="00861025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554C8ED0" w14:textId="77777777" w:rsidR="00861025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750FB746" w14:textId="77777777" w:rsidR="00861025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14:paraId="76F6DFFA" w14:textId="77777777" w:rsidR="00861025" w:rsidRPr="000C5CAB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</w:txbxContent>
            </v:textbox>
            <w10:wrap anchorx="margin"/>
          </v:shape>
        </w:pict>
      </w:r>
    </w:p>
    <w:p w14:paraId="79D0A6FF" w14:textId="77777777" w:rsidR="008601FE" w:rsidRPr="00B77013" w:rsidRDefault="00093654" w:rsidP="000D703D">
      <w:pPr>
        <w:pStyle w:val="Zhlav"/>
        <w:tabs>
          <w:tab w:val="clear" w:pos="4536"/>
          <w:tab w:val="clear" w:pos="9072"/>
          <w:tab w:val="left" w:pos="10773"/>
        </w:tabs>
        <w:ind w:left="709" w:right="1160"/>
        <w:jc w:val="both"/>
        <w:rPr>
          <w:rFonts w:ascii="Arial" w:hAnsi="Arial" w:cs="Arial"/>
          <w:noProof/>
          <w:sz w:val="22"/>
        </w:rPr>
      </w:pPr>
      <w:r w:rsidRPr="00B77013">
        <w:rPr>
          <w:rFonts w:ascii="Arial" w:hAnsi="Arial" w:cs="Arial"/>
          <w:noProof/>
          <w:sz w:val="22"/>
        </w:rPr>
        <w:t xml:space="preserve">                        </w:t>
      </w:r>
    </w:p>
    <w:p w14:paraId="54A37CF8" w14:textId="77777777" w:rsidR="008601FE" w:rsidRPr="00B77013" w:rsidRDefault="008601FE" w:rsidP="008601FE">
      <w:pPr>
        <w:rPr>
          <w:rFonts w:ascii="Arial" w:hAnsi="Arial" w:cs="Arial"/>
        </w:rPr>
      </w:pPr>
    </w:p>
    <w:p w14:paraId="1EFE2B82" w14:textId="77777777" w:rsidR="008601FE" w:rsidRPr="00B77013" w:rsidRDefault="008601FE" w:rsidP="008601FE">
      <w:pPr>
        <w:rPr>
          <w:rFonts w:ascii="Arial" w:hAnsi="Arial" w:cs="Arial"/>
        </w:rPr>
      </w:pPr>
    </w:p>
    <w:p w14:paraId="17D7E5E8" w14:textId="77777777" w:rsidR="008601FE" w:rsidRPr="00B77013" w:rsidRDefault="008601FE" w:rsidP="008601FE">
      <w:pPr>
        <w:rPr>
          <w:rFonts w:ascii="Arial" w:hAnsi="Arial" w:cs="Arial"/>
        </w:rPr>
      </w:pPr>
    </w:p>
    <w:p w14:paraId="509BBA4A" w14:textId="77777777" w:rsidR="008601FE" w:rsidRPr="00B77013" w:rsidRDefault="008601FE" w:rsidP="008601FE">
      <w:pPr>
        <w:rPr>
          <w:rFonts w:ascii="Arial" w:hAnsi="Arial" w:cs="Arial"/>
        </w:rPr>
      </w:pPr>
    </w:p>
    <w:p w14:paraId="01468DE4" w14:textId="77777777" w:rsidR="008601FE" w:rsidRPr="00B77013" w:rsidRDefault="008601FE" w:rsidP="008601FE">
      <w:pPr>
        <w:rPr>
          <w:rFonts w:ascii="Arial" w:hAnsi="Arial" w:cs="Arial"/>
        </w:rPr>
      </w:pPr>
    </w:p>
    <w:p w14:paraId="0ABE119D" w14:textId="77777777" w:rsidR="008601FE" w:rsidRPr="00B77013" w:rsidRDefault="008601FE" w:rsidP="008601FE">
      <w:pPr>
        <w:rPr>
          <w:rFonts w:ascii="Arial" w:hAnsi="Arial" w:cs="Arial"/>
        </w:rPr>
      </w:pPr>
    </w:p>
    <w:p w14:paraId="38B666D7" w14:textId="77777777" w:rsidR="008601FE" w:rsidRPr="00B77013" w:rsidRDefault="008601FE" w:rsidP="008601FE">
      <w:pPr>
        <w:rPr>
          <w:rFonts w:ascii="Arial" w:hAnsi="Arial" w:cs="Arial"/>
        </w:rPr>
      </w:pPr>
    </w:p>
    <w:p w14:paraId="48940AED" w14:textId="77777777" w:rsidR="008601FE" w:rsidRPr="00B77013" w:rsidRDefault="008601FE" w:rsidP="008601FE">
      <w:pPr>
        <w:rPr>
          <w:rFonts w:ascii="Arial" w:hAnsi="Arial" w:cs="Arial"/>
        </w:rPr>
      </w:pPr>
    </w:p>
    <w:p w14:paraId="72740CE6" w14:textId="77777777" w:rsidR="008601FE" w:rsidRPr="00B77013" w:rsidRDefault="001832CC" w:rsidP="008601FE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5F7856EB">
          <v:shape id="_x0000_s2052" type="#_x0000_t202" style="position:absolute;margin-left:157.15pt;margin-top:10.05pt;width:393.2pt;height:221pt;z-index:251663360" filled="f" stroked="f">
            <v:textbox>
              <w:txbxContent>
                <w:p w14:paraId="05B307DC" w14:textId="5C627F47" w:rsidR="00793490" w:rsidRDefault="00793490" w:rsidP="007F063A">
                  <w:pPr>
                    <w:tabs>
                      <w:tab w:val="left" w:pos="1418"/>
                    </w:tabs>
                    <w:ind w:left="142" w:right="-354"/>
                    <w:rPr>
                      <w:rFonts w:ascii="Arial" w:hAnsi="Arial" w:cs="Arial"/>
                      <w:b/>
                      <w:bCs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2060"/>
                      <w:sz w:val="24"/>
                      <w:szCs w:val="24"/>
                    </w:rPr>
                    <w:tab/>
                  </w:r>
                </w:p>
                <w:p w14:paraId="32612CF9" w14:textId="77777777" w:rsidR="00B95F1D" w:rsidRPr="00FF24A9" w:rsidRDefault="00B95F1D" w:rsidP="00B95F1D">
                  <w:pPr>
                    <w:pStyle w:val="Odstavecseseznamem"/>
                    <w:numPr>
                      <w:ilvl w:val="0"/>
                      <w:numId w:val="27"/>
                    </w:numPr>
                    <w:tabs>
                      <w:tab w:val="left" w:pos="1560"/>
                    </w:tabs>
                    <w:spacing w:before="120"/>
                    <w:ind w:right="-352" w:hanging="218"/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</w:pPr>
                  <w:r w:rsidRPr="00FF24A9"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  <w:t>Průvodní zpráva</w:t>
                  </w:r>
                </w:p>
                <w:p w14:paraId="55070A0C" w14:textId="77777777" w:rsidR="00B95F1D" w:rsidRDefault="00B95F1D" w:rsidP="00B95F1D">
                  <w:pPr>
                    <w:pStyle w:val="Odstavecseseznamem"/>
                    <w:numPr>
                      <w:ilvl w:val="0"/>
                      <w:numId w:val="27"/>
                    </w:numPr>
                    <w:tabs>
                      <w:tab w:val="left" w:pos="1560"/>
                    </w:tabs>
                    <w:spacing w:before="120"/>
                    <w:ind w:right="-352" w:hanging="218"/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</w:pPr>
                  <w:r w:rsidRPr="00FF24A9"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  <w:t>So</w:t>
                  </w:r>
                  <w:r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  <w:t>uhrnná technická zpráva</w:t>
                  </w:r>
                </w:p>
                <w:p w14:paraId="0A19540A" w14:textId="77777777" w:rsidR="00B95F1D" w:rsidRDefault="00B95F1D" w:rsidP="00B95F1D">
                  <w:pPr>
                    <w:pStyle w:val="Odstavecseseznamem"/>
                    <w:numPr>
                      <w:ilvl w:val="0"/>
                      <w:numId w:val="27"/>
                    </w:numPr>
                    <w:tabs>
                      <w:tab w:val="left" w:pos="1560"/>
                    </w:tabs>
                    <w:spacing w:before="120"/>
                    <w:ind w:right="-352" w:hanging="218"/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  <w:t>Situační výkresy</w:t>
                  </w:r>
                </w:p>
                <w:p w14:paraId="08B9C9C5" w14:textId="77777777" w:rsidR="00B95F1D" w:rsidRDefault="00B95F1D" w:rsidP="00B95F1D">
                  <w:pPr>
                    <w:pStyle w:val="Odstavecseseznamem"/>
                    <w:numPr>
                      <w:ilvl w:val="0"/>
                      <w:numId w:val="27"/>
                    </w:numPr>
                    <w:tabs>
                      <w:tab w:val="left" w:pos="1560"/>
                    </w:tabs>
                    <w:spacing w:before="120"/>
                    <w:ind w:left="1560" w:right="-352" w:hanging="567"/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  <w:t xml:space="preserve">Dokumentace objektů a technických a technologických zařízení </w:t>
                  </w:r>
                </w:p>
                <w:p w14:paraId="5A7E3EA4" w14:textId="06262853" w:rsidR="00B95F1D" w:rsidRDefault="00B95F1D" w:rsidP="005A4798">
                  <w:pPr>
                    <w:pStyle w:val="Odstavecseseznamem"/>
                    <w:numPr>
                      <w:ilvl w:val="0"/>
                      <w:numId w:val="27"/>
                    </w:numPr>
                    <w:tabs>
                      <w:tab w:val="left" w:pos="1560"/>
                    </w:tabs>
                    <w:spacing w:before="120"/>
                    <w:ind w:right="-352" w:hanging="218"/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</w:pPr>
                  <w:r w:rsidRPr="002E6CD8"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  <w:t>Soupis prací a dodávek</w:t>
                  </w:r>
                </w:p>
                <w:p w14:paraId="6E491E8E" w14:textId="6EC4A01B" w:rsidR="005A4798" w:rsidRDefault="005A4798" w:rsidP="005A4798">
                  <w:pPr>
                    <w:pStyle w:val="Odstavecseseznamem"/>
                    <w:numPr>
                      <w:ilvl w:val="0"/>
                      <w:numId w:val="27"/>
                    </w:numPr>
                    <w:tabs>
                      <w:tab w:val="left" w:pos="1560"/>
                    </w:tabs>
                    <w:spacing w:before="120"/>
                    <w:ind w:right="-352" w:hanging="218"/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color w:val="002060"/>
                      <w:sz w:val="28"/>
                      <w:szCs w:val="28"/>
                    </w:rPr>
                    <w:t>Projekční rozpočet</w:t>
                  </w:r>
                </w:p>
                <w:p w14:paraId="404147C8" w14:textId="77777777" w:rsidR="00DA3171" w:rsidRPr="00266697" w:rsidRDefault="00DA3171" w:rsidP="00DA3171">
                  <w:pPr>
                    <w:tabs>
                      <w:tab w:val="left" w:pos="1418"/>
                    </w:tabs>
                    <w:ind w:left="851" w:right="-354"/>
                    <w:rPr>
                      <w:rFonts w:ascii="Arial" w:hAnsi="Arial" w:cs="Arial"/>
                      <w:b/>
                      <w:bCs/>
                      <w:color w:val="002060"/>
                      <w:sz w:val="24"/>
                      <w:szCs w:val="24"/>
                    </w:rPr>
                  </w:pPr>
                </w:p>
                <w:p w14:paraId="236B9ABA" w14:textId="77777777" w:rsidR="00861025" w:rsidRDefault="00861025" w:rsidP="000D6035">
                  <w:pPr>
                    <w:tabs>
                      <w:tab w:val="left" w:pos="1843"/>
                    </w:tabs>
                    <w:spacing w:before="60"/>
                    <w:ind w:left="1985"/>
                    <w:rPr>
                      <w:rFonts w:ascii="Arial" w:hAnsi="Arial" w:cs="Arial"/>
                      <w:b/>
                      <w:caps/>
                      <w:color w:val="002060"/>
                      <w:sz w:val="24"/>
                      <w:szCs w:val="24"/>
                    </w:rPr>
                  </w:pPr>
                </w:p>
                <w:p w14:paraId="721B8797" w14:textId="77777777" w:rsidR="00861025" w:rsidRDefault="00861025" w:rsidP="000D6035">
                  <w:pPr>
                    <w:tabs>
                      <w:tab w:val="left" w:pos="1843"/>
                    </w:tabs>
                    <w:spacing w:before="60"/>
                    <w:ind w:left="1985"/>
                    <w:rPr>
                      <w:rFonts w:ascii="Arial" w:hAnsi="Arial" w:cs="Arial"/>
                      <w:b/>
                      <w:caps/>
                      <w:color w:val="002060"/>
                      <w:sz w:val="24"/>
                      <w:szCs w:val="24"/>
                    </w:rPr>
                  </w:pPr>
                </w:p>
                <w:p w14:paraId="252DAAA3" w14:textId="77777777" w:rsidR="00861025" w:rsidRPr="0044475C" w:rsidRDefault="00861025" w:rsidP="000D6035">
                  <w:pPr>
                    <w:tabs>
                      <w:tab w:val="left" w:pos="1843"/>
                    </w:tabs>
                    <w:spacing w:before="60"/>
                    <w:ind w:left="1985"/>
                    <w:rPr>
                      <w:rFonts w:ascii="Arial" w:hAnsi="Arial" w:cs="Arial"/>
                      <w:b/>
                      <w:caps/>
                      <w:color w:val="002060"/>
                      <w:sz w:val="24"/>
                      <w:szCs w:val="24"/>
                    </w:rPr>
                  </w:pPr>
                </w:p>
                <w:p w14:paraId="63F7EF94" w14:textId="77777777" w:rsidR="000C5CAB" w:rsidRDefault="000C5CAB"/>
              </w:txbxContent>
            </v:textbox>
          </v:shape>
        </w:pict>
      </w:r>
    </w:p>
    <w:p w14:paraId="691FB57C" w14:textId="77777777" w:rsidR="008601FE" w:rsidRPr="00B77013" w:rsidRDefault="008601FE" w:rsidP="008601FE">
      <w:pPr>
        <w:rPr>
          <w:rFonts w:ascii="Arial" w:hAnsi="Arial" w:cs="Arial"/>
        </w:rPr>
      </w:pPr>
    </w:p>
    <w:p w14:paraId="00823F7A" w14:textId="77777777" w:rsidR="008601FE" w:rsidRPr="00B77013" w:rsidRDefault="008601FE" w:rsidP="008601FE">
      <w:pPr>
        <w:rPr>
          <w:rFonts w:ascii="Arial" w:hAnsi="Arial" w:cs="Arial"/>
        </w:rPr>
      </w:pPr>
    </w:p>
    <w:p w14:paraId="1FC9CE3D" w14:textId="77777777" w:rsidR="008601FE" w:rsidRPr="00B77013" w:rsidRDefault="008601FE" w:rsidP="008601FE">
      <w:pPr>
        <w:rPr>
          <w:rFonts w:ascii="Arial" w:hAnsi="Arial" w:cs="Arial"/>
        </w:rPr>
      </w:pPr>
    </w:p>
    <w:p w14:paraId="1BF9C65E" w14:textId="77777777" w:rsidR="008601FE" w:rsidRPr="00B77013" w:rsidRDefault="008601FE" w:rsidP="008601FE">
      <w:pPr>
        <w:rPr>
          <w:rFonts w:ascii="Arial" w:hAnsi="Arial" w:cs="Arial"/>
        </w:rPr>
      </w:pPr>
    </w:p>
    <w:p w14:paraId="583BB8B6" w14:textId="77777777" w:rsidR="008601FE" w:rsidRPr="00B77013" w:rsidRDefault="008601FE" w:rsidP="008601FE">
      <w:pPr>
        <w:rPr>
          <w:rFonts w:ascii="Arial" w:hAnsi="Arial" w:cs="Arial"/>
        </w:rPr>
      </w:pPr>
    </w:p>
    <w:p w14:paraId="0629F4ED" w14:textId="77777777" w:rsidR="008601FE" w:rsidRPr="00B77013" w:rsidRDefault="008601FE" w:rsidP="008601FE">
      <w:pPr>
        <w:rPr>
          <w:rFonts w:ascii="Arial" w:hAnsi="Arial" w:cs="Arial"/>
        </w:rPr>
      </w:pPr>
    </w:p>
    <w:p w14:paraId="12A5D8F4" w14:textId="77777777" w:rsidR="008601FE" w:rsidRPr="00B77013" w:rsidRDefault="008601FE" w:rsidP="008601FE">
      <w:pPr>
        <w:rPr>
          <w:rFonts w:ascii="Arial" w:hAnsi="Arial" w:cs="Arial"/>
        </w:rPr>
      </w:pPr>
    </w:p>
    <w:p w14:paraId="7F80CC99" w14:textId="77777777" w:rsidR="008601FE" w:rsidRPr="00B77013" w:rsidRDefault="008601FE" w:rsidP="008601FE">
      <w:pPr>
        <w:rPr>
          <w:rFonts w:ascii="Arial" w:hAnsi="Arial" w:cs="Arial"/>
        </w:rPr>
      </w:pPr>
    </w:p>
    <w:p w14:paraId="0B36001F" w14:textId="77777777" w:rsidR="008601FE" w:rsidRPr="00B77013" w:rsidRDefault="008601FE" w:rsidP="008601FE">
      <w:pPr>
        <w:rPr>
          <w:rFonts w:ascii="Arial" w:hAnsi="Arial" w:cs="Arial"/>
        </w:rPr>
      </w:pPr>
    </w:p>
    <w:p w14:paraId="31AF6687" w14:textId="77777777" w:rsidR="008601FE" w:rsidRPr="00B77013" w:rsidRDefault="008601FE" w:rsidP="008601FE">
      <w:pPr>
        <w:rPr>
          <w:rFonts w:ascii="Arial" w:hAnsi="Arial" w:cs="Arial"/>
        </w:rPr>
      </w:pPr>
    </w:p>
    <w:p w14:paraId="30FD048A" w14:textId="77777777" w:rsidR="008601FE" w:rsidRPr="00B77013" w:rsidRDefault="008601FE" w:rsidP="008601FE">
      <w:pPr>
        <w:rPr>
          <w:rFonts w:ascii="Arial" w:hAnsi="Arial" w:cs="Arial"/>
        </w:rPr>
      </w:pPr>
    </w:p>
    <w:p w14:paraId="75A3DE26" w14:textId="77777777" w:rsidR="008601FE" w:rsidRPr="00B77013" w:rsidRDefault="008601FE" w:rsidP="008601FE">
      <w:pPr>
        <w:rPr>
          <w:rFonts w:ascii="Arial" w:hAnsi="Arial" w:cs="Arial"/>
        </w:rPr>
      </w:pPr>
    </w:p>
    <w:p w14:paraId="2A8E449A" w14:textId="77777777" w:rsidR="008601FE" w:rsidRPr="00B77013" w:rsidRDefault="008601FE" w:rsidP="008601FE">
      <w:pPr>
        <w:rPr>
          <w:rFonts w:ascii="Arial" w:hAnsi="Arial" w:cs="Arial"/>
        </w:rPr>
      </w:pPr>
    </w:p>
    <w:p w14:paraId="2EEA97E5" w14:textId="77777777" w:rsidR="008601FE" w:rsidRPr="00B77013" w:rsidRDefault="008601FE" w:rsidP="008601FE">
      <w:pPr>
        <w:rPr>
          <w:rFonts w:ascii="Arial" w:hAnsi="Arial" w:cs="Arial"/>
        </w:rPr>
      </w:pPr>
    </w:p>
    <w:p w14:paraId="78D1FEC2" w14:textId="77777777" w:rsidR="008601FE" w:rsidRPr="00B77013" w:rsidRDefault="008601FE" w:rsidP="008601FE">
      <w:pPr>
        <w:rPr>
          <w:rFonts w:ascii="Arial" w:hAnsi="Arial" w:cs="Arial"/>
        </w:rPr>
      </w:pPr>
    </w:p>
    <w:p w14:paraId="2B275F20" w14:textId="77777777" w:rsidR="008601FE" w:rsidRPr="00B77013" w:rsidRDefault="008601FE" w:rsidP="008601FE">
      <w:pPr>
        <w:rPr>
          <w:rFonts w:ascii="Arial" w:hAnsi="Arial" w:cs="Arial"/>
        </w:rPr>
      </w:pPr>
    </w:p>
    <w:p w14:paraId="207911D7" w14:textId="77777777" w:rsidR="008601FE" w:rsidRPr="00B77013" w:rsidRDefault="008601FE" w:rsidP="00526ED2">
      <w:pPr>
        <w:tabs>
          <w:tab w:val="left" w:pos="1565"/>
        </w:tabs>
        <w:ind w:left="1560"/>
        <w:rPr>
          <w:rFonts w:ascii="Arial" w:hAnsi="Arial" w:cs="Arial"/>
        </w:rPr>
      </w:pPr>
      <w:r w:rsidRPr="00B77013">
        <w:rPr>
          <w:rFonts w:ascii="Arial" w:hAnsi="Arial" w:cs="Arial"/>
        </w:rPr>
        <w:tab/>
      </w:r>
    </w:p>
    <w:p w14:paraId="5FAE15F5" w14:textId="77777777" w:rsidR="008601FE" w:rsidRPr="00B77013" w:rsidRDefault="008601FE" w:rsidP="008601FE">
      <w:pPr>
        <w:rPr>
          <w:rFonts w:ascii="Arial" w:hAnsi="Arial" w:cs="Arial"/>
        </w:rPr>
      </w:pPr>
    </w:p>
    <w:p w14:paraId="348D4254" w14:textId="77777777" w:rsidR="00526ED2" w:rsidRPr="00B77013" w:rsidRDefault="00526ED2" w:rsidP="008601FE">
      <w:pPr>
        <w:rPr>
          <w:rFonts w:ascii="Arial" w:hAnsi="Arial" w:cs="Arial"/>
        </w:rPr>
      </w:pPr>
    </w:p>
    <w:p w14:paraId="2A3660B1" w14:textId="77777777" w:rsidR="00526ED2" w:rsidRPr="00B77013" w:rsidRDefault="00526ED2" w:rsidP="00526ED2">
      <w:pPr>
        <w:rPr>
          <w:rFonts w:ascii="Arial" w:hAnsi="Arial" w:cs="Arial"/>
        </w:rPr>
      </w:pPr>
    </w:p>
    <w:p w14:paraId="0328276B" w14:textId="77777777" w:rsidR="00526ED2" w:rsidRPr="00B77013" w:rsidRDefault="00526ED2" w:rsidP="00526ED2">
      <w:pPr>
        <w:rPr>
          <w:rFonts w:ascii="Arial" w:hAnsi="Arial" w:cs="Arial"/>
        </w:rPr>
      </w:pPr>
    </w:p>
    <w:p w14:paraId="367CE16E" w14:textId="77777777" w:rsidR="00526ED2" w:rsidRPr="00B77013" w:rsidRDefault="00526ED2" w:rsidP="00526ED2">
      <w:pPr>
        <w:rPr>
          <w:rFonts w:ascii="Arial" w:hAnsi="Arial" w:cs="Arial"/>
        </w:rPr>
      </w:pPr>
    </w:p>
    <w:p w14:paraId="6FE0FD38" w14:textId="77777777" w:rsidR="00526ED2" w:rsidRPr="00B77013" w:rsidRDefault="00526ED2" w:rsidP="00526ED2">
      <w:pPr>
        <w:rPr>
          <w:rFonts w:ascii="Arial" w:hAnsi="Arial" w:cs="Arial"/>
        </w:rPr>
      </w:pPr>
    </w:p>
    <w:p w14:paraId="255F5065" w14:textId="77777777" w:rsidR="00526ED2" w:rsidRPr="00B77013" w:rsidRDefault="00526ED2" w:rsidP="00526ED2">
      <w:pPr>
        <w:rPr>
          <w:rFonts w:ascii="Arial" w:hAnsi="Arial" w:cs="Arial"/>
        </w:rPr>
      </w:pPr>
    </w:p>
    <w:p w14:paraId="549C00B1" w14:textId="77777777" w:rsidR="00526ED2" w:rsidRPr="00B77013" w:rsidRDefault="00526ED2" w:rsidP="00526ED2">
      <w:pPr>
        <w:rPr>
          <w:rFonts w:ascii="Arial" w:hAnsi="Arial" w:cs="Arial"/>
        </w:rPr>
      </w:pPr>
    </w:p>
    <w:p w14:paraId="7FD36382" w14:textId="77777777" w:rsidR="00526ED2" w:rsidRPr="00B77013" w:rsidRDefault="00526ED2" w:rsidP="00526ED2">
      <w:pPr>
        <w:rPr>
          <w:rFonts w:ascii="Arial" w:hAnsi="Arial" w:cs="Arial"/>
        </w:rPr>
      </w:pPr>
    </w:p>
    <w:p w14:paraId="6B9D70EE" w14:textId="77777777" w:rsidR="00526ED2" w:rsidRPr="00B77013" w:rsidRDefault="00526ED2" w:rsidP="00526ED2">
      <w:pPr>
        <w:rPr>
          <w:rFonts w:ascii="Arial" w:hAnsi="Arial" w:cs="Arial"/>
        </w:rPr>
      </w:pPr>
    </w:p>
    <w:p w14:paraId="12023A4C" w14:textId="77777777" w:rsidR="00526ED2" w:rsidRPr="00B77013" w:rsidRDefault="001832CC" w:rsidP="00526ED2">
      <w:pPr>
        <w:rPr>
          <w:rFonts w:ascii="Arial" w:hAnsi="Arial" w:cs="Arial"/>
        </w:rPr>
      </w:pPr>
      <w:r>
        <w:rPr>
          <w:rFonts w:ascii="Arial" w:hAnsi="Arial" w:cs="Arial"/>
          <w:noProof/>
          <w:color w:val="002060"/>
        </w:rPr>
        <w:pict w14:anchorId="26AB56B4">
          <v:shape id="_x0000_s2053" type="#_x0000_t202" style="position:absolute;margin-left:147.75pt;margin-top:.5pt;width:430.1pt;height:143.3pt;z-index:251664384" filled="f" stroked="f">
            <v:textbox style="mso-next-textbox:#_x0000_s2053">
              <w:txbxContent>
                <w:p w14:paraId="04305C0B" w14:textId="4E512BC4" w:rsidR="000C5CAB" w:rsidRPr="0068778C" w:rsidRDefault="00445FA1" w:rsidP="000C5CAB">
                  <w:pPr>
                    <w:tabs>
                      <w:tab w:val="left" w:pos="1418"/>
                    </w:tabs>
                    <w:ind w:left="212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STAVBA: </w:t>
                  </w:r>
                  <w:r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="00B95F1D"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Instalace nového náhradního zdroje elektrické energie 650kVA v Nemocnici Orlová</w:t>
                  </w:r>
                </w:p>
                <w:p w14:paraId="4E47D3EF" w14:textId="77777777" w:rsidR="00797F5E" w:rsidRPr="0068778C" w:rsidRDefault="00797F5E" w:rsidP="00797F5E">
                  <w:pPr>
                    <w:tabs>
                      <w:tab w:val="left" w:pos="1418"/>
                    </w:tabs>
                    <w:ind w:left="212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</w:p>
                <w:p w14:paraId="349A4BAC" w14:textId="06E5995A" w:rsidR="00797F5E" w:rsidRPr="0068778C" w:rsidRDefault="00797F5E" w:rsidP="00797F5E">
                  <w:pPr>
                    <w:tabs>
                      <w:tab w:val="left" w:pos="1418"/>
                    </w:tabs>
                    <w:ind w:left="212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MÍSTO STAVBY: </w:t>
                  </w:r>
                  <w:proofErr w:type="spellStart"/>
                  <w:r w:rsidR="0068778C"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NsP</w:t>
                  </w:r>
                  <w:proofErr w:type="spellEnd"/>
                  <w:r w:rsidR="0068778C"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 Karviná Ráj pracoviště Orlová</w:t>
                  </w:r>
                </w:p>
                <w:p w14:paraId="1E55C2C7" w14:textId="77777777" w:rsidR="000C5CAB" w:rsidRPr="0068778C" w:rsidRDefault="000C5CAB" w:rsidP="006E016A">
                  <w:pPr>
                    <w:tabs>
                      <w:tab w:val="left" w:pos="1560"/>
                    </w:tabs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</w:p>
                <w:p w14:paraId="5B1E1619" w14:textId="7D5DF73F" w:rsidR="000C5CAB" w:rsidRPr="0068778C" w:rsidRDefault="000C5CAB" w:rsidP="000C5CAB">
                  <w:pPr>
                    <w:tabs>
                      <w:tab w:val="left" w:pos="1560"/>
                    </w:tabs>
                    <w:ind w:left="212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INVESTOR:</w:t>
                  </w:r>
                  <w:r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="00797F5E"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proofErr w:type="spellStart"/>
                  <w:r w:rsidR="00B95F1D"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NsP</w:t>
                  </w:r>
                  <w:proofErr w:type="spellEnd"/>
                  <w:r w:rsidR="00B95F1D"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 Karviná Ráj, </w:t>
                  </w:r>
                  <w:proofErr w:type="spellStart"/>
                  <w:r w:rsidR="00B95F1D"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p.o</w:t>
                  </w:r>
                  <w:proofErr w:type="spellEnd"/>
                  <w:r w:rsidR="00B95F1D"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.</w:t>
                  </w:r>
                </w:p>
                <w:p w14:paraId="2C4293B3" w14:textId="77777777" w:rsidR="000C5CAB" w:rsidRPr="0068778C" w:rsidRDefault="000C5CAB" w:rsidP="000C5CAB">
                  <w:pPr>
                    <w:tabs>
                      <w:tab w:val="left" w:pos="1560"/>
                    </w:tabs>
                    <w:ind w:left="2127" w:hanging="2127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</w:p>
                <w:p w14:paraId="112912F8" w14:textId="136EF183" w:rsidR="000C5CAB" w:rsidRPr="0068778C" w:rsidRDefault="000C5CAB" w:rsidP="00445FA1">
                  <w:pPr>
                    <w:tabs>
                      <w:tab w:val="left" w:pos="1560"/>
                    </w:tabs>
                    <w:rPr>
                      <w:sz w:val="28"/>
                      <w:szCs w:val="28"/>
                    </w:rPr>
                  </w:pPr>
                  <w:r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HIP:</w:t>
                  </w:r>
                  <w:r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  <w:t xml:space="preserve">Ing. </w:t>
                  </w:r>
                  <w:r w:rsidR="00B95F1D" w:rsidRPr="0068778C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Bohuslav Šulák</w:t>
                  </w:r>
                </w:p>
                <w:p w14:paraId="6FC97EDF" w14:textId="77777777" w:rsidR="00861025" w:rsidRDefault="00861025"/>
                <w:p w14:paraId="2015157E" w14:textId="77777777" w:rsidR="00861025" w:rsidRDefault="00861025"/>
              </w:txbxContent>
            </v:textbox>
          </v:shape>
        </w:pict>
      </w:r>
    </w:p>
    <w:p w14:paraId="7A83355F" w14:textId="77777777" w:rsidR="00526ED2" w:rsidRPr="00B77013" w:rsidRDefault="00526ED2" w:rsidP="00526ED2">
      <w:pPr>
        <w:rPr>
          <w:rFonts w:ascii="Arial" w:hAnsi="Arial" w:cs="Arial"/>
        </w:rPr>
      </w:pPr>
    </w:p>
    <w:p w14:paraId="16A36D75" w14:textId="77777777" w:rsidR="00526ED2" w:rsidRPr="00B77013" w:rsidRDefault="00526ED2" w:rsidP="00526ED2">
      <w:pPr>
        <w:rPr>
          <w:rFonts w:ascii="Arial" w:hAnsi="Arial" w:cs="Arial"/>
        </w:rPr>
      </w:pPr>
    </w:p>
    <w:p w14:paraId="16AAE35E" w14:textId="77777777" w:rsidR="00526ED2" w:rsidRPr="00B77013" w:rsidRDefault="00526ED2" w:rsidP="00526ED2">
      <w:pPr>
        <w:rPr>
          <w:rFonts w:ascii="Arial" w:hAnsi="Arial" w:cs="Arial"/>
        </w:rPr>
      </w:pPr>
    </w:p>
    <w:p w14:paraId="34E15A07" w14:textId="77777777" w:rsidR="00526ED2" w:rsidRPr="00B77013" w:rsidRDefault="00526ED2" w:rsidP="00526ED2">
      <w:pPr>
        <w:rPr>
          <w:rFonts w:ascii="Arial" w:hAnsi="Arial" w:cs="Arial"/>
        </w:rPr>
      </w:pPr>
    </w:p>
    <w:p w14:paraId="44477FF5" w14:textId="77777777" w:rsidR="00526ED2" w:rsidRPr="00B77013" w:rsidRDefault="00526ED2" w:rsidP="00B0217D">
      <w:pPr>
        <w:rPr>
          <w:rFonts w:ascii="Arial" w:hAnsi="Arial" w:cs="Arial"/>
          <w:color w:val="002060"/>
        </w:rPr>
      </w:pPr>
    </w:p>
    <w:p w14:paraId="0604A370" w14:textId="77777777" w:rsidR="00093654" w:rsidRPr="00B77013" w:rsidRDefault="00093654" w:rsidP="00367E76">
      <w:pPr>
        <w:ind w:left="1560"/>
        <w:rPr>
          <w:rFonts w:ascii="Arial" w:hAnsi="Arial" w:cs="Arial"/>
        </w:rPr>
      </w:pPr>
    </w:p>
    <w:p w14:paraId="7AFEB376" w14:textId="77777777" w:rsidR="000C5CAB" w:rsidRPr="00B77013" w:rsidRDefault="001832CC" w:rsidP="00745754">
      <w:pPr>
        <w:rPr>
          <w:rFonts w:ascii="Arial" w:hAnsi="Arial" w:cs="Arial"/>
        </w:rPr>
        <w:sectPr w:rsidR="000C5CAB" w:rsidRPr="00B77013" w:rsidSect="008601FE">
          <w:headerReference w:type="default" r:id="rId7"/>
          <w:footerReference w:type="default" r:id="rId8"/>
          <w:pgSz w:w="11906" w:h="16838" w:code="9"/>
          <w:pgMar w:top="57" w:right="424" w:bottom="57" w:left="0" w:header="0" w:footer="0" w:gutter="0"/>
          <w:cols w:space="708"/>
        </w:sectPr>
      </w:pPr>
      <w:r>
        <w:rPr>
          <w:rFonts w:ascii="Arial" w:hAnsi="Arial" w:cs="Arial"/>
          <w:noProof/>
          <w:lang w:eastAsia="en-US"/>
        </w:rPr>
        <w:pict w14:anchorId="162A0F5C">
          <v:shape id="_x0000_s2051" type="#_x0000_t202" style="position:absolute;margin-left:72.05pt;margin-top:80.85pt;width:484.6pt;height:48.55pt;z-index:251662336;mso-width-relative:margin;mso-height-relative:margin" stroked="f">
            <v:textbox style="mso-next-textbox:#_x0000_s2051">
              <w:txbxContent>
                <w:p w14:paraId="1514A063" w14:textId="77777777" w:rsidR="000C5CAB" w:rsidRDefault="000C5CAB" w:rsidP="000C5CAB">
                  <w:pPr>
                    <w:keepNext/>
                    <w:spacing w:before="60"/>
                    <w:outlineLvl w:val="5"/>
                    <w:rPr>
                      <w:rFonts w:ascii="Arial" w:hAnsi="Arial" w:cs="Arial"/>
                      <w:color w:val="002060"/>
                    </w:rPr>
                  </w:pPr>
                  <w:r w:rsidRPr="00367E76">
                    <w:rPr>
                      <w:rFonts w:ascii="Arial" w:hAnsi="Arial" w:cs="Arial"/>
                      <w:b/>
                      <w:color w:val="002060"/>
                    </w:rPr>
                    <w:t>EP Rožnov, a.s.</w:t>
                  </w:r>
                  <w:r w:rsidRPr="00367E76">
                    <w:rPr>
                      <w:rFonts w:ascii="Arial" w:hAnsi="Arial" w:cs="Arial"/>
                      <w:color w:val="002060"/>
                    </w:rPr>
                    <w:t>, Boženy Němcové 1720, 756 61</w:t>
                  </w:r>
                  <w:r>
                    <w:rPr>
                      <w:rFonts w:ascii="Arial" w:hAnsi="Arial" w:cs="Arial"/>
                      <w:color w:val="002060"/>
                    </w:rPr>
                    <w:t xml:space="preserve"> Rožnov pod Radhoštěm          </w:t>
                  </w:r>
                </w:p>
                <w:p w14:paraId="5359A88A" w14:textId="77777777" w:rsidR="000C5CAB" w:rsidRPr="00367E76" w:rsidRDefault="000C5CAB" w:rsidP="000C5CAB">
                  <w:pPr>
                    <w:keepNext/>
                    <w:spacing w:before="60"/>
                    <w:outlineLvl w:val="5"/>
                    <w:rPr>
                      <w:rFonts w:ascii="Arial" w:hAnsi="Arial" w:cs="Arial"/>
                      <w:color w:val="002060"/>
                    </w:rPr>
                  </w:pPr>
                  <w:r>
                    <w:rPr>
                      <w:rFonts w:ascii="Arial" w:hAnsi="Arial" w:cs="Arial"/>
                      <w:color w:val="002060"/>
                    </w:rPr>
                    <w:t>t</w:t>
                  </w:r>
                  <w:r w:rsidRPr="00367E76">
                    <w:rPr>
                      <w:rFonts w:ascii="Arial" w:hAnsi="Arial" w:cs="Arial"/>
                      <w:color w:val="002060"/>
                    </w:rPr>
                    <w:t xml:space="preserve">el.: +420 571 664 111, e-mail: </w:t>
                  </w:r>
                  <w:hyperlink r:id="rId9" w:history="1">
                    <w:r w:rsidRPr="00367E76">
                      <w:rPr>
                        <w:rFonts w:ascii="Arial" w:hAnsi="Arial" w:cs="Arial"/>
                        <w:color w:val="002060"/>
                      </w:rPr>
                      <w:t>ep@eproznov.cz</w:t>
                    </w:r>
                  </w:hyperlink>
                  <w:r w:rsidRPr="00367E76">
                    <w:rPr>
                      <w:rFonts w:ascii="Arial" w:hAnsi="Arial" w:cs="Arial"/>
                      <w:color w:val="00206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2060"/>
                    </w:rPr>
                    <w:tab/>
                  </w:r>
                  <w:r>
                    <w:rPr>
                      <w:rFonts w:ascii="Arial" w:hAnsi="Arial" w:cs="Arial"/>
                      <w:color w:val="002060"/>
                    </w:rPr>
                    <w:tab/>
                  </w:r>
                  <w:r>
                    <w:rPr>
                      <w:rFonts w:ascii="Arial" w:hAnsi="Arial" w:cs="Arial"/>
                      <w:color w:val="002060"/>
                    </w:rPr>
                    <w:tab/>
                    <w:t xml:space="preserve">                       </w:t>
                  </w:r>
                  <w:r w:rsidRPr="00367E76">
                    <w:rPr>
                      <w:rFonts w:ascii="Arial" w:hAnsi="Arial" w:cs="Arial"/>
                      <w:b/>
                      <w:color w:val="002060"/>
                    </w:rPr>
                    <w:t>www.eproznov.cz</w:t>
                  </w:r>
                </w:p>
                <w:p w14:paraId="31A3A747" w14:textId="77777777" w:rsidR="000C5CAB" w:rsidRDefault="000C5CAB"/>
              </w:txbxContent>
            </v:textbox>
          </v:shape>
        </w:pict>
      </w:r>
    </w:p>
    <w:p w14:paraId="1837A36A" w14:textId="77777777" w:rsidR="005F7FF9" w:rsidRPr="00B77013" w:rsidRDefault="005F7FF9" w:rsidP="00745754">
      <w:pPr>
        <w:ind w:right="6"/>
        <w:rPr>
          <w:rFonts w:ascii="Arial" w:hAnsi="Arial" w:cs="Arial"/>
          <w:sz w:val="22"/>
          <w:szCs w:val="22"/>
        </w:rPr>
      </w:pPr>
    </w:p>
    <w:sectPr w:rsidR="005F7FF9" w:rsidRPr="00B77013" w:rsidSect="009F373A">
      <w:headerReference w:type="default" r:id="rId10"/>
      <w:footerReference w:type="default" r:id="rId11"/>
      <w:pgSz w:w="11906" w:h="16838" w:code="9"/>
      <w:pgMar w:top="11" w:right="849" w:bottom="221" w:left="567" w:header="708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36490" w14:textId="77777777" w:rsidR="00FC2640" w:rsidRDefault="00FC2640">
      <w:r>
        <w:separator/>
      </w:r>
    </w:p>
  </w:endnote>
  <w:endnote w:type="continuationSeparator" w:id="0">
    <w:p w14:paraId="002EDE6A" w14:textId="77777777" w:rsidR="00FC2640" w:rsidRDefault="00FC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ItcTEEC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22127" w14:textId="77777777" w:rsidR="005E05B4" w:rsidRDefault="001832CC">
    <w:pPr>
      <w:pStyle w:val="Zpat"/>
    </w:pPr>
    <w:r>
      <w:rPr>
        <w:noProof/>
      </w:rPr>
      <w:pict w14:anchorId="3B7174A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63.85pt;margin-top:-105.15pt;width:541.3pt;height:57.6pt;z-index:251487232" filled="f" stroked="f">
          <v:textbox style="mso-next-textbox:#_x0000_s1025">
            <w:txbxContent>
              <w:p w14:paraId="4FE0BAD9" w14:textId="77777777" w:rsidR="005E05B4" w:rsidRPr="008601FE" w:rsidRDefault="005E05B4" w:rsidP="008601FE"/>
            </w:txbxContent>
          </v:textbox>
        </v:shape>
      </w:pict>
    </w:r>
    <w:r>
      <w:rPr>
        <w:noProof/>
      </w:rPr>
      <w:pict w14:anchorId="0A958DC7">
        <v:shape id="_x0000_s1356" style="position:absolute;margin-left:558.4pt;margin-top:-56.3pt;width:2.4pt;height:2.4pt;z-index:251826176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266CD3FA">
        <v:shape id="_x0000_s1355" style="position:absolute;margin-left:553.6pt;margin-top:-56.3pt;width:2.4pt;height:2.4pt;z-index:251825152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380CD8A4">
        <v:shape id="_x0000_s1354" style="position:absolute;margin-left:548.55pt;margin-top:-56.3pt;width:2.4pt;height:2.4pt;z-index:251824128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5FDFD59B">
        <v:shape id="_x0000_s1353" style="position:absolute;margin-left:543.75pt;margin-top:-56.3pt;width:2.4pt;height:2.4pt;z-index:251823104" coordsize="48,48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291286D5">
        <v:shape id="_x0000_s1352" style="position:absolute;margin-left:538.95pt;margin-top:-56.3pt;width:2.4pt;height:2.4pt;z-index:251822080" coordsize="48,48" path="m24,l34,5r10,5l48,14r,10l48,34r-4,9l34,48r-10,l15,48,5,43,,34,,24,,14,5,10,15,5,24,xe" fillcolor="#00a7d1" stroked="f">
          <v:path arrowok="t"/>
        </v:shape>
      </w:pict>
    </w:r>
    <w:r>
      <w:rPr>
        <w:noProof/>
      </w:rPr>
      <w:pict w14:anchorId="46CB65F5">
        <v:shape id="_x0000_s1350" style="position:absolute;margin-left:533.8pt;margin-top:-56.25pt;width:2.4pt;height:2.4pt;z-index:251820032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041333E9">
        <v:shape id="_x0000_s1349" style="position:absolute;margin-left:528.75pt;margin-top:-56.25pt;width:2.4pt;height:2.4pt;z-index:251819008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6FBB2531">
        <v:shape id="_x0000_s1348" style="position:absolute;margin-left:523.95pt;margin-top:-56.25pt;width:2.4pt;height:2.4pt;z-index:251817984" coordsize="48,48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798EC7CD">
        <v:shape id="_x0000_s1339" style="position:absolute;margin-left:471.25pt;margin-top:-56.25pt;width:2.4pt;height:2.4pt;z-index:251808768" coordsize="48,48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7593FF2D">
        <v:shape id="_x0000_s1337" style="position:absolute;margin-left:466.2pt;margin-top:-56.25pt;width:2.4pt;height:2.4pt;z-index:251806720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49B15D5B">
        <v:shape id="_x0000_s1335" style="position:absolute;margin-left:461.4pt;margin-top:-56.25pt;width:2.4pt;height:2.4pt;z-index:251804672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34573736">
        <v:shape id="_x0000_s1332" style="position:absolute;margin-left:456.6pt;margin-top:-56.25pt;width:2.4pt;height:2.4pt;z-index:251801600" coordsize="48,48" path="m24,l34,5r9,5l48,14r,10l48,34r-5,9l34,48r-10,l15,48,5,43,,34,,24,,14,5,10,15,5,24,xe" fillcolor="#00a7d1" stroked="f">
          <v:path arrowok="t"/>
        </v:shape>
      </w:pict>
    </w:r>
    <w:r>
      <w:rPr>
        <w:noProof/>
      </w:rPr>
      <w:pict w14:anchorId="10EDF394">
        <v:shape id="_x0000_s1331" style="position:absolute;margin-left:519.7pt;margin-top:-56.25pt;width:2.4pt;height:2.4pt;z-index:251800576" coordsize="48,48" path="m24,l34,5r9,5l48,14r,10l48,34r-5,9l34,48r-10,l14,48,5,43,,34,,24,,14,5,10,14,5,24,xe" fillcolor="#00a7d1" stroked="f">
          <v:path arrowok="t"/>
        </v:shape>
      </w:pict>
    </w:r>
    <w:r>
      <w:rPr>
        <w:noProof/>
      </w:rPr>
      <w:pict w14:anchorId="13A629E5">
        <v:shape id="_x0000_s1328" style="position:absolute;margin-left:451.8pt;margin-top:-56.25pt;width:2.4pt;height:2.4pt;z-index:251797504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68A1E159">
        <v:shape id="_x0000_s1327" style="position:absolute;margin-left:514.9pt;margin-top:-56.25pt;width:2.4pt;height:2.4pt;z-index:251796480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254F0526">
        <v:shape id="_x0000_s1324" style="position:absolute;margin-left:447pt;margin-top:-56.25pt;width:2.4pt;height:2.4pt;z-index:251793408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63855945">
        <v:shape id="_x0000_s1323" style="position:absolute;margin-left:510.1pt;margin-top:-56.25pt;width:2.4pt;height:2.4pt;z-index:251792384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0DBE9D70">
        <v:shape id="_x0000_s1320" style="position:absolute;margin-left:442pt;margin-top:-56.25pt;width:2.4pt;height:2.4pt;z-index:251789312" coordsize="48,48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64AA7E58">
        <v:shape id="_x0000_s1319" style="position:absolute;margin-left:505.05pt;margin-top:-56.25pt;width:2.4pt;height:2.4pt;z-index:251788288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7BBDD9B2">
        <v:shape id="_x0000_s1316" style="position:absolute;margin-left:437.2pt;margin-top:-56.25pt;width:2.4pt;height:2.4pt;z-index:251785216" coordsize="48,48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3D5578CD">
        <v:shape id="_x0000_s1315" style="position:absolute;margin-left:500.25pt;margin-top:-56.25pt;width:2.4pt;height:2.4pt;z-index:251784192" coordsize="48,48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1308231F">
        <v:shape id="_x0000_s1312" style="position:absolute;margin-left:432.4pt;margin-top:-56.25pt;width:2.4pt;height:2.4pt;z-index:251781120" coordsize="48,48" path="m24,r9,5l43,10r5,4l48,24r,10l43,43,33,48r-9,l14,48,5,43,,34,,24,,14,5,10,14,5,24,xe" fillcolor="#00a7d1" stroked="f">
          <v:path arrowok="t"/>
        </v:shape>
      </w:pict>
    </w:r>
    <w:r>
      <w:rPr>
        <w:noProof/>
      </w:rPr>
      <w:pict w14:anchorId="3A381D26">
        <v:shape id="_x0000_s1311" style="position:absolute;margin-left:495.45pt;margin-top:-56.25pt;width:2.4pt;height:2.4pt;z-index:251780096" coordsize="48,48" path="m24,l34,5r10,5l48,14r,10l48,34r-4,9l34,48r-10,l15,48,5,43,,34,,24,,14,5,10,15,5,24,xe" fillcolor="#00a7d1" stroked="f">
          <v:path arrowok="t"/>
        </v:shape>
      </w:pict>
    </w:r>
    <w:r>
      <w:rPr>
        <w:noProof/>
      </w:rPr>
      <w:pict w14:anchorId="15C32030">
        <v:shape id="_x0000_s1308" style="position:absolute;margin-left:427.6pt;margin-top:-56.25pt;width:2.4pt;height:2.4pt;z-index:251777024" coordsize="48,48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79B67BB2">
        <v:shape id="_x0000_s1307" style="position:absolute;margin-left:490.65pt;margin-top:-56.25pt;width:2.4pt;height:2.4pt;z-index:251776000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68B44696">
        <v:shape id="_x0000_s1304" style="position:absolute;margin-left:422.8pt;margin-top:-56.25pt;width:2.4pt;height:2.4pt;z-index:251772928" coordsize="48,48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6704CA1F">
        <v:shape id="_x0000_s1303" style="position:absolute;margin-left:485.9pt;margin-top:-56.25pt;width:2.4pt;height:2.4pt;z-index:251771904" coordsize="48,48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3DCAFB1A">
        <v:shape id="_x0000_s1300" style="position:absolute;margin-left:417.75pt;margin-top:-56.25pt;width:2.4pt;height:2.4pt;z-index:251768832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2F0FE73E">
        <v:shape id="_x0000_s1299" style="position:absolute;margin-left:480.85pt;margin-top:-56.25pt;width:2.4pt;height:2.4pt;z-index:251767808" coordsize="48,48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1027045A">
        <v:shape id="_x0000_s1295" style="position:absolute;margin-left:412.95pt;margin-top:-56.25pt;width:2.4pt;height:2.4pt;z-index:251763712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43DEA778">
        <v:shape id="_x0000_s1294" style="position:absolute;margin-left:476.05pt;margin-top:-56.25pt;width:2.4pt;height:2.4pt;z-index:251762688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4FCB77F7">
        <v:shape id="_x0000_s1290" style="position:absolute;margin-left:408.15pt;margin-top:-56.25pt;width:2.4pt;height:2.4pt;z-index:251758592;mso-wrap-edited:f" coordsize="48,48" wrapcoords="-16 0 -16 32 64 32 48 0 -16 0" path="m24,l34,5r9,5l48,14r,10l48,34r-5,9l34,48r-10,l15,48,5,43,,34,,24,,14,5,10,15,5,24,xe" fillcolor="#00a7d1" stroked="f">
          <v:path arrowok="t"/>
        </v:shape>
      </w:pict>
    </w:r>
    <w:r>
      <w:rPr>
        <w:noProof/>
      </w:rPr>
      <w:pict w14:anchorId="4BC6229C">
        <v:shape id="_x0000_s1286" style="position:absolute;margin-left:403.35pt;margin-top:-56.25pt;width:2.4pt;height:2.4pt;z-index:251754496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0B2A9963">
        <v:shape id="_x0000_s1282" style="position:absolute;margin-left:398.35pt;margin-top:-56.25pt;width:2.6pt;height:2.4pt;z-index:251750400;mso-wrap-edited:f" coordsize="52,48" wrapcoords="-17 0 -17 32 69 32 52 0 -17 0" path="m28,l38,5r5,5l48,14r4,10l48,34r-5,9l38,48r-10,l19,48,9,43,4,34,,24,4,14,9,10,19,5,28,xe" fillcolor="#00a7d1" stroked="f">
          <v:path arrowok="t"/>
        </v:shape>
      </w:pict>
    </w:r>
    <w:r>
      <w:rPr>
        <w:noProof/>
      </w:rPr>
      <w:pict w14:anchorId="7C4B0EDA">
        <v:shape id="_x0000_s1278" style="position:absolute;margin-left:393.55pt;margin-top:-56.25pt;width:2.4pt;height:2.4pt;z-index:251746304;mso-wrap-edited:f" coordsize="48,48" wrapcoords="-16 0 -16 32 64 32 48 0 -16 0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6685C19F">
        <v:shape id="_x0000_s1274" style="position:absolute;margin-left:388.75pt;margin-top:-56.25pt;width:2.4pt;height:2.4pt;z-index:251742208;mso-wrap-edited:f" coordsize="48,48" wrapcoords="-16 0 -16 32 64 32 48 0 -16 0" path="m24,r9,5l43,10r5,4l48,24r,10l43,43,33,48r-9,l14,48,9,43,,34,,24,,14,9,10,14,5,24,xe" fillcolor="#00a7d1" stroked="f">
          <v:path arrowok="t"/>
        </v:shape>
      </w:pict>
    </w:r>
    <w:r>
      <w:rPr>
        <w:noProof/>
      </w:rPr>
      <w:pict w14:anchorId="3461D77D">
        <v:shape id="_x0000_s1270" style="position:absolute;margin-left:383.95pt;margin-top:-56.25pt;width:2.4pt;height:2.4pt;z-index:251738112;mso-wrap-edited:f" coordsize="48,48" wrapcoords="-16 0 -16 32 64 32 48 0 -16 0" path="m24,r9,5l38,10r10,4l48,24r,10l38,43r-5,5l24,48r-10,l4,43,,34,,24,,14,4,10,14,5,24,xe" fillcolor="#00a7d1" stroked="f">
          <v:path arrowok="t"/>
        </v:shape>
      </w:pict>
    </w:r>
    <w:r>
      <w:rPr>
        <w:noProof/>
      </w:rPr>
      <w:pict w14:anchorId="2894B160">
        <v:shape id="_x0000_s1266" style="position:absolute;margin-left:379.15pt;margin-top:-56.25pt;width:2.4pt;height:2.4pt;z-index:251734016;mso-wrap-edited:f" coordsize="48,48" wrapcoords="-16 0 -16 32 64 32 48 0 -16 0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6B6576FB">
        <v:shape id="_x0000_s1262" style="position:absolute;margin-left:374.1pt;margin-top:-56.25pt;width:2.65pt;height:2.4pt;z-index:251729920;mso-wrap-edited:f" coordsize="53,48" wrapcoords="-13 0 -13 32 66 32 53 0 -13 0" path="m29,r5,5l43,10r5,4l53,24,48,34r-5,9l34,48r-5,l19,48,10,43,5,34,,24,5,14r5,-4l19,5,29,xe" fillcolor="#00a7d1" stroked="f">
          <v:path arrowok="t"/>
        </v:shape>
      </w:pict>
    </w:r>
    <w:r>
      <w:rPr>
        <w:noProof/>
      </w:rPr>
      <w:pict w14:anchorId="2E92637C">
        <v:shape id="_x0000_s1258" style="position:absolute;margin-left:369.3pt;margin-top:-56.25pt;width:2.4pt;height:2.4pt;z-index:251725824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40FF5FE4">
        <v:shape id="_x0000_s1254" style="position:absolute;margin-left:364.5pt;margin-top:-56.25pt;width:2.4pt;height:2.4pt;z-index:251721728;mso-wrap-edited:f" coordsize="48,48" wrapcoords="-16 0 -16 32 64 32 48 0 -16 0" path="m24,l34,5r9,5l48,14r,10l48,34r-5,9l34,48r-10,l15,48,10,43,,34,,24,,14,10,10,15,5,24,xe" fillcolor="#00a7d1" stroked="f">
          <v:path arrowok="t"/>
        </v:shape>
      </w:pict>
    </w:r>
    <w:r>
      <w:rPr>
        <w:noProof/>
      </w:rPr>
      <w:pict w14:anchorId="200E917C">
        <v:shape id="_x0000_s1250" style="position:absolute;margin-left:359.7pt;margin-top:-56.25pt;width:2.4pt;height:2.4pt;z-index:251717632;mso-wrap-edited:f" coordsize="48,48" wrapcoords="-16 0 -16 32 64 32 48 0 -16 0" path="m24,l34,5r5,5l48,14r,10l48,34r-9,9l34,48r-10,l15,48,5,43,,34,,24,,14,5,10,15,5,24,xe" fillcolor="#00a7d1" stroked="f">
          <v:path arrowok="t"/>
        </v:shape>
      </w:pict>
    </w:r>
    <w:r>
      <w:rPr>
        <w:noProof/>
      </w:rPr>
      <w:pict w14:anchorId="69F00BD9">
        <v:shape id="_x0000_s1246" style="position:absolute;margin-left:354.9pt;margin-top:-56.25pt;width:2.4pt;height:2.4pt;z-index:251713536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390380D0">
        <v:shape id="_x0000_s1242" style="position:absolute;margin-left:349.85pt;margin-top:-56.25pt;width:2.65pt;height:2.4pt;z-index:251709440;mso-wrap-edited:f" coordsize="53,48" wrapcoords="0 0 -13 16 -13 32 66 32 53 0 0 0" path="m24,l34,5r10,5l48,14r5,10l48,34r-4,9l34,48r-10,l20,48,10,43,5,34,,24,5,14r5,-4l20,5,24,xe" fillcolor="#00a7d1" stroked="f">
          <v:path arrowok="t"/>
        </v:shape>
      </w:pict>
    </w:r>
    <w:r>
      <w:rPr>
        <w:noProof/>
      </w:rPr>
      <w:pict w14:anchorId="56718480">
        <v:shape id="_x0000_s1238" style="position:absolute;margin-left:345.1pt;margin-top:-56.25pt;width:2.4pt;height:2.4pt;z-index:251705344;mso-wrap-edited:f" coordsize="48,48" wrapcoords="-16 0 -16 32 64 32 48 0 -16 0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5BF513A4">
        <v:shape id="_x0000_s1234" style="position:absolute;margin-left:340.3pt;margin-top:-56.25pt;width:2.4pt;height:2.4pt;z-index:251701248;mso-wrap-edited:f" coordsize="48,48" wrapcoords="-16 0 -16 32 64 32 48 0 -16 0" path="m24,r9,5l43,10r5,4l48,24r,10l43,43,33,48r-9,l14,48,4,43,,34,,24,,14,4,10,14,5,24,xe" fillcolor="#00a7d1" stroked="f">
          <v:path arrowok="t"/>
        </v:shape>
      </w:pict>
    </w:r>
    <w:r>
      <w:rPr>
        <w:noProof/>
      </w:rPr>
      <w:pict w14:anchorId="63FF5F0E">
        <v:shape id="_x0000_s1230" style="position:absolute;margin-left:335.5pt;margin-top:-56.25pt;width:2.4pt;height:2.4pt;z-index:251697152;mso-wrap-edited:f" coordsize="48,48" wrapcoords="-16 0 -16 32 64 32 48 0 -16 0" path="m24,r9,5l38,10r10,4l48,24r,10l38,43r-5,5l24,48r-10,l4,43,,34,,24,,14,4,10,14,5,24,xe" fillcolor="#00a7d1" stroked="f">
          <v:path arrowok="t"/>
        </v:shape>
      </w:pict>
    </w:r>
    <w:r>
      <w:rPr>
        <w:noProof/>
      </w:rPr>
      <w:pict w14:anchorId="56EE8C2D">
        <v:shape id="_x0000_s1226" style="position:absolute;margin-left:330.7pt;margin-top:-56.25pt;width:2.4pt;height:2.4pt;z-index:251693056;mso-wrap-edited:f" coordsize="48,48" wrapcoords="-16 0 -16 32 64 32 48 0 -16 0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1884905D">
        <v:shape id="_x0000_s1222" style="position:absolute;margin-left:325.65pt;margin-top:-56.25pt;width:2.65pt;height:2.4pt;z-index:251688960;mso-wrap-edited:f" coordsize="53,48" wrapcoords="-13 0 -13 32 66 32 53 0 -13 0" path="m24,l34,5r9,5l48,14r5,10l48,34r-5,9l34,48r-10,l14,48,10,43,5,34,,24,5,14r5,-4l14,5,24,xe" fillcolor="#00a7d1" stroked="f">
          <v:path arrowok="t"/>
        </v:shape>
      </w:pict>
    </w:r>
    <w:r>
      <w:rPr>
        <w:noProof/>
      </w:rPr>
      <w:pict w14:anchorId="30A2F67C">
        <v:shape id="_x0000_s1218" style="position:absolute;margin-left:320.85pt;margin-top:-56.25pt;width:2.4pt;height:2.4pt;z-index:251684864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76D6BD73">
        <v:shape id="_x0000_s1214" style="position:absolute;margin-left:316.05pt;margin-top:-56.25pt;width:2.4pt;height:2.4pt;z-index:251680768;mso-wrap-edited:f" coordsize="48,48" wrapcoords="-16 0 -16 32 64 32 48 0 -16 0" path="m24,l34,5r9,5l48,14r,10l48,34r-5,9l34,48r-10,l14,48,5,43,,34,,24,,14,5,10,14,5,24,xe" fillcolor="#00a7d1" stroked="f">
          <v:path arrowok="t"/>
        </v:shape>
      </w:pict>
    </w:r>
    <w:r>
      <w:rPr>
        <w:noProof/>
      </w:rPr>
      <w:pict w14:anchorId="272ECCC8">
        <v:shape id="_x0000_s1210" style="position:absolute;margin-left:311.25pt;margin-top:-56.25pt;width:2.4pt;height:2.4pt;z-index:251676672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4972CCA1">
        <v:shape id="_x0000_s1207" style="position:absolute;margin-left:306.45pt;margin-top:-56.25pt;width:2.4pt;height:2.4pt;z-index:251673600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54210A43">
        <v:shape id="_x0000_s1204" style="position:absolute;margin-left:301.4pt;margin-top:-56.25pt;width:2.4pt;height:2.4pt;z-index:251670528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12939B03">
        <v:shape id="_x0000_s1201" style="position:absolute;margin-left:296.6pt;margin-top:-56.25pt;width:2.4pt;height:2.4pt;z-index:251667456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43AE806E">
        <v:shape id="_x0000_s1198" style="position:absolute;margin-left:291.85pt;margin-top:-56.25pt;width:2.4pt;height:2.4pt;z-index:251664384;mso-wrap-edited:f" coordsize="48,48" wrapcoords="-16 0 -16 32 64 32 48 0 -16 0" path="m24,r9,5l43,10r5,4l48,24r,10l43,43,33,48r-9,l14,48,4,43,,34,,24,,14,4,10,14,5,24,xe" fillcolor="#00a7d1" stroked="f">
          <v:path arrowok="t"/>
        </v:shape>
      </w:pict>
    </w:r>
    <w:r>
      <w:rPr>
        <w:noProof/>
      </w:rPr>
      <w:pict w14:anchorId="1881DA99">
        <v:shape id="_x0000_s1195" style="position:absolute;margin-left:80pt;margin-top:-266.55pt;width:2.4pt;height:2.4pt;z-index:251661312;mso-wrap-edited:f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48ABE2DE">
        <v:shape id="_x0000_s1194" style="position:absolute;margin-left:287.05pt;margin-top:-56.25pt;width:2.4pt;height:2.4pt;z-index:251660288;mso-wrap-edited:f" coordsize="48,48" wrapcoords="-16 0 -16 32 64 32 48 0 -16 0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052B3CD6">
        <v:shape id="_x0000_s1191" style="position:absolute;margin-left:80pt;margin-top:-261.75pt;width:2.4pt;height:2.65pt;z-index:251657216;mso-wrap-edited:f" coordsize="48,53" wrapcoords="-16 0 -16 40 48 40 48 0 -16 0" path="m,24l,19,5,9,14,5,24,,34,5r4,4l43,19r5,5l43,33,38,43r-4,5l24,53,14,48,5,43,,33,,24xe" fillcolor="#00a7d1" stroked="f">
          <v:path arrowok="t"/>
        </v:shape>
      </w:pict>
    </w:r>
    <w:r>
      <w:rPr>
        <w:noProof/>
      </w:rPr>
      <w:pict w14:anchorId="66C99D94">
        <v:shape id="_x0000_s1190" style="position:absolute;margin-left:282.25pt;margin-top:-56.25pt;width:2.4pt;height:2.4pt;z-index:251656192;mso-wrap-edited:f" coordsize="48,48" wrapcoords="-16 0 -16 32 64 32 48 0 -16 0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5FAF2DAD">
        <v:shape id="_x0000_s1187" style="position:absolute;margin-left:80pt;margin-top:-256.7pt;width:2.4pt;height:2.35pt;z-index:251653120;mso-wrap-edited:f" coordsize="48,47" wrapcoords="-16 0 -16 31 48 31 48 0 -16 0" path="m,23l,14,5,4,14,,24,,34,r4,4l43,14r5,9l43,33r-5,5l34,43,24,47,14,43,5,38,,33,,23xe" fillcolor="#00a7d1" stroked="f">
          <v:path arrowok="t"/>
        </v:shape>
      </w:pict>
    </w:r>
    <w:r>
      <w:rPr>
        <w:noProof/>
      </w:rPr>
      <w:pict w14:anchorId="5E7829CD">
        <v:shape id="_x0000_s1186" style="position:absolute;margin-left:277.2pt;margin-top:-56.25pt;width:2.4pt;height:2.4pt;z-index:251652096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42E88327">
        <v:shape id="_x0000_s1183" style="position:absolute;margin-left:80pt;margin-top:-251.95pt;width:2.4pt;height:2.4pt;z-index:251649024;mso-wrap-edited:f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 w14:anchorId="6CFC354C">
        <v:shape id="_x0000_s1182" style="position:absolute;margin-left:272.4pt;margin-top:-56.25pt;width:2.4pt;height:2.4pt;z-index:251648000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 w14:anchorId="2295A56A">
        <v:shape id="_x0000_s1179" style="position:absolute;margin-left:80pt;margin-top:-247.15pt;width:2.4pt;height:2.4pt;z-index:251644928;mso-wrap-edited:f" coordsize="48,48" wrapcoords="-16 0 -16 32 64 32 48 0 -16 0" path="m,24l,15,5,10,14,,24,,34,r4,10l43,15r5,9l43,34,38,44r-4,4l24,48r-10,l5,44,,34,,24xe" fillcolor="#00a7d1" stroked="f">
          <v:path arrowok="t"/>
        </v:shape>
      </w:pict>
    </w:r>
    <w:r>
      <w:rPr>
        <w:noProof/>
      </w:rPr>
      <w:pict w14:anchorId="61F79046">
        <v:shape id="_x0000_s1178" style="position:absolute;margin-left:267.6pt;margin-top:-56.25pt;width:2.4pt;height:2.4pt;z-index:251643904;mso-wrap-edited:f" coordsize="48,48" wrapcoords="-16 0 -16 32 64 32 48 0 -16 0" path="m24,l34,5r9,5l48,14r,10l48,34r-5,9l34,48r-10,l14,48,5,43,,34,,24,,14,5,10,14,5,24,xe" fillcolor="#00a7d1" stroked="f">
          <v:path arrowok="t"/>
        </v:shape>
      </w:pict>
    </w:r>
    <w:r>
      <w:rPr>
        <w:noProof/>
      </w:rPr>
      <w:pict w14:anchorId="7166B32E">
        <v:shape id="_x0000_s1175" style="position:absolute;margin-left:80pt;margin-top:-242.35pt;width:2.4pt;height:2.4pt;z-index:251640832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0BF4DF2E">
        <v:shape id="_x0000_s1174" style="position:absolute;margin-left:262.8pt;margin-top:-56.25pt;width:2.4pt;height:2.4pt;z-index:251639808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4C2297BD">
        <v:shape id="_x0000_s1171" style="position:absolute;margin-left:80pt;margin-top:-237.55pt;width:2.4pt;height:2.65pt;z-index:251636736;mso-wrap-edited:f" coordsize="48,53" wrapcoords="-16 0 -16 40 48 40 48 0 -16 0" path="m,29l,19,5,10,14,5,24,,34,5r4,5l43,19r5,10l43,34r-5,9l34,48,24,53,14,48,5,43,,34,,29xe" fillcolor="#00a7d1" stroked="f">
          <v:path arrowok="t"/>
        </v:shape>
      </w:pict>
    </w:r>
    <w:r>
      <w:rPr>
        <w:noProof/>
      </w:rPr>
      <w:pict w14:anchorId="6624180E">
        <v:shape id="_x0000_s1170" style="position:absolute;margin-left:258pt;margin-top:-56.25pt;width:2.4pt;height:2.4pt;z-index:251635712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 w14:anchorId="11BBCE98">
        <v:shape id="_x0000_s1167" style="position:absolute;margin-left:80pt;margin-top:-232.5pt;width:2.4pt;height:2.4pt;z-index:251632640;mso-wrap-edited:f" coordsize="48,48" wrapcoords="-16 0 -16 32 48 32 48 0 -16 0" path="m,24l,14,5,5,14,,24,,34,r4,5l43,14r5,10l43,34r-5,4l34,43,24,48,14,43,5,38,,34,,24xe" fillcolor="#00a7d1" stroked="f">
          <v:path arrowok="t"/>
        </v:shape>
      </w:pict>
    </w:r>
    <w:r>
      <w:rPr>
        <w:noProof/>
      </w:rPr>
      <w:pict w14:anchorId="6CF15A35">
        <v:shape id="_x0000_s1166" style="position:absolute;margin-left:252.95pt;margin-top:-56.25pt;width:2.4pt;height:2.4pt;z-index:251631616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021E9DEA">
        <v:shape id="_x0000_s1163" style="position:absolute;margin-left:80pt;margin-top:-227.7pt;width:2.4pt;height:2.4pt;z-index:251628544;mso-wrap-edited:f" coordsize="48,48" wrapcoords="-16 0 -16 32 64 32 48 0 -16 0" path="m,24l,14,5,5,14,,24,,34,r4,5l43,14r5,10l43,33,38,43r-4,5l24,48r-10,l5,43,,33,,24xe" fillcolor="#00a7d1" stroked="f">
          <v:path arrowok="t"/>
        </v:shape>
      </w:pict>
    </w:r>
    <w:r>
      <w:rPr>
        <w:noProof/>
      </w:rPr>
      <w:pict w14:anchorId="6B9CDAD2">
        <v:shape id="_x0000_s1162" style="position:absolute;margin-left:248.15pt;margin-top:-56.25pt;width:2.4pt;height:2.4pt;z-index:251627520;mso-wrap-edited:f" coordsize="48,48" wrapcoords="-16 0 -16 32 64 32 48 0 -16 0" path="m24,l34,5r10,5l48,14r,10l48,34r-4,9l34,48r-10,l15,48,10,43,,34,,24,,14,10,10,15,5,24,xe" fillcolor="#00a7d1" stroked="f">
          <v:path arrowok="t"/>
        </v:shape>
      </w:pict>
    </w:r>
    <w:r>
      <w:rPr>
        <w:noProof/>
      </w:rPr>
      <w:pict w14:anchorId="7B8388B3">
        <v:shape id="_x0000_s1159" style="position:absolute;margin-left:80pt;margin-top:-222.9pt;width:2.4pt;height:2.4pt;z-index:251624448;mso-wrap-edited:f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002026DA">
        <v:shape id="_x0000_s1158" style="position:absolute;margin-left:243.4pt;margin-top:-56.25pt;width:2.35pt;height:2.4pt;z-index:251623424;mso-wrap-edited:f" coordsize="47,48" wrapcoords="-16 0 -16 32 63 32 47 0 -16 0" path="m23,l33,5r10,5l47,14r,10l47,34r-4,9l33,48r-10,l14,48,4,43,,34,,24,,14,4,10,14,5,23,xe" fillcolor="#00a7d1" stroked="f">
          <v:path arrowok="t"/>
        </v:shape>
      </w:pict>
    </w:r>
    <w:r>
      <w:rPr>
        <w:noProof/>
      </w:rPr>
      <w:pict w14:anchorId="6C7F3B5B">
        <v:shape id="_x0000_s1155" style="position:absolute;margin-left:80pt;margin-top:-218.1pt;width:2.4pt;height:2.4pt;z-index:251620352;mso-wrap-edited:f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 w14:anchorId="6814FACF">
        <v:shape id="_x0000_s1154" style="position:absolute;margin-left:238.6pt;margin-top:-56.25pt;width:2.4pt;height:2.4pt;z-index:251619328;mso-wrap-edited:f" coordsize="48,48" wrapcoords="-16 0 -16 32 64 32 48 0 -16 0" path="m24,r9,5l38,10r5,4l48,24,43,34r-5,9l33,48r-9,l14,48,4,43,,34,,24,,14,4,10,14,5,24,xe" fillcolor="#00a7d1" stroked="f">
          <v:path arrowok="t"/>
        </v:shape>
      </w:pict>
    </w:r>
    <w:r>
      <w:rPr>
        <w:noProof/>
      </w:rPr>
      <w:pict w14:anchorId="07E6BCE1">
        <v:shape id="_x0000_s1151" style="position:absolute;margin-left:80pt;margin-top:-213.1pt;width:2.4pt;height:2.4pt;z-index:251616256;mso-wrap-edited:f" coordsize="48,48" wrapcoords="-16 0 -16 32 48 32 48 0 -16 0" path="m,24l,15,5,5,14,,24,,34,r4,5l43,15r5,9l43,34r-5,5l34,44,24,48,14,44,5,39,,34,,24xe" fillcolor="#00a7d1" stroked="f">
          <v:path arrowok="t"/>
        </v:shape>
      </w:pict>
    </w:r>
    <w:r>
      <w:rPr>
        <w:noProof/>
      </w:rPr>
      <w:pict w14:anchorId="39E8C9DF">
        <v:shape id="_x0000_s1150" style="position:absolute;margin-left:233.55pt;margin-top:-56.25pt;width:2.65pt;height:2.4pt;z-index:251615232;mso-wrap-edited:f" coordsize="53,48" wrapcoords="-13 0 -13 32 66 32 40 0 -13 0" path="m29,r4,5l43,10r5,4l53,24,48,34r-5,9l33,48r-4,l19,48,9,43,5,34,,24,5,14,9,10,19,5,29,xe" fillcolor="#00a7d1" stroked="f">
          <v:path arrowok="t"/>
        </v:shape>
      </w:pict>
    </w:r>
    <w:r>
      <w:rPr>
        <w:noProof/>
      </w:rPr>
      <w:pict w14:anchorId="32954A74">
        <v:shape id="_x0000_s1147" style="position:absolute;margin-left:80pt;margin-top:-208.3pt;width:2.4pt;height:2.4pt;z-index:251612160;mso-wrap-edited:f" coordsize="48,48" wrapcoords="-16 0 -16 32 48 32 48 0 -16 0" path="m,24l,15,5,5,14,,24,,34,r4,5l43,15r5,9l43,34r-5,5l34,44,24,48,14,44,5,39,,34,,24xe" fillcolor="#00a7d1" stroked="f">
          <v:path arrowok="t"/>
        </v:shape>
      </w:pict>
    </w:r>
    <w:r>
      <w:rPr>
        <w:noProof/>
      </w:rPr>
      <w:pict w14:anchorId="245600D6">
        <v:shape id="_x0000_s1146" style="position:absolute;margin-left:228.75pt;margin-top:-56.25pt;width:2.4pt;height:2.4pt;z-index:251611136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126ACA2B">
        <v:shape id="_x0000_s1143" style="position:absolute;margin-left:80pt;margin-top:-203.5pt;width:2.4pt;height:2.4pt;z-index:251608064;mso-wrap-edited:f" coordsize="48,48" wrapcoords="-16 0 -16 32 64 32 48 0 -16 0" path="m,24l,15,5,5,14,,24,,34,r4,5l43,15r5,9l43,34r-5,9l34,48r-10,l14,48,5,43,,34,,24xe" fillcolor="#00a7d1" stroked="f">
          <v:path arrowok="t"/>
        </v:shape>
      </w:pict>
    </w:r>
    <w:r>
      <w:rPr>
        <w:noProof/>
      </w:rPr>
      <w:pict w14:anchorId="25DA7E7B">
        <v:shape id="_x0000_s1142" style="position:absolute;margin-left:223.95pt;margin-top:-56.25pt;width:2.4pt;height:2.4pt;z-index:251607040;mso-wrap-edited:f" coordsize="48,48" wrapcoords="-16 0 -16 32 64 32 48 0 -16 0" path="m24,l34,5r9,5l48,14r,10l48,34r-5,9l34,48r-10,l14,48,10,43,,34,,24,,14,10,10,14,5,24,xe" fillcolor="#00a7d1" stroked="f">
          <v:path arrowok="t"/>
        </v:shape>
      </w:pict>
    </w:r>
    <w:r>
      <w:rPr>
        <w:noProof/>
      </w:rPr>
      <w:pict w14:anchorId="4A330AA0">
        <v:shape id="_x0000_s1139" style="position:absolute;margin-left:80pt;margin-top:-198.7pt;width:2.4pt;height:2.4pt;z-index:251603968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232B8314">
        <v:shape id="_x0000_s1138" style="position:absolute;margin-left:219.15pt;margin-top:-56.25pt;width:2.4pt;height:2.4pt;z-index:251602944;mso-wrap-edited:f" coordsize="48,48" wrapcoords="-16 0 -16 32 64 32 48 0 -16 0" path="m24,l34,5r4,5l48,14r,10l48,34,38,43r-4,5l24,48r-10,l5,43,,34,,24,,14,5,10,14,5,24,xe" fillcolor="#00a7d1" stroked="f">
          <v:path arrowok="t"/>
        </v:shape>
      </w:pict>
    </w:r>
    <w:r>
      <w:rPr>
        <w:noProof/>
      </w:rPr>
      <w:pict w14:anchorId="57505FC5">
        <v:shape id="_x0000_s1136" style="position:absolute;margin-left:80pt;margin-top:-407.1pt;width:2.4pt;height:2.4pt;z-index:251600896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4176E9AC">
        <v:shape id="_x0000_s1135" style="position:absolute;margin-left:80pt;margin-top:-193.9pt;width:2.4pt;height:2.4pt;z-index:251599872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09EF54E9">
        <v:shape id="_x0000_s1134" style="position:absolute;margin-left:214.35pt;margin-top:-56.25pt;width:2.4pt;height:2.4pt;z-index:251598848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3D9937ED">
        <v:shape id="_x0000_s1132" style="position:absolute;margin-left:80pt;margin-top:-402.05pt;width:2.4pt;height:2.4pt;z-index:251596800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3A034B4D">
        <v:shape id="_x0000_s1131" style="position:absolute;margin-left:80pt;margin-top:-188.85pt;width:2.4pt;height:2.4pt;z-index:251595776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2B6C9866">
        <v:shape id="_x0000_s1130" style="position:absolute;margin-left:209.3pt;margin-top:-56.25pt;width:2.65pt;height:2.4pt;z-index:251594752;mso-wrap-edited:f" coordsize="53,48" wrapcoords="-13 0 -13 32 66 32 53 0 -13 0" path="m24,l34,5r9,5l48,14r5,10l48,34r-5,9l34,48r-10,l19,48,10,43,5,34,,24,5,14r5,-4l19,5,24,xe" fillcolor="#00a7d1" stroked="f">
          <v:path arrowok="t"/>
        </v:shape>
      </w:pict>
    </w:r>
    <w:r>
      <w:rPr>
        <w:noProof/>
      </w:rPr>
      <w:pict w14:anchorId="001F4937">
        <v:shape id="_x0000_s1128" style="position:absolute;margin-left:80pt;margin-top:-397.25pt;width:2.4pt;height:2.4pt;z-index:25159270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4B487362">
        <v:shape id="_x0000_s1127" style="position:absolute;margin-left:80pt;margin-top:-184.05pt;width:2.4pt;height:2.4pt;z-index:251591680;mso-wrap-edited:f" coordsize="48,48" wrapcoords="-16 0 -16 32 48 32 48 0 -16 0" path="m,24l,14,5,5,14,,24,,34,r4,5l43,14r5,10l43,33r-5,5l34,48r-10,l14,48,5,38,,33,,24xe" fillcolor="#00a7d1" stroked="f">
          <v:path arrowok="t"/>
        </v:shape>
      </w:pict>
    </w:r>
    <w:r>
      <w:rPr>
        <w:noProof/>
      </w:rPr>
      <w:pict w14:anchorId="357F5D7B">
        <v:shape id="_x0000_s1126" style="position:absolute;margin-left:204.5pt;margin-top:-56.25pt;width:2.4pt;height:2.4pt;z-index:251590656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 w14:anchorId="7232089A">
        <v:shape id="_x0000_s1124" style="position:absolute;margin-left:80pt;margin-top:-392.45pt;width:2.4pt;height:2.4pt;z-index:251588608;mso-wrap-edited:f" coordsize="48,48" wrapcoords="-16 0 -16 32 64 32 48 0 -16 0" path="m,24l,14,5,5,14,,24,,34,r4,5l43,14r5,10l43,33,38,43r-4,5l24,48r-10,l5,43,,33,,24xe" fillcolor="#00a7d1" stroked="f">
          <v:path arrowok="t"/>
        </v:shape>
      </w:pict>
    </w:r>
    <w:r>
      <w:rPr>
        <w:noProof/>
      </w:rPr>
      <w:pict w14:anchorId="048102BF">
        <v:shape id="_x0000_s1123" style="position:absolute;margin-left:80pt;margin-top:-179.25pt;width:2.4pt;height:2.4pt;z-index:251587584;mso-wrap-edited:f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 w14:anchorId="6453042B">
        <v:shape id="_x0000_s1122" style="position:absolute;margin-left:199.7pt;margin-top:-56.25pt;width:2.4pt;height:2.4pt;z-index:251586560;mso-wrap-edited:f" coordsize="48,48" wrapcoords="-16 0 -16 32 64 32 48 0 -16 0" path="m24,l34,5r10,5l48,14r,10l48,34r-4,9l34,48r-10,l15,48,10,43,,34,,24,,14,10,10,15,5,24,xe" fillcolor="#00a7d1" stroked="f">
          <v:path arrowok="t"/>
        </v:shape>
      </w:pict>
    </w:r>
    <w:r>
      <w:rPr>
        <w:noProof/>
      </w:rPr>
      <w:pict w14:anchorId="5FD3DAF5">
        <v:shape id="_x0000_s1120" style="position:absolute;margin-left:80pt;margin-top:-387.65pt;width:2.4pt;height:2.4pt;z-index:251584512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5D83D413">
        <v:shape id="_x0000_s1119" style="position:absolute;margin-left:80pt;margin-top:-174.45pt;width:2.4pt;height:2.4pt;z-index:251583488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256BCC66">
        <v:shape id="_x0000_s1118" style="position:absolute;margin-left:194.9pt;margin-top:-56.25pt;width:2.4pt;height:2.4pt;z-index:251582464;mso-wrap-edited:f" coordsize="48,48" wrapcoords="-16 0 -16 32 64 32 48 0 -16 0" path="m24,l34,5r5,5l48,14r,10l48,34r-9,9l34,48r-10,l15,48,5,43,,34,,24,,14,5,10,15,5,24,xe" fillcolor="#00a7d1" stroked="f">
          <v:path arrowok="t"/>
        </v:shape>
      </w:pict>
    </w:r>
    <w:r>
      <w:rPr>
        <w:noProof/>
      </w:rPr>
      <w:pict w14:anchorId="338D2352">
        <v:shape id="_x0000_s1116" style="position:absolute;margin-left:80pt;margin-top:-382.85pt;width:2.4pt;height:2.6pt;z-index:251580416;mso-wrap-edited:f" coordsize="48,52" wrapcoords="-16 0 -16 35 48 35 48 0 -16 0" path="m,24l,14,5,9,14,4,24,,34,4r4,5l43,14r5,10l43,33,38,43r-4,5l24,52,14,48,5,43,,33,,24xe" fillcolor="#00a7d1" stroked="f">
          <v:path arrowok="t"/>
        </v:shape>
      </w:pict>
    </w:r>
    <w:r>
      <w:rPr>
        <w:noProof/>
      </w:rPr>
      <w:pict w14:anchorId="4890D874">
        <v:shape id="_x0000_s1115" style="position:absolute;margin-left:80pt;margin-top:-169.65pt;width:2.4pt;height:2.6pt;z-index:251579392;mso-wrap-edited:f" coordsize="48,52" wrapcoords="-16 0 -16 35 48 35 48 0 -16 0" path="m,24l,19,5,9,14,4,24,,34,4r4,5l43,19r5,5l43,33,38,43r-4,5l24,52,14,48,5,43,,33,,24xe" fillcolor="#00a7d1" stroked="f">
          <v:path arrowok="t"/>
        </v:shape>
      </w:pict>
    </w:r>
    <w:r>
      <w:rPr>
        <w:noProof/>
      </w:rPr>
      <w:pict w14:anchorId="77CCC7E8">
        <v:shape id="_x0000_s1114" style="position:absolute;margin-left:190.15pt;margin-top:-56.25pt;width:2.35pt;height:2.4pt;z-index:251578368;mso-wrap-edited:f" coordsize="47,48" wrapcoords="-16 0 -16 32 63 32 47 0 -16 0" path="m23,l33,5r5,5l43,14r4,10l43,34r-5,9l33,48r-10,l14,48,4,43,,34,,24,,14,4,10,14,5,23,xe" fillcolor="#00a7d1" stroked="f">
          <v:path arrowok="t"/>
        </v:shape>
      </w:pict>
    </w:r>
    <w:r>
      <w:rPr>
        <w:noProof/>
      </w:rPr>
      <w:pict w14:anchorId="061E1375">
        <v:shape id="_x0000_s1112" style="position:absolute;margin-left:80pt;margin-top:-377.85pt;width:2.4pt;height:2.4pt;z-index:251576320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4ADD32DD">
        <v:shape id="_x0000_s1111" style="position:absolute;margin-left:80pt;margin-top:-164.65pt;width:2.4pt;height:2.4pt;z-index:251575296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22F52D71">
        <v:shape id="_x0000_s1110" style="position:absolute;margin-left:185.1pt;margin-top:-56.25pt;width:2.65pt;height:2.4pt;z-index:251574272;mso-wrap-edited:f" coordsize="53,48" wrapcoords="-13 0 -13 32 66 32 40 0 -13 0" path="m24,r9,5l43,10r5,4l53,24,48,34r-5,9l33,48r-9,l14,48,9,43,5,34,,24,5,14,9,10,14,5,24,xe" fillcolor="#00a7d1" stroked="f">
          <v:path arrowok="t"/>
        </v:shape>
      </w:pict>
    </w:r>
    <w:r>
      <w:rPr>
        <w:noProof/>
      </w:rPr>
      <w:pict w14:anchorId="32DD03C5">
        <v:shape id="_x0000_s1108" style="position:absolute;margin-left:80pt;margin-top:-373.05pt;width:2.4pt;height:2.4pt;z-index:251572224;mso-wrap-edited:f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 w14:anchorId="63E66D7D">
        <v:shape id="_x0000_s1107" style="position:absolute;margin-left:80pt;margin-top:-159.85pt;width:2.4pt;height:2.4pt;z-index:251571200;mso-wrap-edited:f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 w14:anchorId="1A0334D8">
        <v:shape id="_x0000_s1106" style="position:absolute;margin-left:180.3pt;margin-top:-56.25pt;width:2.4pt;height:2.4pt;z-index:251570176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080F138B">
        <v:shape id="_x0000_s1104" style="position:absolute;margin-left:80pt;margin-top:-368.25pt;width:2.4pt;height:2.4pt;z-index:251568128;mso-wrap-edited:f" coordsize="48,48" wrapcoords="-16 0 -16 32 64 32 48 0 -16 0" path="m,24l,15,5,10,14,,24,,34,r4,10l43,15r5,9l43,34r-5,9l34,48r-10,l14,48,5,43,,34,,24xe" fillcolor="#00a7d1" stroked="f">
          <v:path arrowok="t"/>
        </v:shape>
      </w:pict>
    </w:r>
    <w:r>
      <w:rPr>
        <w:noProof/>
      </w:rPr>
      <w:pict w14:anchorId="456D8381">
        <v:shape id="_x0000_s1103" style="position:absolute;margin-left:80pt;margin-top:-155.05pt;width:2.4pt;height:2.4pt;z-index:251567104;mso-wrap-edited:f" coordsize="48,48" wrapcoords="-16 0 -16 32 64 32 48 0 -16 0" path="m,24l,15,5,10,14,,24,,34,r4,10l43,15r5,9l43,34r-5,9l34,48r-10,l14,48,5,43,,34,,24xe" fillcolor="#00a7d1" stroked="f">
          <v:path arrowok="t"/>
        </v:shape>
      </w:pict>
    </w:r>
    <w:r>
      <w:rPr>
        <w:noProof/>
      </w:rPr>
      <w:pict w14:anchorId="155AB4B2">
        <v:shape id="_x0000_s1102" style="position:absolute;margin-left:80pt;margin-top:-130.35pt;width:2.4pt;height:2.4pt;z-index:251566080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53D2D96B">
        <v:shape id="_x0000_s1101" style="position:absolute;margin-left:175.5pt;margin-top:-56.25pt;width:2.4pt;height:2.4pt;z-index:251565056;mso-wrap-edited:f" coordsize="48,48" wrapcoords="-16 0 -16 32 64 32 48 0 -16 0" path="m24,r9,5l43,10r5,4l48,24r,10l43,43,33,48r-9,l14,48,5,43,,34,,24,,14,5,10,14,5,24,xe" fillcolor="#00a7d1" stroked="f">
          <v:path arrowok="t"/>
        </v:shape>
      </w:pict>
    </w:r>
    <w:r>
      <w:rPr>
        <w:noProof/>
      </w:rPr>
      <w:pict w14:anchorId="5AEBC605">
        <v:shape id="_x0000_s1099" style="position:absolute;margin-left:80pt;margin-top:-363.45pt;width:2.4pt;height:2.4pt;z-index:251563008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 w14:anchorId="22189A17">
        <v:shape id="_x0000_s1098" style="position:absolute;margin-left:80pt;margin-top:-150.25pt;width:2.4pt;height:2.4pt;z-index:251561984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24DC29E4">
        <v:shape id="_x0000_s1097" style="position:absolute;margin-left:80pt;margin-top:-125.55pt;width:2.4pt;height:2.65pt;z-index:251560960;mso-wrap-edited:f" coordsize="48,53" wrapcoords="-16 0 -16 40 48 40 48 0 -16 0" path="m,24l,15,5,10,14,5,24,,34,5r4,5l43,15r5,9l43,34r-5,9l34,48,24,53,14,48,5,43,,34,,24xe" fillcolor="#00a7d1" stroked="f">
          <v:path arrowok="t"/>
        </v:shape>
      </w:pict>
    </w:r>
    <w:r>
      <w:rPr>
        <w:noProof/>
      </w:rPr>
      <w:pict w14:anchorId="2D3FD8E2">
        <v:shape id="_x0000_s1096" style="position:absolute;margin-left:170.7pt;margin-top:-56.25pt;width:2.4pt;height:2.4pt;z-index:251559936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057033C4">
        <v:shape id="_x0000_s1094" style="position:absolute;margin-left:80pt;margin-top:-358.65pt;width:2.4pt;height:2.65pt;z-index:251557888;mso-wrap-edited:f" coordsize="48,53" wrapcoords="-16 0 -16 40 48 40 48 0 -16 0" path="m,29l,19,5,10,14,5,24,,34,5r4,5l43,19r5,10l43,34r-5,9l34,48,24,53,14,48,5,43,,34,,29xe" fillcolor="#00a7d1" stroked="f">
          <v:path arrowok="t"/>
        </v:shape>
      </w:pict>
    </w:r>
    <w:r>
      <w:rPr>
        <w:noProof/>
      </w:rPr>
      <w:pict w14:anchorId="3C7E9BA1">
        <v:shape id="_x0000_s1093" style="position:absolute;margin-left:80pt;margin-top:-145.2pt;width:2.4pt;height:2.4pt;z-index:25155686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60253685">
        <v:shape id="_x0000_s1092" style="position:absolute;margin-left:80pt;margin-top:-120.5pt;width:2.4pt;height:2.4pt;z-index:251555840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0EA96DA7">
        <v:shape id="_x0000_s1091" style="position:absolute;margin-left:165.9pt;margin-top:-56.25pt;width:2.4pt;height:2.4pt;z-index:251554816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14E05146">
        <v:shape id="_x0000_s1089" style="position:absolute;margin-left:80pt;margin-top:-353.6pt;width:2.4pt;height:2.4pt;z-index:251552768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7C9AA758">
        <v:shape id="_x0000_s1088" style="position:absolute;margin-left:80pt;margin-top:-140.4pt;width:2.4pt;height:2.4pt;z-index:25155174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5412CEA8">
        <v:shape id="_x0000_s1087" style="position:absolute;margin-left:80pt;margin-top:-115.7pt;width:2.4pt;height:2.4pt;z-index:251550720;mso-wrap-edited:f" coordsize="48,48" wrapcoords="-16 0 -16 32 48 32 48 0 -16 0" path="m,24l,14,5,5,14,,24,,34,r4,5l43,14r5,10l43,33r-5,5l34,48r-10,l14,48,5,38,,33,,24xe" fillcolor="#00a7d1" stroked="f">
          <v:path arrowok="t"/>
        </v:shape>
      </w:pict>
    </w:r>
    <w:r>
      <w:rPr>
        <w:noProof/>
      </w:rPr>
      <w:pict w14:anchorId="708EEE40">
        <v:shape id="_x0000_s1086" style="position:absolute;margin-left:160.85pt;margin-top:-56.25pt;width:2.4pt;height:2.4pt;z-index:251549696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36570AAE">
        <v:shape id="_x0000_s1084" style="position:absolute;margin-left:80pt;margin-top:-348.8pt;width:2.4pt;height:2.4pt;z-index:251547648;mso-wrap-edited:f" coordsize="48,48" wrapcoords="-16 0 -16 32 48 32 48 0 -16 0" path="m,24l,14,5,4,14,,24,,34,r4,4l43,14r5,10l43,33r-5,5l34,48r-10,l14,48,5,38,,33,,24xe" fillcolor="#00a7d1" stroked="f">
          <v:path arrowok="t"/>
        </v:shape>
      </w:pict>
    </w:r>
    <w:r>
      <w:rPr>
        <w:noProof/>
      </w:rPr>
      <w:pict w14:anchorId="444191BF">
        <v:shape id="_x0000_s1083" style="position:absolute;margin-left:80pt;margin-top:-135.6pt;width:2.4pt;height:2.4pt;z-index:251546624;mso-wrap-edited:f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 w14:anchorId="228132BE">
        <v:shape id="_x0000_s1082" style="position:absolute;margin-left:80pt;margin-top:-110.9pt;width:2.4pt;height:2.4pt;z-index:251545600;mso-wrap-edited:f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 w14:anchorId="51845B25">
        <v:shape id="_x0000_s1081" style="position:absolute;margin-left:156.05pt;margin-top:-56.25pt;width:2.4pt;height:2.4pt;z-index:251544576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5DA97627">
        <v:shape id="_x0000_s1079" style="position:absolute;margin-left:80pt;margin-top:-344pt;width:2.4pt;height:2.4pt;z-index:251542528;mso-wrap-edited:f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 w14:anchorId="49269C98">
        <v:shape id="_x0000_s1078" style="position:absolute;margin-left:80pt;margin-top:-105.15pt;width:2.4pt;height:2.4pt;z-index:25154150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695258AB">
        <v:shape id="_x0000_s1077" style="position:absolute;margin-left:151.25pt;margin-top:-56.25pt;width:2.4pt;height:2.4pt;z-index:251540480;mso-wrap-edited:f" coordsize="48,48" wrapcoords="-16 0 -16 32 64 32 48 0 -16 0" path="m24,l34,5r10,5l48,14r,10l48,34r-4,9l34,48r-10,l15,48,5,43,,34,,24,,14,5,10,15,5,24,xe" fillcolor="#00a7d1" stroked="f">
          <v:path arrowok="t"/>
        </v:shape>
      </w:pict>
    </w:r>
    <w:r>
      <w:rPr>
        <w:noProof/>
      </w:rPr>
      <w:pict w14:anchorId="17209614">
        <v:shape id="_x0000_s1075" style="position:absolute;margin-left:80pt;margin-top:-339.2pt;width:2.4pt;height:2.4pt;z-index:251538432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582A3DB4">
        <v:shape id="_x0000_s1074" style="position:absolute;margin-left:80pt;margin-top:-100.35pt;width:2.4pt;height:2.4pt;z-index:251537408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678E0452">
        <v:shape id="_x0000_s1073" style="position:absolute;margin-left:146.45pt;margin-top:-56.25pt;width:2.4pt;height:2.4pt;z-index:251536384;mso-wrap-edited:f" coordsize="48,48" wrapcoords="-16 0 -16 32 64 32 48 0 -16 0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4E48A723">
        <v:shape id="_x0000_s1071" style="position:absolute;margin-left:80pt;margin-top:-334.2pt;width:2.4pt;height:2.4pt;z-index:251534336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5440D264">
        <v:shape id="_x0000_s1070" style="position:absolute;margin-left:80pt;margin-top:-95.55pt;width:2.4pt;height:2.4pt;z-index:251533312;mso-wrap-edited:f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 w14:anchorId="55D416A6">
        <v:shape id="_x0000_s1069" style="position:absolute;margin-left:141.65pt;margin-top:-56.25pt;width:2.4pt;height:2.4pt;z-index:251532288;mso-wrap-edited:f" coordsize="48,48" wrapcoords="-16 0 -16 32 64 32 48 0 -16 0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4475D3B8">
        <v:shape id="_x0000_s1067" style="position:absolute;margin-left:80pt;margin-top:-329.4pt;width:2.4pt;height:2.4pt;z-index:251530240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77480585">
        <v:shape id="_x0000_s1066" style="position:absolute;margin-left:80pt;margin-top:-90.75pt;width:2.4pt;height:2.4pt;z-index:251529216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 w14:anchorId="2108AAB1">
        <v:shape id="_x0000_s1065" style="position:absolute;margin-left:136.65pt;margin-top:-56.25pt;width:2.4pt;height:2.4pt;z-index:251528192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64890704">
        <v:shape id="_x0000_s1063" style="position:absolute;margin-left:80pt;margin-top:-324.6pt;width:2.4pt;height:2.4pt;z-index:251526144;mso-wrap-edited:f" coordsize="48,48" wrapcoords="-16 0 -16 32 64 32 48 0 -16 0" path="m,24l,15,5,5,14,,24,,34,r4,5l43,15r5,9l43,34r-5,9l34,48r-10,l14,48,5,43,,34,,24xe" fillcolor="#00a7d1" stroked="f">
          <v:path arrowok="t"/>
        </v:shape>
      </w:pict>
    </w:r>
    <w:r>
      <w:rPr>
        <w:noProof/>
      </w:rPr>
      <w:pict w14:anchorId="77DEFF90">
        <v:shape id="_x0000_s1062" style="position:absolute;margin-left:80pt;margin-top:-85.95pt;width:2.4pt;height:2.35pt;z-index:251525120;mso-wrap-edited:f" coordsize="48,47" wrapcoords="-16 0 -16 31 64 31 48 0 -16 0" path="m,24l,14,5,9,14,4,24,,34,4r4,5l43,14r5,10l43,33,38,43r-4,4l24,47r-10,l5,43,,33,,24xe" fillcolor="#00a7d1" stroked="f">
          <v:path arrowok="t"/>
        </v:shape>
      </w:pict>
    </w:r>
    <w:r>
      <w:rPr>
        <w:noProof/>
      </w:rPr>
      <w:pict w14:anchorId="40FF32B8">
        <v:shape id="_x0000_s1061" style="position:absolute;margin-left:131.85pt;margin-top:-56.25pt;width:2.4pt;height:2.4pt;z-index:251524096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 w14:anchorId="19499CFB">
        <v:shape id="_x0000_s1059" style="position:absolute;margin-left:80pt;margin-top:-319.8pt;width:2.4pt;height:2.4pt;z-index:251522048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3817FE62">
        <v:shape id="_x0000_s1058" style="position:absolute;margin-left:80pt;margin-top:-80.95pt;width:2.4pt;height:2.4pt;z-index:251521024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0B86CE18">
        <v:shape id="_x0000_s1057" style="position:absolute;margin-left:127.05pt;margin-top:-56.25pt;width:2.4pt;height:2.4pt;z-index:251520000;mso-wrap-edited:f" coordsize="48,48" wrapcoords="-16 0 -16 32 64 32 48 0 -16 0" path="m24,r9,5l43,10r5,4l48,24r,10l43,43,33,48r-9,l14,48,5,43,,34,,24,,14,5,10,14,5,24,xe" fillcolor="#00a7d1" stroked="f">
          <v:path arrowok="t"/>
        </v:shape>
      </w:pict>
    </w:r>
    <w:r>
      <w:rPr>
        <w:noProof/>
      </w:rPr>
      <w:pict w14:anchorId="4D9D360D">
        <v:shape id="_x0000_s1055" style="position:absolute;margin-left:80pt;margin-top:-315pt;width:2.4pt;height:2.4pt;z-index:251517952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232F6791">
        <v:shape id="_x0000_s1054" style="position:absolute;margin-left:80pt;margin-top:-76.15pt;width:2.4pt;height:2.4pt;z-index:251516928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6CA4ED28">
        <v:shape id="_x0000_s1053" style="position:absolute;margin-left:122.25pt;margin-top:-56.25pt;width:2.4pt;height:2.4pt;z-index:251515904;mso-wrap-edited:f" coordsize="48,48" wrapcoords="-16 0 -16 32 64 32 48 0 -16 0" path="m24,r9,5l38,10r5,4l48,24,43,34r-5,9l33,48r-9,l14,48,5,43,,34,,24,,14,5,10,14,5,24,xe" fillcolor="#00a7d1" stroked="f">
          <v:path arrowok="t"/>
        </v:shape>
      </w:pict>
    </w:r>
    <w:r>
      <w:rPr>
        <w:noProof/>
      </w:rPr>
      <w:pict w14:anchorId="0E2AFC50">
        <v:shape id="_x0000_s1051" style="position:absolute;margin-left:80pt;margin-top:-309.95pt;width:2.4pt;height:2.4pt;z-index:251513856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 w14:anchorId="221E4861">
        <v:shape id="_x0000_s1050" style="position:absolute;margin-left:80pt;margin-top:-71.35pt;width:2.4pt;height:2.4pt;z-index:251512832;mso-wrap-edited:f" coordsize="48,48" wrapcoords="-16 0 -16 32 64 32 48 0 -16 0" path="m,24l,14,5,5,14,,24,,34,r4,5l43,14r5,10l43,34r-5,9l34,48r-10,l14,48,5,43,,34,,24xe" fillcolor="#00a7d1" stroked="f">
          <v:path arrowok="t"/>
        </v:shape>
      </w:pict>
    </w:r>
    <w:r>
      <w:rPr>
        <w:noProof/>
      </w:rPr>
      <w:pict w14:anchorId="7ECB775E">
        <v:shape id="_x0000_s1049" style="position:absolute;margin-left:117.45pt;margin-top:-56.25pt;width:2.4pt;height:2.4pt;z-index:251511808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 w14:anchorId="5EAF51F3">
        <v:shape id="_x0000_s1047" style="position:absolute;margin-left:80pt;margin-top:-305.15pt;width:2.4pt;height:2.4pt;z-index:251509760;mso-wrap-edited:f" coordsize="48,48" wrapcoords="-16 0 -16 32 48 32 48 0 -16 0" path="m,24l,14,5,4,14,,24,,34,r4,4l43,14r5,10l43,33r-5,5l34,43,24,48,14,43,5,38,,33,,24xe" fillcolor="#00a7d1" stroked="f">
          <v:path arrowok="t"/>
        </v:shape>
      </w:pict>
    </w:r>
    <w:r>
      <w:rPr>
        <w:noProof/>
      </w:rPr>
      <w:pict w14:anchorId="06E7BA69">
        <v:shape id="_x0000_s1046" style="position:absolute;margin-left:80pt;margin-top:-66.55pt;width:2.4pt;height:2.4pt;z-index:251508736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 w14:anchorId="02E70D8A">
        <v:shape id="_x0000_s1045" style="position:absolute;margin-left:112.4pt;margin-top:-56.25pt;width:2.4pt;height:2.4pt;z-index:251507712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 w14:anchorId="74FF0DDE">
        <v:shape id="_x0000_s1043" style="position:absolute;margin-left:80pt;margin-top:-300.35pt;width:2.4pt;height:2.4pt;z-index:251505664;mso-wrap-edited:f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 w14:anchorId="77C3FA54">
        <v:shape id="_x0000_s1042" style="position:absolute;margin-left:80pt;margin-top:-61.75pt;width:2.4pt;height:2.65pt;z-index:251504640;mso-wrap-edited:f" coordsize="48,53" wrapcoords="-16 0 -16 40 48 40 48 0 -16 0" path="m,24l,19,5,10,14,5,24,,34,5r4,5l43,19r5,5l43,34r-5,9l34,48,24,53,14,48,5,43,,34,,24xe" fillcolor="#00a7d1" stroked="f">
          <v:path arrowok="t"/>
        </v:shape>
      </w:pict>
    </w:r>
    <w:r>
      <w:rPr>
        <w:noProof/>
      </w:rPr>
      <w:pict w14:anchorId="34676306">
        <v:shape id="_x0000_s1041" style="position:absolute;margin-left:107.6pt;margin-top:-56.25pt;width:2.4pt;height:2.4pt;z-index:251503616;mso-wrap-edited:f" coordsize="48,48" wrapcoords="-16 0 -16 32 64 32 48 0 -16 0" path="m24,l34,5r9,5l48,14r,10l48,34r-5,9l34,48r-10,l15,48,10,43,,34,,24,,14,10,10,15,5,24,xe" fillcolor="#00a7d1" stroked="f">
          <v:path arrowok="t"/>
        </v:shape>
      </w:pict>
    </w:r>
    <w:r>
      <w:rPr>
        <w:noProof/>
      </w:rPr>
      <w:pict w14:anchorId="7D4EB66A">
        <v:shape id="_x0000_s1039" style="position:absolute;margin-left:80pt;margin-top:-295.6pt;width:2.4pt;height:2.4pt;z-index:251501568;mso-wrap-edited:f" coordsize="48,48" wrapcoords="-16 0 -16 32 64 32 48 0 -16 0" path="m,24l,15,5,10,14,5,24,,34,5r4,5l43,15r5,9l43,34,38,44r-4,4l24,48r-10,l5,44,,34,,24xe" fillcolor="#00a7d1" stroked="f">
          <v:path arrowok="t"/>
        </v:shape>
      </w:pict>
    </w:r>
    <w:r>
      <w:rPr>
        <w:noProof/>
      </w:rPr>
      <w:pict w14:anchorId="4FB90D86">
        <v:shape id="_x0000_s1038" style="position:absolute;margin-left:80pt;margin-top:-56.7pt;width:2.4pt;height:2.4pt;z-index:251500544;mso-wrap-edited:f" coordsize="48,48" wrapcoords="-16 0 -16 32 48 32 48 0 -16 0" path="m,24l,14,5,4,14,,24,,34,r4,4l43,14r5,10l43,33r-5,5l34,43,24,48,14,43,5,38,,33,,24xe" fillcolor="#00a7d1" stroked="f">
          <v:path arrowok="t"/>
        </v:shape>
      </w:pict>
    </w:r>
    <w:r>
      <w:rPr>
        <w:noProof/>
      </w:rPr>
      <w:pict w14:anchorId="0948A1D4">
        <v:shape id="_x0000_s1037" style="position:absolute;margin-left:102.8pt;margin-top:-56.25pt;width:2.4pt;height:2.4pt;z-index:251499520;mso-wrap-edited:f" coordsize="48,48" wrapcoords="-16 0 -16 32 64 32 48 0 -16 0" path="m24,l34,5r9,5l48,14r,10l48,34r-5,9l34,48r-10,l15,48,5,43,,34,,24,,14,5,10,15,5,24,xe" fillcolor="#00a7d1" stroked="f">
          <v:path arrowok="t"/>
        </v:shape>
      </w:pict>
    </w:r>
    <w:r>
      <w:rPr>
        <w:noProof/>
      </w:rPr>
      <w:pict w14:anchorId="4274F4D1">
        <v:shape id="_x0000_s1035" style="position:absolute;margin-left:80pt;margin-top:-290.8pt;width:2.4pt;height:2.65pt;z-index:251497472;mso-wrap-edited:f" coordsize="48,53" wrapcoords="-16 0 -16 40 48 40 48 0 -16 0" path="m,24l,20,5,10,14,5,24,,34,5r4,5l43,20r5,4l43,34,38,44r-4,4l24,53,14,48,5,44,,34,,24xe" fillcolor="#00a7d1" stroked="f">
          <v:path arrowok="t"/>
        </v:shape>
      </w:pict>
    </w:r>
    <w:r>
      <w:rPr>
        <w:noProof/>
      </w:rPr>
      <w:pict w14:anchorId="1BE0D59D">
        <v:shape id="_x0000_s1034" style="position:absolute;margin-left:98pt;margin-top:-56.25pt;width:2.4pt;height:2.4pt;z-index:251496448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 w14:anchorId="1B6F99CA">
        <v:shape id="_x0000_s1033" style="position:absolute;margin-left:80pt;margin-top:-285.75pt;width:2.4pt;height:2.4pt;z-index:251495424" coordsize="48,48" path="m,24l,15,5,5,14,,24,,34,r4,5l43,15r5,9l43,34r-5,5l34,43,24,48,14,43,5,39,,34,,24xe" fillcolor="#00a7d1" stroked="f">
          <v:path arrowok="t"/>
        </v:shape>
      </w:pict>
    </w:r>
    <w:r>
      <w:rPr>
        <w:noProof/>
      </w:rPr>
      <w:pict w14:anchorId="236BA53D">
        <v:shape id="_x0000_s1032" style="position:absolute;margin-left:93pt;margin-top:-56.25pt;width:2.6pt;height:2.4pt;z-index:251494400" coordsize="52,48" path="m28,r5,5l43,10r5,4l52,24,48,34r-5,9l33,48r-5,l19,48,9,43,4,34,,24,4,14,9,10,19,5,28,xe" fillcolor="#00a7d1" stroked="f">
          <v:path arrowok="t"/>
        </v:shape>
      </w:pict>
    </w:r>
    <w:r>
      <w:rPr>
        <w:noProof/>
      </w:rPr>
      <w:pict w14:anchorId="73AEDA3E">
        <v:shape id="_x0000_s1031" style="position:absolute;margin-left:80pt;margin-top:-280.95pt;width:2.4pt;height:2.4pt;z-index:251493376" coordsize="48,48" path="m,24l,14,5,5,14,,24,,34,r4,5l43,14r5,10l43,34r-5,4l34,48r-10,l14,48,5,38,,34,,24xe" fillcolor="#00a7d1" stroked="f">
          <v:path arrowok="t"/>
        </v:shape>
      </w:pict>
    </w:r>
    <w:r>
      <w:rPr>
        <w:noProof/>
      </w:rPr>
      <w:pict w14:anchorId="15F7687F">
        <v:shape id="_x0000_s1030" style="position:absolute;margin-left:88.2pt;margin-top:-56.25pt;width:2.4pt;height:2.4pt;z-index:251492352" coordsize="48,48" path="m24,r9,5l43,10r5,4l48,24r,10l43,43,33,48r-9,l14,48,9,43,4,34,,24,4,14,9,10,14,5,24,xe" fillcolor="#00a7d1" stroked="f">
          <v:path arrowok="t"/>
        </v:shape>
      </w:pict>
    </w:r>
    <w:r>
      <w:rPr>
        <w:noProof/>
      </w:rPr>
      <w:pict w14:anchorId="4F70A03C">
        <v:shape id="_x0000_s1029" style="position:absolute;margin-left:80pt;margin-top:-276.15pt;width:2.4pt;height:2.4pt;z-index:251491328" coordsize="48,48" path="m,24l,14,5,10,14,,24,,34,r4,10l43,14r5,10l43,34r-5,9l34,48r-10,l14,48,5,43,,34,,24xe" fillcolor="#00a7d1" stroked="f">
          <v:path arrowok="t"/>
        </v:shape>
      </w:pict>
    </w:r>
    <w:r>
      <w:rPr>
        <w:noProof/>
      </w:rPr>
      <w:pict w14:anchorId="2EBFFE4E">
        <v:shape id="_x0000_s1028" style="position:absolute;margin-left:83.4pt;margin-top:-56.25pt;width:2.4pt;height:2.4pt;z-index:251490304" coordsize="48,48" path="m24,r9,5l43,10r5,4l48,24r,10l43,43,33,48r-9,l14,48,9,43,,34,,24,,14,9,10,14,5,24,xe" fillcolor="#00a7d1" stroked="f">
          <v:path arrowok="t"/>
        </v:shape>
      </w:pict>
    </w:r>
    <w:r>
      <w:rPr>
        <w:noProof/>
      </w:rPr>
      <w:pict w14:anchorId="168BCE61">
        <v:shape id="_x0000_s1027" style="position:absolute;margin-left:80pt;margin-top:-271.35pt;width:2.4pt;height:2.4pt;z-index:251489280" coordsize="48,48" path="m,24l,14,5,10,14,5,24,,34,5r4,5l43,14r5,10l43,33,38,43r-4,5l24,48r-10,l5,43,,33,,24xe" fillcolor="#00a7d1" stroked="f">
          <v:path arrowok="t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1FDB" w14:textId="77777777" w:rsidR="005E05B4" w:rsidRPr="00745754" w:rsidRDefault="005E05B4" w:rsidP="00745754">
    <w:pPr>
      <w:pStyle w:val="Zpat"/>
      <w:tabs>
        <w:tab w:val="left" w:pos="993"/>
      </w:tabs>
      <w:rPr>
        <w:rFonts w:ascii="Arial" w:hAnsi="Arial"/>
        <w:color w:val="00206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814CC" w14:textId="77777777" w:rsidR="00FC2640" w:rsidRDefault="00FC2640">
      <w:r>
        <w:separator/>
      </w:r>
    </w:p>
  </w:footnote>
  <w:footnote w:type="continuationSeparator" w:id="0">
    <w:p w14:paraId="37C60E2D" w14:textId="77777777" w:rsidR="00FC2640" w:rsidRDefault="00FC2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8AE78" w14:textId="723703F8" w:rsidR="005E05B4" w:rsidRDefault="00BF3B2B">
    <w:pPr>
      <w:pStyle w:val="Zhlav"/>
    </w:pPr>
    <w:r>
      <w:rPr>
        <w:noProof/>
      </w:rPr>
      <w:drawing>
        <wp:anchor distT="0" distB="0" distL="114300" distR="114300" simplePos="0" relativeHeight="251829248" behindDoc="0" locked="0" layoutInCell="1" allowOverlap="1" wp14:anchorId="03D86D7A" wp14:editId="67AEEA71">
          <wp:simplePos x="0" y="0"/>
          <wp:positionH relativeFrom="column">
            <wp:posOffset>876300</wp:posOffset>
          </wp:positionH>
          <wp:positionV relativeFrom="paragraph">
            <wp:posOffset>352425</wp:posOffset>
          </wp:positionV>
          <wp:extent cx="846455" cy="944880"/>
          <wp:effectExtent l="0" t="0" r="0" b="0"/>
          <wp:wrapNone/>
          <wp:docPr id="2" name="Obrázek 2" descr="Obsah obrázku text, podepsa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podepsat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455" cy="944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832CC">
      <w:rPr>
        <w:noProof/>
      </w:rPr>
      <w:pict w14:anchorId="2F2C7D56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68.3pt;margin-top:52.4pt;width:405.3pt;height:38.75pt;z-index:251488256;mso-wrap-edited:f;mso-position-horizontal-relative:text;mso-position-vertical-relative:text" wrapcoords="0 0 21600 0 21600 21600 0 21600 0 0" filled="f" stroked="f">
          <v:textbox style="mso-next-textbox:#_x0000_s1026">
            <w:txbxContent>
              <w:p w14:paraId="77FC6293" w14:textId="77777777" w:rsidR="005E05B4" w:rsidRPr="00AF23EB" w:rsidRDefault="005E05B4">
                <w:pPr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</w:pPr>
                <w:r>
                  <w:rPr>
                    <w:rFonts w:ascii="Arial" w:hAnsi="Arial"/>
                    <w:b/>
                    <w:color w:val="000080"/>
                    <w:spacing w:val="2"/>
                    <w:sz w:val="46"/>
                  </w:rPr>
                  <w:t xml:space="preserve">                                </w:t>
                </w:r>
                <w:r w:rsidRPr="00AF23EB"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  <w:t>EP R</w:t>
                </w:r>
                <w:r w:rsidR="00AF23EB" w:rsidRPr="00AF23EB"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  <w:t>ožnov</w:t>
                </w:r>
                <w:r w:rsidRPr="00AF23EB"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  <w:t>, a.s.</w:t>
                </w:r>
              </w:p>
            </w:txbxContent>
          </v:textbox>
        </v:shape>
      </w:pict>
    </w:r>
    <w:r w:rsidR="001832CC">
      <w:rPr>
        <w:noProof/>
      </w:rPr>
      <w:pict w14:anchorId="622F1D2D">
        <v:shape id="_x0000_s1351" style="position:absolute;margin-left:86.5pt;margin-top:108.6pt;width:57.6pt;height:662.15pt;z-index:-251495424;mso-position-horizontal-relative:text;mso-position-vertical-relative:text" coordsize="1152,13524" path="m,1140l,13524r1152,l1146,,,1140xe" fillcolor="#9cf" stroked="f">
          <v:fill color2="#edffff" focus="100%" type="gradient"/>
          <v:path arrowok="t"/>
        </v:shape>
      </w:pict>
    </w:r>
    <w:r w:rsidR="001832CC">
      <w:rPr>
        <w:noProof/>
      </w:rPr>
      <w:pict w14:anchorId="447F2A07">
        <v:shape id="_x0000_s1347" style="position:absolute;margin-left:552.6pt;margin-top:86.15pt;width:2.65pt;height:2.4pt;z-index:251816960;mso-wrap-edited:f;mso-position-horizontal-relative:text;mso-position-vertical-relative:text" coordsize="53,48" wrapcoords="-13 0 -13 32 53 32 53 0 -13 0" path="m29,r5,l43,5r5,9l53,24,48,34r-5,4l34,43r-5,5l19,43,10,38,5,34,,24,5,14,10,5,19,,29,xe" fillcolor="#00a7d1" stroked="f">
          <v:path arrowok="t"/>
        </v:shape>
      </w:pict>
    </w:r>
    <w:r w:rsidR="001832CC">
      <w:rPr>
        <w:noProof/>
      </w:rPr>
      <w:pict w14:anchorId="5D7C30D9">
        <v:shape id="_x0000_s1346" style="position:absolute;margin-left:547.8pt;margin-top:86.15pt;width:2.4pt;height:2.4pt;z-index:251815936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1832CC">
      <w:rPr>
        <w:noProof/>
      </w:rPr>
      <w:pict w14:anchorId="006ADAAA">
        <v:shape id="_x0000_s1345" style="position:absolute;margin-left:543pt;margin-top:86.15pt;width:2.4pt;height:2.4pt;z-index:251814912;mso-wrap-edited:f;mso-position-horizontal-relative:text;mso-position-vertical-relative:text" coordsize="48,48" wrapcoords="-16 0 -16 32 64 32 64 0 -16 0" path="m24,l34,,44,5r4,9l48,24r,10l44,38,34,43,24,48,15,43,10,38,,34,,24,,14,10,5,15,r9,xe" fillcolor="#00a7d1" stroked="f">
          <v:path arrowok="t"/>
        </v:shape>
      </w:pict>
    </w:r>
    <w:r w:rsidR="001832CC">
      <w:rPr>
        <w:noProof/>
      </w:rPr>
      <w:pict w14:anchorId="1E535977">
        <v:shape id="_x0000_s1344" style="position:absolute;margin-left:538.2pt;margin-top:86.15pt;width:2.4pt;height:2.4pt;z-index:251813888;mso-wrap-edited:f;mso-position-horizontal-relative:text;mso-position-vertical-relative:text" coordsize="48,48" wrapcoords="-16 0 -16 32 48 32 48 0 -16 0" path="m24,l34,r5,5l48,14r,10l48,34r-9,4l34,43,24,48,15,43,5,38,,34,,24,,14,5,5,15,r9,xe" fillcolor="#00a7d1" stroked="f">
          <v:path arrowok="t"/>
        </v:shape>
      </w:pict>
    </w:r>
    <w:r w:rsidR="001832CC">
      <w:rPr>
        <w:noProof/>
      </w:rPr>
      <w:pict w14:anchorId="7E9BFC6D">
        <v:shape id="_x0000_s1343" style="position:absolute;margin-left:533.4pt;margin-top:86.15pt;width:2.4pt;height:2.4pt;z-index:251812864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 w:rsidR="001832CC">
      <w:rPr>
        <w:noProof/>
      </w:rPr>
      <w:pict w14:anchorId="412FD0E7">
        <v:shape id="_x0000_s1342" style="position:absolute;margin-left:528.4pt;margin-top:86.15pt;width:2.6pt;height:2.4pt;z-index:251811840;mso-wrap-edited:f;mso-position-horizontal-relative:text;mso-position-vertical-relative:text" coordsize="52,48" wrapcoords="-17 0 -17 32 52 32 52 0 -17 0" path="m24,r9,l43,5r5,9l52,24,48,34r-5,4l33,43r-9,5l19,43,9,38,4,34,,24,4,14,9,5,19,r5,xe" fillcolor="#00a7d1" stroked="f">
          <v:path arrowok="t"/>
        </v:shape>
      </w:pict>
    </w:r>
    <w:r w:rsidR="001832CC">
      <w:rPr>
        <w:noProof/>
      </w:rPr>
      <w:pict w14:anchorId="626E1458">
        <v:shape id="_x0000_s1341" style="position:absolute;margin-left:523.6pt;margin-top:86.15pt;width:2.4pt;height:2.4pt;z-index:251810816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 w:rsidR="001832CC">
      <w:rPr>
        <w:noProof/>
      </w:rPr>
      <w:pict w14:anchorId="340F596C">
        <v:shape id="_x0000_s1340" style="position:absolute;margin-left:80pt;margin-top:166.45pt;width:2.4pt;height:2.4pt;z-index:251809792;mso-position-horizontal-relative:text;mso-position-vertical-relative:text" coordsize="48,48" path="m,24l,15,5,10,14,5,24,,34,5r4,5l43,15r5,9l43,34r-5,9l34,48r-10,l14,48,5,43,,34,,24xe" fillcolor="#00a7d1" stroked="f">
          <v:path arrowok="t"/>
        </v:shape>
      </w:pict>
    </w:r>
    <w:r w:rsidR="001832CC">
      <w:rPr>
        <w:noProof/>
      </w:rPr>
      <w:pict w14:anchorId="4BE65BD3">
        <v:shape id="_x0000_s1338" style="position:absolute;margin-left:80pt;margin-top:171.25pt;width:2.4pt;height:2.4pt;z-index:251807744;mso-position-horizontal-relative:text;mso-position-vertical-relative:text" coordsize="48,48" path="m,24l,15,5,10,14,5,24,,34,5r4,5l43,15r5,9l43,34r-5,9l34,48r-10,l14,48,5,43,,34,,24xe" fillcolor="#00a7d1" stroked="f">
          <v:path arrowok="t"/>
        </v:shape>
      </w:pict>
    </w:r>
    <w:r w:rsidR="001832CC">
      <w:rPr>
        <w:noProof/>
      </w:rPr>
      <w:pict w14:anchorId="5F5D9474">
        <v:shape id="_x0000_s1336" style="position:absolute;margin-left:80pt;margin-top:176.3pt;width:2.4pt;height:2.4pt;z-index:251805696;mso-position-horizontal-relative:text;mso-position-vertical-relative:text" coordsize="48,48" path="m,24l,14,5,5,14,,24,,34,r4,5l43,14r5,10l43,33r-5,5l34,43,24,48,14,43,5,38,,33,,24xe" fillcolor="#00a7d1" stroked="f">
          <v:path arrowok="t"/>
        </v:shape>
      </w:pict>
    </w:r>
    <w:r w:rsidR="001832CC">
      <w:rPr>
        <w:noProof/>
      </w:rPr>
      <w:pict w14:anchorId="24150813">
        <v:shape id="_x0000_s1334" style="position:absolute;margin-left:518.85pt;margin-top:86.15pt;width:2.4pt;height:2.4pt;z-index:251803648;mso-position-horizontal-relative:text;mso-position-vertical-relative:text" coordsize="48,48" path="m24,l34,r4,5l43,14r5,10l43,34r-5,4l34,43,24,48,14,43,5,38,,34,,24,,14,5,5,14,,24,xe" fillcolor="#00a7d1" stroked="f">
          <v:path arrowok="t"/>
        </v:shape>
      </w:pict>
    </w:r>
    <w:r w:rsidR="001832CC">
      <w:rPr>
        <w:noProof/>
      </w:rPr>
      <w:pict w14:anchorId="55E383E3">
        <v:shape id="_x0000_s1333" style="position:absolute;margin-left:80pt;margin-top:181.1pt;width:2.4pt;height:2.4pt;z-index:251802624;mso-position-horizontal-relative:text;mso-position-vertical-relative:text" coordsize="48,48" path="m,24l,14,5,5,14,,24,,34,r4,5l43,14r5,10l43,33r-5,5l34,43,24,48,14,43,5,38,,33,,24xe" fillcolor="#00a7d1" stroked="f">
          <v:path arrowok="t"/>
        </v:shape>
      </w:pict>
    </w:r>
    <w:r w:rsidR="001832CC">
      <w:rPr>
        <w:noProof/>
      </w:rPr>
      <w:pict w14:anchorId="14478425">
        <v:shape id="_x0000_s1330" style="position:absolute;margin-left:513.35pt;margin-top:86.15pt;width:2.4pt;height:2.4pt;z-index:251799552;mso-position-horizontal-relative:text;mso-position-vertical-relative:text" coordsize="48,48" path="m24,r9,l43,5r5,9l48,24r,10l43,38,33,43r-9,5l14,43,9,38,5,34,,24,5,14,9,5,14,,24,xe" fillcolor="#00a7d1" stroked="f">
          <v:path arrowok="t"/>
        </v:shape>
      </w:pict>
    </w:r>
    <w:r w:rsidR="001832CC">
      <w:rPr>
        <w:noProof/>
      </w:rPr>
      <w:pict w14:anchorId="16A52967">
        <v:shape id="_x0000_s1329" style="position:absolute;margin-left:80pt;margin-top:185.9pt;width:2.4pt;height:2.4pt;z-index:251798528;mso-position-horizontal-relative:text;mso-position-vertical-relative:text" coordsize="48,48" path="m,24l,14,5,5,14,,24,,34,r4,5l43,14r5,10l43,33,38,43r-4,5l24,48r-10,l5,43,,33,,24xe" fillcolor="#00a7d1" stroked="f">
          <v:path arrowok="t"/>
        </v:shape>
      </w:pict>
    </w:r>
    <w:r w:rsidR="001832CC">
      <w:rPr>
        <w:noProof/>
      </w:rPr>
      <w:pict w14:anchorId="59322377">
        <v:shape id="_x0000_s1326" style="position:absolute;margin-left:508.55pt;margin-top:86.15pt;width:2.4pt;height:2.4pt;z-index:251795456;mso-position-horizontal-relative:text;mso-position-vertical-relative:text" coordsize="48,48" path="m24,r9,l43,5r5,9l48,24r,10l43,38,33,43r-9,5l14,43,5,38,,34,,24,,14,5,5,14,,24,xe" fillcolor="#00a7d1" stroked="f">
          <v:path arrowok="t"/>
        </v:shape>
      </w:pict>
    </w:r>
    <w:r w:rsidR="001832CC">
      <w:rPr>
        <w:noProof/>
      </w:rPr>
      <w:pict w14:anchorId="73877E45">
        <v:shape id="_x0000_s1325" style="position:absolute;margin-left:80pt;margin-top:190.7pt;width:2.4pt;height:2.4pt;z-index:251794432;mso-position-horizontal-relative:text;mso-position-vertical-relative:text" coordsize="48,48" path="m,24l,14,5,9,14,4,24,,34,4r4,5l43,14r5,10l43,33,38,43r-4,5l24,48r-10,l5,43,,33,,24xe" fillcolor="#00a7d1" stroked="f">
          <v:path arrowok="t"/>
        </v:shape>
      </w:pict>
    </w:r>
    <w:r w:rsidR="001832CC">
      <w:rPr>
        <w:noProof/>
      </w:rPr>
      <w:pict w14:anchorId="30040871">
        <v:shape id="_x0000_s1322" style="position:absolute;margin-left:503.75pt;margin-top:86.15pt;width:2.4pt;height:2.4pt;z-index:251791360;mso-position-horizontal-relative:text;mso-position-vertical-relative:text" coordsize="48,48" path="m24,r9,l38,5r5,9l48,24,43,34r-5,4l33,43r-9,5l14,43,5,38,,34,,24,,14,5,5,14,,24,xe" fillcolor="#00a7d1" stroked="f">
          <v:path arrowok="t"/>
        </v:shape>
      </w:pict>
    </w:r>
    <w:r w:rsidR="001832CC">
      <w:rPr>
        <w:noProof/>
      </w:rPr>
      <w:pict w14:anchorId="25C495C5">
        <v:shape id="_x0000_s1321" style="position:absolute;margin-left:80pt;margin-top:195.5pt;width:2.4pt;height:2.4pt;z-index:251790336;mso-position-horizontal-relative:text;mso-position-vertical-relative:text" coordsize="48,48" path="m,24l,14,5,9,14,4,24,,34,4r4,5l43,14r5,10l43,33,38,43r-4,5l24,48r-10,l5,43,,33,,24xe" fillcolor="#00a7d1" stroked="f">
          <v:path arrowok="t"/>
        </v:shape>
      </w:pict>
    </w:r>
    <w:r w:rsidR="001832CC">
      <w:rPr>
        <w:noProof/>
      </w:rPr>
      <w:pict w14:anchorId="01B25B52">
        <v:shape id="_x0000_s1318" style="position:absolute;margin-left:498.45pt;margin-top:86.15pt;width:2.4pt;height:2.4pt;z-index:251787264;mso-position-horizontal-relative:text;mso-position-vertical-relative:text" coordsize="48,48" path="m24,l34,,44,5r4,9l48,24r,10l44,38,34,43,24,48,15,43,10,38,5,34,,24,5,14,10,5,15,r9,xe" fillcolor="#00a7d1" stroked="f">
          <v:path arrowok="t"/>
        </v:shape>
      </w:pict>
    </w:r>
    <w:r w:rsidR="001832CC">
      <w:rPr>
        <w:noProof/>
      </w:rPr>
      <w:pict w14:anchorId="32660778">
        <v:shape id="_x0000_s1317" style="position:absolute;margin-left:80pt;margin-top:200.5pt;width:2.4pt;height:2.4pt;z-index:251786240;mso-position-horizontal-relative:text;mso-position-vertical-relative:text" coordsize="48,48" path="m,24l,15,5,5,14,,24,,34,r4,5l43,15r5,9l43,34r-5,5l34,44,24,48,14,44,5,39,,34,,24xe" fillcolor="#00a7d1" stroked="f">
          <v:path arrowok="t"/>
        </v:shape>
      </w:pict>
    </w:r>
    <w:r w:rsidR="001832CC">
      <w:rPr>
        <w:noProof/>
      </w:rPr>
      <w:pict w14:anchorId="0F3966A8">
        <v:shape id="_x0000_s1314" style="position:absolute;margin-left:493.65pt;margin-top:86.15pt;width:2.4pt;height:2.4pt;z-index:251783168;mso-position-horizontal-relative:text;mso-position-vertical-relative:text" coordsize="48,48" path="m24,l34,,44,5r4,9l48,24r,10l44,38,34,43,24,48,15,43,10,38,,34,,24,,14,10,5,15,r9,xe" fillcolor="#00a7d1" stroked="f">
          <v:path arrowok="t"/>
        </v:shape>
      </w:pict>
    </w:r>
    <w:r w:rsidR="001832CC">
      <w:rPr>
        <w:noProof/>
      </w:rPr>
      <w:pict w14:anchorId="28240044">
        <v:shape id="_x0000_s1313" style="position:absolute;margin-left:80pt;margin-top:205.3pt;width:2.4pt;height:2.4pt;z-index:251782144;mso-position-horizontal-relative:text;mso-position-vertical-relative:text" coordsize="48,48" path="m,24l,15,5,5,14,,24,,34,r4,5l43,15r5,9l43,34r-5,5l34,48r-10,l14,48,5,39,,34,,24xe" fillcolor="#00a7d1" stroked="f">
          <v:path arrowok="t"/>
        </v:shape>
      </w:pict>
    </w:r>
    <w:r w:rsidR="001832CC">
      <w:rPr>
        <w:noProof/>
      </w:rPr>
      <w:pict w14:anchorId="082B0440">
        <v:shape id="_x0000_s1310" style="position:absolute;margin-left:488.85pt;margin-top:86.15pt;width:2.4pt;height:2.4pt;z-index:251779072;mso-position-horizontal-relative:text;mso-position-vertical-relative:text" coordsize="48,48" path="m24,l34,,44,5r4,9l48,24r,10l44,38,34,43,24,48,15,43,5,38,,34,,24,,14,5,5,15,r9,xe" fillcolor="#00a7d1" stroked="f">
          <v:path arrowok="t"/>
        </v:shape>
      </w:pict>
    </w:r>
    <w:r w:rsidR="001832CC">
      <w:rPr>
        <w:noProof/>
      </w:rPr>
      <w:pict w14:anchorId="754ED307">
        <v:shape id="_x0000_s1309" style="position:absolute;margin-left:80pt;margin-top:210.1pt;width:2.4pt;height:2.4pt;z-index:251778048;mso-position-horizontal-relative:text;mso-position-vertical-relative:text" coordsize="48,48" path="m,24l,15,5,10,14,,24,,34,r4,10l43,15r5,9l43,34r-5,9l34,48r-10,l14,48,5,43,,34,,24xe" fillcolor="#00a7d1" stroked="f">
          <v:path arrowok="t"/>
        </v:shape>
      </w:pict>
    </w:r>
    <w:r w:rsidR="001832CC">
      <w:rPr>
        <w:noProof/>
      </w:rPr>
      <w:pict w14:anchorId="6C02B431">
        <v:shape id="_x0000_s1306" style="position:absolute;margin-left:484.05pt;margin-top:86.15pt;width:2.4pt;height:2.4pt;z-index:251774976;mso-position-horizontal-relative:text;mso-position-vertical-relative:text" coordsize="48,48" path="m24,l34,r5,5l44,14r4,10l44,34r-5,4l34,43,24,48,15,43,5,38,,34,,24,,14,5,5,15,r9,xe" fillcolor="#00a7d1" stroked="f">
          <v:path arrowok="t"/>
        </v:shape>
      </w:pict>
    </w:r>
    <w:r w:rsidR="001832CC">
      <w:rPr>
        <w:noProof/>
      </w:rPr>
      <w:pict w14:anchorId="3EC7B75C">
        <v:shape id="_x0000_s1305" style="position:absolute;margin-left:80pt;margin-top:214.9pt;width:2.4pt;height:2.4pt;z-index:251773952;mso-position-horizontal-relative:text;mso-position-vertical-relative:text" coordsize="48,48" path="m,24l,15,5,10,14,5,24,,34,5r4,5l43,15r5,9l43,34r-5,9l34,48r-10,l14,48,5,43,,34,,24xe" fillcolor="#00a7d1" stroked="f">
          <v:path arrowok="t"/>
        </v:shape>
      </w:pict>
    </w:r>
    <w:r w:rsidR="001832CC">
      <w:rPr>
        <w:noProof/>
      </w:rPr>
      <w:pict w14:anchorId="0ED20C22">
        <v:shape id="_x0000_s1302" style="position:absolute;margin-left:479.05pt;margin-top:86.15pt;width:2.65pt;height:2.4pt;z-index:251770880;mso-position-horizontal-relative:text;mso-position-vertical-relative:text" coordsize="53,48" path="m29,r4,l43,5r5,9l53,24,48,34r-5,4l33,43r-4,5l19,43,9,38,5,34,,24,5,14,9,5,19,,29,xe" fillcolor="#00a7d1" stroked="f">
          <v:path arrowok="t"/>
        </v:shape>
      </w:pict>
    </w:r>
    <w:r w:rsidR="001832CC">
      <w:rPr>
        <w:noProof/>
      </w:rPr>
      <w:pict w14:anchorId="2B28214F">
        <v:shape id="_x0000_s1301" style="position:absolute;margin-left:80pt;margin-top:219.7pt;width:2.4pt;height:2.65pt;z-index:251769856;mso-position-horizontal-relative:text;mso-position-vertical-relative:text" coordsize="48,53" path="m,24l,19,5,10,14,5,24,,34,5r4,5l43,19r5,5l43,34r-5,9l34,48,24,53,14,48,5,43,,34,,24xe" fillcolor="#00a7d1" stroked="f">
          <v:path arrowok="t"/>
        </v:shape>
      </w:pict>
    </w:r>
    <w:r w:rsidR="001832CC">
      <w:rPr>
        <w:noProof/>
      </w:rPr>
      <w:pict w14:anchorId="3D92ACF0">
        <v:shape id="_x0000_s1298" style="position:absolute;margin-left:474.25pt;margin-top:86.15pt;width:2.4pt;height:2.4pt;z-index:251766784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 w:rsidR="001832CC">
      <w:rPr>
        <w:noProof/>
      </w:rPr>
      <w:pict w14:anchorId="3F0159D7">
        <v:shape id="_x0000_s1297" style="position:absolute;margin-left:80pt;margin-top:224.75pt;width:2.4pt;height:2.4pt;z-index:251765760;mso-wrap-edited:f;mso-position-horizontal-relative:text;mso-position-vertical-relative:text" coordsize="48,48" wrapcoords="-16 0 -16 32 48 32 48 0 -16 0" path="m,24l,14,5,5,14,,24,,34,r4,5l43,14r5,10l43,33r-5,5l34,43,24,48,14,43,5,38,,33,,24xe" fillcolor="#00a7d1" stroked="f">
          <v:path arrowok="t"/>
        </v:shape>
      </w:pict>
    </w:r>
    <w:r w:rsidR="001832CC">
      <w:rPr>
        <w:noProof/>
      </w:rPr>
      <w:pict w14:anchorId="31E0611A">
        <v:shape id="_x0000_s1296" style="position:absolute;margin-left:154.35pt;margin-top:89.7pt;width:2.4pt;height:2.4pt;z-index:251764736;mso-wrap-edited:f;mso-position-horizontal-relative:text;mso-position-vertical-relative:text" coordsize="48,48" wrapcoords="-16 0 -16 32 48 32 48 0 -16 0" path="m5,5l15,r9,l29,,39,5r4,10l48,24,43,34r-4,5l29,48r-5,l15,48,5,39,,34,,24,,15,5,5xe" fillcolor="#00a7d1" stroked="f">
          <v:path arrowok="t"/>
        </v:shape>
      </w:pict>
    </w:r>
    <w:r w:rsidR="001832CC">
      <w:rPr>
        <w:noProof/>
      </w:rPr>
      <w:pict w14:anchorId="07F9EDAD">
        <v:shape id="_x0000_s1293" style="position:absolute;margin-left:469.45pt;margin-top:86.15pt;width:2.4pt;height:2.4pt;z-index:251761664;mso-wrap-edited:f;mso-position-horizontal-relative:text;mso-position-vertical-relative:text" coordsize="48,48" wrapcoords="-16 0 -16 32 64 32 64 0 -16 0" path="m24,r9,l43,5r5,9l48,24r,10l43,38,33,43r-9,5l14,43,9,38,,34,,24,,14,9,5,14,,24,xe" fillcolor="#00a7d1" stroked="f">
          <v:path arrowok="t"/>
        </v:shape>
      </w:pict>
    </w:r>
    <w:r w:rsidR="001832CC">
      <w:rPr>
        <w:noProof/>
      </w:rPr>
      <w:pict w14:anchorId="1A1FC76A">
        <v:shape id="_x0000_s1292" style="position:absolute;margin-left:80pt;margin-top:229.55pt;width:2.4pt;height:2.4pt;z-index:251760640;mso-wrap-edited:f;mso-position-horizontal-relative:text;mso-position-vertical-relative:text" coordsize="48,48" wrapcoords="-16 0 -16 32 48 32 48 0 -16 0" path="m,24l,14,5,4,14,,24,,34,r4,4l43,14r5,10l43,33r-5,5l34,48r-10,l14,48,5,38,,33,,24xe" fillcolor="#00a7d1" stroked="f">
          <v:path arrowok="t"/>
        </v:shape>
      </w:pict>
    </w:r>
    <w:r w:rsidR="001832CC">
      <w:rPr>
        <w:noProof/>
      </w:rPr>
      <w:pict w14:anchorId="5031DE83">
        <v:shape id="_x0000_s1291" style="position:absolute;margin-left:150.75pt;margin-top:93.1pt;width:2.4pt;height:2.4pt;z-index:251759616;mso-wrap-edited:f;mso-position-horizontal-relative:text;mso-position-vertical-relative:text" coordsize="48,48" wrapcoords="-16 0 -16 32 64 32 48 0 -16 0" path="m10,9l15,r9,l34,r9,9l48,14r,10l48,33,43,43r-9,5l24,48r-9,l10,43,5,33,,24,5,14,10,9xe" fillcolor="#00a7d1" stroked="f">
          <v:path arrowok="t"/>
        </v:shape>
      </w:pict>
    </w:r>
    <w:r w:rsidR="001832CC">
      <w:rPr>
        <w:noProof/>
      </w:rPr>
      <w:pict w14:anchorId="2432197D">
        <v:shape id="_x0000_s1289" style="position:absolute;margin-left:464.65pt;margin-top:86.15pt;width:2.4pt;height:2.4pt;z-index:251757568;mso-wrap-edited:f;mso-position-horizontal-relative:text;mso-position-vertical-relative:text" coordsize="48,48" wrapcoords="-16 0 -16 32 48 32 48 0 -16 0" path="m24,r9,l38,5r10,9l48,24r,10l38,38r-5,5l24,48,14,43,5,38,,34,,24,,14,5,5,14,,24,xe" fillcolor="#00a7d1" stroked="f">
          <v:path arrowok="t"/>
        </v:shape>
      </w:pict>
    </w:r>
    <w:r w:rsidR="001832CC">
      <w:rPr>
        <w:noProof/>
      </w:rPr>
      <w:pict w14:anchorId="31089858">
        <v:shape id="_x0000_s1288" style="position:absolute;margin-left:80pt;margin-top:234.35pt;width:2.4pt;height:2.4pt;z-index:251756544;mso-wrap-edited:f;mso-position-horizontal-relative:text;mso-position-vertical-relative:text" coordsize="48,48" wrapcoords="-16 0 -16 32 64 32 48 0 -16 0" path="m,24l,14,5,9,14,,24,,34,r4,9l43,14r5,10l43,33,38,43r-4,5l24,48r-10,l5,43,,33,,24xe" fillcolor="#00a7d1" stroked="f">
          <v:path arrowok="t"/>
        </v:shape>
      </w:pict>
    </w:r>
    <w:r w:rsidR="001832CC">
      <w:rPr>
        <w:noProof/>
      </w:rPr>
      <w:pict w14:anchorId="31C929D5">
        <v:shape id="_x0000_s1287" style="position:absolute;margin-left:147.4pt;margin-top:96.45pt;width:2.4pt;height:2.4pt;z-index:251755520;mso-wrap-edited:f;mso-position-horizontal-relative:text;mso-position-vertical-relative:text" coordsize="48,48" wrapcoords="-16 0 -16 32 64 32 48 0 -16 0" path="m5,9l14,5,24,,34,5r9,4l48,19r,5l48,33,43,43r-9,5l24,48r-10,l5,43,,33,,24,,14,5,9xe" fillcolor="#00a7d1" stroked="f">
          <v:path arrowok="t"/>
        </v:shape>
      </w:pict>
    </w:r>
    <w:r w:rsidR="001832CC">
      <w:rPr>
        <w:noProof/>
      </w:rPr>
      <w:pict w14:anchorId="0D569D42">
        <v:shape id="_x0000_s1285" style="position:absolute;margin-left:459.85pt;margin-top:86.15pt;width:2.4pt;height:2.4pt;z-index:251753472;mso-wrap-edited:f;mso-position-horizontal-relative:text;mso-position-vertical-relative:text" coordsize="48,48" wrapcoords="-16 0 -16 32 48 32 48 0 -16 0" path="m24,l34,r4,5l43,14r5,10l43,34r-5,4l34,43,24,48,14,43,5,38,,34,,24,,14,5,5,14,,24,xe" fillcolor="#00a7d1" stroked="f">
          <v:path arrowok="t"/>
        </v:shape>
      </w:pict>
    </w:r>
    <w:r w:rsidR="001832CC">
      <w:rPr>
        <w:noProof/>
      </w:rPr>
      <w:pict w14:anchorId="4EDBAE63">
        <v:shape id="_x0000_s1284" style="position:absolute;margin-left:80pt;margin-top:239.15pt;width:2.4pt;height:2.4pt;z-index:251752448;mso-wrap-edited:f;mso-position-horizontal-relative:text;mso-position-vertical-relative:text" coordsize="48,48" wrapcoords="-16 0 -16 32 64 32 48 0 -16 0" path="m,24l,14,5,9,14,4,24,,34,4r4,5l43,14r5,10l43,33,38,43r-4,5l24,48r-10,l5,43,,33,,24xe" fillcolor="#00a7d1" stroked="f">
          <v:path arrowok="t"/>
        </v:shape>
      </w:pict>
    </w:r>
    <w:r w:rsidR="001832CC">
      <w:rPr>
        <w:noProof/>
      </w:rPr>
      <w:pict w14:anchorId="5CBDFBC2">
        <v:shape id="_x0000_s1283" style="position:absolute;margin-left:144.05pt;margin-top:100.05pt;width:2.4pt;height:2.4pt;z-index:251751424;mso-wrap-edited:f;mso-position-horizontal-relative:text;mso-position-vertical-relative:text" coordsize="48,48" wrapcoords="-16 0 -16 32 48 32 48 0 -16 0" path="m5,4l14,,24,r9,l38,4r5,10l48,24r-5,9l38,38r-5,5l24,48,14,43,5,38,,33,,24,,14,5,4xe" fillcolor="#00a7d1" stroked="f">
          <v:path arrowok="t"/>
        </v:shape>
      </w:pict>
    </w:r>
    <w:r w:rsidR="001832CC">
      <w:rPr>
        <w:noProof/>
      </w:rPr>
      <w:pict w14:anchorId="7F701B9D">
        <v:shape id="_x0000_s1281" style="position:absolute;margin-left:454.8pt;margin-top:86.15pt;width:2.65pt;height:2.4pt;z-index:251749376;mso-wrap-edited:f;mso-position-horizontal-relative:text;mso-position-vertical-relative:text" coordsize="53,48" wrapcoords="-13 0 -13 32 53 32 53 0 -13 0" path="m29,r5,l43,5r5,9l53,24,48,34r-5,4l34,43r-5,5l19,43,10,38,5,34,,24,5,14,10,5,19,,29,xe" fillcolor="#00a7d1" stroked="f">
          <v:path arrowok="t"/>
        </v:shape>
      </w:pict>
    </w:r>
    <w:r w:rsidR="001832CC">
      <w:rPr>
        <w:noProof/>
      </w:rPr>
      <w:pict w14:anchorId="0AE04395">
        <v:shape id="_x0000_s1280" style="position:absolute;margin-left:80pt;margin-top:244.15pt;width:2.4pt;height:2.4pt;z-index:251748352;mso-wrap-edited:f;mso-position-horizontal-relative:text;mso-position-vertical-relative:text" coordsize="48,48" wrapcoords="-16 0 -16 32 48 32 48 0 -16 0" path="m,24l,15,5,5,14,,24,,34,r4,5l43,15r5,9l43,34r-5,5l34,43,24,48,14,43,5,39,,34,,24xe" fillcolor="#00a7d1" stroked="f">
          <v:path arrowok="t"/>
        </v:shape>
      </w:pict>
    </w:r>
    <w:r w:rsidR="001832CC">
      <w:rPr>
        <w:noProof/>
      </w:rPr>
      <w:pict w14:anchorId="588D742F">
        <v:shape id="_x0000_s1279" style="position:absolute;margin-left:140.45pt;margin-top:103.4pt;width:2.4pt;height:2.4pt;z-index:251747328;mso-wrap-edited:f;mso-position-horizontal-relative:text;mso-position-vertical-relative:text" coordsize="48,48" wrapcoords="-16 0 -16 32 64 32 64 0 -16 0" path="m9,5l14,,24,r9,l43,5r5,9l48,24r,9l43,43,33,48r-9,l14,48,9,38,5,33,,24,5,14,9,5xe" fillcolor="#00a7d1" stroked="f">
          <v:path arrowok="t"/>
        </v:shape>
      </w:pict>
    </w:r>
    <w:r w:rsidR="001832CC">
      <w:rPr>
        <w:noProof/>
      </w:rPr>
      <w:pict w14:anchorId="45AF0CBC">
        <v:shape id="_x0000_s1277" style="position:absolute;margin-left:450pt;margin-top:86.15pt;width:2.4pt;height:2.4pt;z-index:251745280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1832CC">
      <w:rPr>
        <w:noProof/>
      </w:rPr>
      <w:pict w14:anchorId="67886415">
        <v:shape id="_x0000_s1276" style="position:absolute;margin-left:80pt;margin-top:248.95pt;width:2.4pt;height:2.4pt;z-index:251744256;mso-wrap-edited:f;mso-position-horizontal-relative:text;mso-position-vertical-relative:text" coordsize="48,48" wrapcoords="-16 0 -16 32 48 32 48 0 -16 0" path="m,24l,15,5,5,14,,24,,34,r4,5l43,15r5,9l43,34r-5,5l34,43,24,48,14,43,5,39,,34,,24xe" fillcolor="#00a7d1" stroked="f">
          <v:path arrowok="t"/>
        </v:shape>
      </w:pict>
    </w:r>
    <w:r w:rsidR="001832CC">
      <w:rPr>
        <w:noProof/>
      </w:rPr>
      <w:pict w14:anchorId="76746705">
        <v:shape id="_x0000_s1275" style="position:absolute;margin-left:137.1pt;margin-top:106.75pt;width:2.4pt;height:2.4pt;z-index:251743232;mso-wrap-edited:f;mso-position-horizontal-relative:text;mso-position-vertical-relative:text" coordsize="48,48" wrapcoords="-16 0 -16 32 64 32 48 0 -16 0" path="m5,10l14,,24,r9,5l43,10r5,4l48,24r,10l43,43,33,48r-9,l14,48,5,43,,34,,24,,14,5,10xe" fillcolor="#00a7d1" stroked="f">
          <v:path arrowok="t"/>
        </v:shape>
      </w:pict>
    </w:r>
    <w:r w:rsidR="001832CC">
      <w:rPr>
        <w:noProof/>
      </w:rPr>
      <w:pict w14:anchorId="6AA13282">
        <v:shape id="_x0000_s1273" style="position:absolute;margin-left:445.2pt;margin-top:86.15pt;width:2.4pt;height:2.4pt;z-index:251741184;mso-wrap-edited:f;mso-position-horizontal-relative:text;mso-position-vertical-relative:text" coordsize="48,48" wrapcoords="-16 0 -16 32 64 32 64 0 -16 0" path="m24,l34,,44,5r4,9l48,24r,10l44,38,34,43,24,48,15,43,10,38,,34,,24,,14,10,5,15,r9,xe" fillcolor="#00a7d1" stroked="f">
          <v:path arrowok="t"/>
        </v:shape>
      </w:pict>
    </w:r>
    <w:r w:rsidR="001832CC">
      <w:rPr>
        <w:noProof/>
      </w:rPr>
      <w:pict w14:anchorId="451BA3A1">
        <v:shape id="_x0000_s1272" style="position:absolute;margin-left:80pt;margin-top:253.75pt;width:2.4pt;height:2.4pt;z-index:251740160;mso-wrap-edited:f;mso-position-horizontal-relative:text;mso-position-vertical-relative:text" coordsize="48,48" wrapcoords="-16 0 -16 32 64 32 48 0 -16 0" path="m,24l,15,5,5,14,,24,,34,r4,5l43,15r5,9l43,34r-5,9l34,48r-10,l14,48,5,43,,34,,24xe" fillcolor="#00a7d1" stroked="f">
          <v:path arrowok="t"/>
        </v:shape>
      </w:pict>
    </w:r>
    <w:r w:rsidR="001832CC">
      <w:rPr>
        <w:noProof/>
      </w:rPr>
      <w:pict w14:anchorId="506141BC">
        <v:shape id="_x0000_s1271" style="position:absolute;margin-left:133.75pt;margin-top:110.1pt;width:2.4pt;height:2.4pt;z-index:251739136;mso-wrap-edited:f;mso-position-horizontal-relative:text;mso-position-vertical-relative:text" coordsize="48,48" wrapcoords="-16 0 -16 32 64 32 48 0 -16 0" path="m4,10l14,5,24,r9,5l38,10r5,9l48,24,43,34r-5,9l33,48r-9,l14,48,4,43,,34,,24,,19,4,10xe" fillcolor="#00a7d1" stroked="f">
          <v:path arrowok="t"/>
        </v:shape>
      </w:pict>
    </w:r>
    <w:r w:rsidR="001832CC">
      <w:rPr>
        <w:noProof/>
      </w:rPr>
      <w:pict w14:anchorId="3E23B8DE">
        <v:shape id="_x0000_s1269" style="position:absolute;margin-left:440.4pt;margin-top:86.15pt;width:2.4pt;height:2.4pt;z-index:251737088;mso-wrap-edited:f;mso-position-horizontal-relative:text;mso-position-vertical-relative:text" coordsize="48,48" wrapcoords="-16 0 -16 32 48 32 48 0 -16 0" path="m24,l34,r5,5l48,14r,10l48,34r-9,4l34,43,24,48,15,43,5,38,,34,,24,,14,5,5,15,r9,xe" fillcolor="#00a7d1" stroked="f">
          <v:path arrowok="t"/>
        </v:shape>
      </w:pict>
    </w:r>
    <w:r w:rsidR="001832CC">
      <w:rPr>
        <w:noProof/>
      </w:rPr>
      <w:pict w14:anchorId="7B77E1E1">
        <v:shape id="_x0000_s1268" style="position:absolute;margin-left:80pt;margin-top:258.55pt;width:2.4pt;height:2.4pt;z-index:251736064;mso-wrap-edited:f;mso-position-horizontal-relative:text;mso-position-vertical-relative:text" coordsize="48,48" wrapcoords="-16 0 -16 32 64 32 48 0 -16 0" path="m,24l,14,5,10,14,5,24,,34,5r4,5l43,14r5,10l43,34r-5,9l34,48r-10,l14,48,5,43,,34,,24xe" fillcolor="#00a7d1" stroked="f">
          <v:path arrowok="t"/>
        </v:shape>
      </w:pict>
    </w:r>
    <w:r w:rsidR="001832CC">
      <w:rPr>
        <w:noProof/>
      </w:rPr>
      <w:pict w14:anchorId="41216EA6">
        <v:shape id="_x0000_s1267" style="position:absolute;margin-left:130.15pt;margin-top:113.7pt;width:2.4pt;height:2.4pt;z-index:251735040;mso-wrap-edited:f;mso-position-horizontal-relative:text;mso-position-vertical-relative:text" coordsize="48,48" wrapcoords="-16 0 -16 32 64 32 64 0 -16 0" path="m9,5l14,,24,r9,l43,5r5,9l48,24r,10l43,38,33,43r-9,5l14,43,9,38,4,34,,24,4,14,9,5xe" fillcolor="#00a7d1" stroked="f">
          <v:path arrowok="t"/>
        </v:shape>
      </w:pict>
    </w:r>
    <w:r w:rsidR="001832CC">
      <w:rPr>
        <w:noProof/>
      </w:rPr>
      <w:pict w14:anchorId="3A9E9E29">
        <v:shape id="_x0000_s1265" style="position:absolute;margin-left:435.6pt;margin-top:86.15pt;width:2.4pt;height:2.4pt;z-index:251732992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 w:rsidR="001832CC">
      <w:rPr>
        <w:noProof/>
      </w:rPr>
      <w:pict w14:anchorId="72266C26">
        <v:shape id="_x0000_s1264" style="position:absolute;margin-left:80pt;margin-top:263.35pt;width:2.4pt;height:2.4pt;z-index:251731968;mso-wrap-edited:f;mso-position-horizontal-relative:text;mso-position-vertical-relative:text" coordsize="48,48" wrapcoords="-16 0 -16 32 64 32 48 0 -16 0" path="m,24l,14,5,10,14,5,24,,34,5r4,5l43,14r5,10l43,34r-5,9l34,48r-10,l14,48,5,43,,34,,24xe" fillcolor="#00a7d1" stroked="f">
          <v:path arrowok="t"/>
        </v:shape>
      </w:pict>
    </w:r>
    <w:r w:rsidR="001832CC">
      <w:rPr>
        <w:noProof/>
      </w:rPr>
      <w:pict w14:anchorId="470FE52A">
        <v:shape id="_x0000_s1263" style="position:absolute;margin-left:126.75pt;margin-top:117.05pt;width:2.4pt;height:2.4pt;z-index:251730944;mso-wrap-edited:f;mso-position-horizontal-relative:text;mso-position-vertical-relative:text" coordsize="48,48" wrapcoords="-16 0 -16 32 64 32 64 0 -16 0" path="m5,5l15,r9,l34,,44,5r4,10l48,24r,10l44,43,34,48r-10,l15,48,5,43,,34,,24,,15,5,5xe" fillcolor="#00a7d1" stroked="f">
          <v:path arrowok="t"/>
        </v:shape>
      </w:pict>
    </w:r>
    <w:r w:rsidR="001832CC">
      <w:rPr>
        <w:noProof/>
      </w:rPr>
      <w:pict w14:anchorId="47D763BC">
        <v:shape id="_x0000_s1261" style="position:absolute;margin-left:430.6pt;margin-top:86.15pt;width:2.6pt;height:2.4pt;z-index:251728896;mso-wrap-edited:f;mso-position-horizontal-relative:text;mso-position-vertical-relative:text" coordsize="52,48" wrapcoords="-17 0 -17 32 52 32 52 0 -17 0" path="m24,r9,l43,5r5,9l52,24,48,34r-5,4l33,43r-9,5l19,43,9,38,4,34,,24,4,14,9,5,19,r5,xe" fillcolor="#00a7d1" stroked="f">
          <v:path arrowok="t"/>
        </v:shape>
      </w:pict>
    </w:r>
    <w:r w:rsidR="001832CC">
      <w:rPr>
        <w:noProof/>
      </w:rPr>
      <w:pict w14:anchorId="2D19F738">
        <v:shape id="_x0000_s1260" style="position:absolute;margin-left:80pt;margin-top:268.4pt;width:2.4pt;height:2.4pt;z-index:251727872;mso-wrap-edited:f;mso-position-horizontal-relative:text;mso-position-vertical-relative:text" coordsize="48,48" wrapcoords="-16 0 -16 32 48 32 48 0 -16 0" path="m,24l,14,5,5,14,,24,,34,r4,5l43,14r5,10l43,33r-5,5l34,43,24,48,14,43,5,38,,33,,24xe" fillcolor="#00a7d1" stroked="f">
          <v:path arrowok="t"/>
        </v:shape>
      </w:pict>
    </w:r>
    <w:r w:rsidR="001832CC">
      <w:rPr>
        <w:noProof/>
      </w:rPr>
      <w:pict w14:anchorId="582DE39A">
        <v:shape id="_x0000_s1259" style="position:absolute;margin-left:123.4pt;margin-top:120.4pt;width:2.4pt;height:2.4pt;z-index:251726848;mso-wrap-edited:f;mso-position-horizontal-relative:text;mso-position-vertical-relative:text" coordsize="48,48" wrapcoords="-16 0 -16 32 64 32 48 0 -16 0" path="m5,10l15,5,24,,34,5r5,5l43,15r5,9l43,34,39,44r-5,4l24,48r-9,l5,44,,34,,24,,15,5,10xe" fillcolor="#00a7d1" stroked="f">
          <v:path arrowok="t"/>
        </v:shape>
      </w:pict>
    </w:r>
    <w:r w:rsidR="001832CC">
      <w:rPr>
        <w:noProof/>
      </w:rPr>
      <w:pict w14:anchorId="738176FD">
        <v:shape id="_x0000_s1257" style="position:absolute;margin-left:425.8pt;margin-top:86.15pt;width:2.4pt;height:2.4pt;z-index:251724800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 w:rsidR="001832CC">
      <w:rPr>
        <w:noProof/>
      </w:rPr>
      <w:pict w14:anchorId="48BEC544">
        <v:shape id="_x0000_s1256" style="position:absolute;margin-left:80pt;margin-top:273.2pt;width:2.4pt;height:2.4pt;z-index:251723776;mso-wrap-edited:f;mso-position-horizontal-relative:text;mso-position-vertical-relative:text" coordsize="48,48" wrapcoords="-16 0 -16 32 48 32 48 0 -16 0" path="m,24l,14,5,4,14,,24,,34,r4,4l43,14r5,10l43,33r-5,5l34,43,24,48,14,43,5,38,,33,,24xe" fillcolor="#00a7d1" stroked="f">
          <v:path arrowok="t"/>
        </v:shape>
      </w:pict>
    </w:r>
    <w:r w:rsidR="001832CC">
      <w:rPr>
        <w:noProof/>
      </w:rPr>
      <w:pict w14:anchorId="59A29732">
        <v:shape id="_x0000_s1255" style="position:absolute;margin-left:119.8pt;margin-top:123.75pt;width:2.4pt;height:2.65pt;z-index:251722752;mso-wrap-edited:f;mso-position-horizontal-relative:text;mso-position-vertical-relative:text" coordsize="48,53" wrapcoords="-16 0 -16 40 64 40 48 0 -16 0" path="m10,10l15,5,24,,34,5r10,5l48,20r,4l48,34,44,44,34,48,24,53,15,48,10,44,5,34,,24,5,20,10,10xe" fillcolor="#00a7d1" stroked="f">
          <v:path arrowok="t"/>
        </v:shape>
      </w:pict>
    </w:r>
    <w:r w:rsidR="001832CC">
      <w:rPr>
        <w:noProof/>
      </w:rPr>
      <w:pict w14:anchorId="4D8F3CAB">
        <v:shape id="_x0000_s1253" style="position:absolute;margin-left:421pt;margin-top:86.15pt;width:2.4pt;height:2.4pt;z-index:251720704;mso-wrap-edited:f;mso-position-horizontal-relative:text;mso-position-vertical-relative:text" coordsize="48,48" wrapcoords="-16 0 -16 32 64 32 64 0 -16 0" path="m24,r9,l43,5r5,9l48,24r,10l43,38,33,43r-9,5l14,43,5,38,,34,,24,,14,5,5,14,,24,xe" fillcolor="#00a7d1" stroked="f">
          <v:path arrowok="t"/>
        </v:shape>
      </w:pict>
    </w:r>
    <w:r w:rsidR="001832CC">
      <w:rPr>
        <w:noProof/>
      </w:rPr>
      <w:pict w14:anchorId="0B174E5B">
        <v:shape id="_x0000_s1252" style="position:absolute;margin-left:80pt;margin-top:278pt;width:2.4pt;height:2.4pt;z-index:251719680;mso-wrap-edited:f;mso-position-horizontal-relative:text;mso-position-vertical-relative:text" coordsize="48,48" wrapcoords="-16 0 -16 32 64 32 48 0 -16 0" path="m,24l,14,5,4,14,,24,,34,r4,4l43,14r5,10l43,33,38,43r-4,5l24,48r-10,l5,43,,33,,24xe" fillcolor="#00a7d1" stroked="f">
          <v:path arrowok="t"/>
        </v:shape>
      </w:pict>
    </w:r>
    <w:r w:rsidR="001832CC">
      <w:rPr>
        <w:noProof/>
      </w:rPr>
      <w:pict w14:anchorId="1825B18F">
        <v:shape id="_x0000_s1251" style="position:absolute;margin-left:116.45pt;margin-top:127.35pt;width:2.4pt;height:2.4pt;z-index:251718656;mso-wrap-edited:f;mso-position-horizontal-relative:text;mso-position-vertical-relative:text" coordsize="48,48" wrapcoords="-16 0 -16 32 64 32 64 0 -16 0" path="m10,5l15,r9,l34,r9,5l48,15r,9l48,34r-5,5l34,44,24,48,15,44,5,39,,34,,24,,15,10,5xe" fillcolor="#00a7d1" stroked="f">
          <v:path arrowok="t"/>
        </v:shape>
      </w:pict>
    </w:r>
    <w:r w:rsidR="001832CC">
      <w:rPr>
        <w:noProof/>
      </w:rPr>
      <w:pict w14:anchorId="79196CC6">
        <v:shape id="_x0000_s1249" style="position:absolute;margin-left:416.2pt;margin-top:86.15pt;width:2.4pt;height:2.4pt;z-index:251716608;mso-wrap-edited:f;mso-position-horizontal-relative:text;mso-position-vertical-relative:text" coordsize="48,48" wrapcoords="-16 0 -16 32 48 32 48 0 -16 0" path="m24,r9,l38,5r10,9l48,24r,10l38,38r-5,5l24,48,14,43,5,38,,34,,24,,14,5,5,14,,24,xe" fillcolor="#00a7d1" stroked="f">
          <v:path arrowok="t"/>
        </v:shape>
      </w:pict>
    </w:r>
    <w:r w:rsidR="001832CC">
      <w:rPr>
        <w:noProof/>
      </w:rPr>
      <w:pict w14:anchorId="5F6EE01D">
        <v:shape id="_x0000_s1248" style="position:absolute;margin-left:80pt;margin-top:282.75pt;width:2.4pt;height:2.4pt;z-index:251715584;mso-wrap-edited:f;mso-position-horizontal-relative:text;mso-position-vertical-relative:text" coordsize="48,48" wrapcoords="-16 0 -16 32 64 32 48 0 -16 0" path="m,24l,15,5,10,14,5,24,,34,5r4,5l43,15r5,9l43,34,38,44r-4,4l24,48r-10,l5,44,,34,,24xe" fillcolor="#00a7d1" stroked="f">
          <v:path arrowok="t"/>
        </v:shape>
      </w:pict>
    </w:r>
    <w:r w:rsidR="001832CC">
      <w:rPr>
        <w:noProof/>
      </w:rPr>
      <w:pict w14:anchorId="3B989FDD">
        <v:shape id="_x0000_s1247" style="position:absolute;margin-left:113.1pt;margin-top:130.75pt;width:2.4pt;height:2.4pt;z-index:251714560;mso-wrap-edited:f;mso-position-horizontal-relative:text;mso-position-vertical-relative:text" coordsize="48,48" wrapcoords="-16 0 -16 32 64 32 48 0 -16 0" path="m5,4l14,,24,,34,r4,4l43,14r5,10l43,33,38,43r-4,5l24,48r-10,l5,43,,33,,24,,14,5,4xe" fillcolor="#00a7d1" stroked="f">
          <v:path arrowok="t"/>
        </v:shape>
      </w:pict>
    </w:r>
    <w:r w:rsidR="001832CC">
      <w:rPr>
        <w:noProof/>
      </w:rPr>
      <w:pict w14:anchorId="6939A744">
        <v:shape id="_x0000_s1245" style="position:absolute;margin-left:411.4pt;margin-top:86.15pt;width:2.4pt;height:2.4pt;z-index:251712512;mso-wrap-edited:f;mso-position-horizontal-relative:text;mso-position-vertical-relative:text" coordsize="48,48" wrapcoords="-16 0 -16 32 48 32 48 0 -16 0" path="m24,l34,r4,5l43,14r5,10l43,34r-5,4l34,43,24,48,14,43,5,38,,34,,24,,14,5,5,14,,24,xe" fillcolor="#00a7d1" stroked="f">
          <v:path arrowok="t"/>
        </v:shape>
      </w:pict>
    </w:r>
    <w:r w:rsidR="001832CC">
      <w:rPr>
        <w:noProof/>
      </w:rPr>
      <w:pict w14:anchorId="63D2CE91">
        <v:shape id="_x0000_s1244" style="position:absolute;margin-left:80pt;margin-top:287.55pt;width:2.4pt;height:2.65pt;z-index:251711488;mso-wrap-edited:f;mso-position-horizontal-relative:text;mso-position-vertical-relative:text" coordsize="48,53" wrapcoords="-16 0 -16 40 48 40 48 0 -16 0" path="m,24l,15,5,10,14,5,24,,34,5r4,5l43,15r5,9l43,34,38,44r-4,4l24,53,14,48,5,44,,34,,24xe" fillcolor="#00a7d1" stroked="f">
          <v:path arrowok="t"/>
        </v:shape>
      </w:pict>
    </w:r>
    <w:r w:rsidR="001832CC">
      <w:rPr>
        <w:noProof/>
      </w:rPr>
      <w:pict w14:anchorId="294B7BFA">
        <v:shape id="_x0000_s1243" style="position:absolute;margin-left:109.5pt;margin-top:134.1pt;width:2.4pt;height:2.4pt;z-index:251710464;mso-wrap-edited:f;mso-position-horizontal-relative:text;mso-position-vertical-relative:text" coordsize="48,48" wrapcoords="-16 0 -16 32 64 32 48 0 -16 0" path="m10,9l19,5,24,,34,5r9,4l48,14r,10l48,33,43,43r-9,5l24,48r-5,l10,43,5,33,,24,5,14,10,9xe" fillcolor="#00a7d1" stroked="f">
          <v:path arrowok="t"/>
        </v:shape>
      </w:pict>
    </w:r>
    <w:r w:rsidR="001832CC">
      <w:rPr>
        <w:noProof/>
      </w:rPr>
      <w:pict w14:anchorId="4FDFDD7E">
        <v:shape id="_x0000_s1241" style="position:absolute;margin-left:406.35pt;margin-top:86.15pt;width:2.4pt;height:2.4pt;z-index:251708416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1832CC">
      <w:rPr>
        <w:noProof/>
      </w:rPr>
      <w:pict w14:anchorId="5A41030A">
        <v:shape id="_x0000_s1240" style="position:absolute;margin-left:80pt;margin-top:292.6pt;width:2.4pt;height:2.4pt;z-index:251707392;mso-wrap-edited:f;mso-position-horizontal-relative:text;mso-position-vertical-relative:text" coordsize="48,48" wrapcoords="-16 0 -16 32 48 32 48 0 -16 0" path="m,24l,15,5,5,14,,24,,34,r4,5l43,15r5,9l43,34r-5,5l34,43,24,48,14,43,5,39,,34,,24xe" fillcolor="#00a7d1" stroked="f">
          <v:path arrowok="t"/>
        </v:shape>
      </w:pict>
    </w:r>
    <w:r w:rsidR="001832CC">
      <w:rPr>
        <w:noProof/>
      </w:rPr>
      <w:pict w14:anchorId="0B1E6F6D">
        <v:shape id="_x0000_s1239" style="position:absolute;margin-left:106.15pt;margin-top:137.45pt;width:2.4pt;height:2.65pt;z-index:251706368;mso-wrap-edited:f;mso-position-horizontal-relative:text;mso-position-vertical-relative:text" coordsize="48,53" wrapcoords="-16 0 -16 40 64 40 48 0 -16 0" path="m9,9l14,5,24,r9,5l43,9r5,10l48,29r,4l43,43,33,48r-9,5l14,48,9,43,,33,,29,,19,9,9xe" fillcolor="#00a7d1" stroked="f">
          <v:path arrowok="t"/>
        </v:shape>
      </w:pict>
    </w:r>
    <w:r w:rsidR="001832CC">
      <w:rPr>
        <w:noProof/>
      </w:rPr>
      <w:pict w14:anchorId="29A56571">
        <v:shape id="_x0000_s1237" style="position:absolute;margin-left:401.55pt;margin-top:86.15pt;width:2.4pt;height:2.4pt;z-index:251704320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1832CC">
      <w:rPr>
        <w:noProof/>
      </w:rPr>
      <w:pict w14:anchorId="49316669">
        <v:shape id="_x0000_s1236" style="position:absolute;margin-left:80pt;margin-top:297.4pt;width:2.4pt;height:2.4pt;z-index:251703296;mso-wrap-edited:f;mso-position-horizontal-relative:text;mso-position-vertical-relative:text" coordsize="48,48" wrapcoords="-16 0 -16 32 48 32 48 0 -16 0" path="m,24l,14,5,5,14,,24,,34,r4,5l43,14r5,10l43,34r-5,4l34,48r-10,l14,48,5,38,,34,,24xe" fillcolor="#00a7d1" stroked="f">
          <v:path arrowok="t"/>
        </v:shape>
      </w:pict>
    </w:r>
    <w:r w:rsidR="001832CC">
      <w:rPr>
        <w:noProof/>
      </w:rPr>
      <w:pict w14:anchorId="07329321">
        <v:shape id="_x0000_s1235" style="position:absolute;margin-left:102.8pt;margin-top:141.05pt;width:2.4pt;height:2.4pt;z-index:251702272;mso-wrap-edited:f;mso-position-horizontal-relative:text;mso-position-vertical-relative:text" coordsize="48,48" wrapcoords="-16 0 -16 32 48 32 48 0 -16 0" path="m5,5l14,,24,r9,l38,5r5,9l48,24r-5,9l38,38r-5,5l24,48,14,43,5,38,,33,,24,,14,5,5xe" fillcolor="#00a7d1" stroked="f">
          <v:path arrowok="t"/>
        </v:shape>
      </w:pict>
    </w:r>
    <w:r w:rsidR="001832CC">
      <w:rPr>
        <w:noProof/>
      </w:rPr>
      <w:pict w14:anchorId="3A430951">
        <v:shape id="_x0000_s1233" style="position:absolute;margin-left:396.75pt;margin-top:86.15pt;width:2.4pt;height:2.4pt;z-index:251700224;mso-wrap-edited:f;mso-position-horizontal-relative:text;mso-position-vertical-relative:text" coordsize="48,48" wrapcoords="-16 0 -16 32 64 32 64 0 -16 0" path="m24,l34,r9,5l48,14r,10l48,34r-5,4l34,43,24,48,15,43,5,38,,34,,24,,14,5,5,15,r9,xe" fillcolor="#00a7d1" stroked="f">
          <v:path arrowok="t"/>
        </v:shape>
      </w:pict>
    </w:r>
    <w:r w:rsidR="001832CC">
      <w:rPr>
        <w:noProof/>
      </w:rPr>
      <w:pict w14:anchorId="38C94856">
        <v:shape id="_x0000_s1232" style="position:absolute;margin-left:80pt;margin-top:302.2pt;width:2.4pt;height:2.4pt;z-index:251699200;mso-wrap-edited:f;mso-position-horizontal-relative:text;mso-position-vertical-relative:text" coordsize="48,48" wrapcoords="-16 0 -16 32 64 32 48 0 -16 0" path="m,24l,14,5,10,14,,24,,34,r4,10l43,14r5,10l43,34r-5,9l34,48r-10,l14,48,5,43,,34,,24xe" fillcolor="#00a7d1" stroked="f">
          <v:path arrowok="t"/>
        </v:shape>
      </w:pict>
    </w:r>
    <w:r w:rsidR="001832CC">
      <w:rPr>
        <w:noProof/>
      </w:rPr>
      <w:pict w14:anchorId="1CE8D1E7">
        <v:shape id="_x0000_s1231" style="position:absolute;margin-left:99.2pt;margin-top:144.4pt;width:2.65pt;height:2.4pt;z-index:251698176;mso-wrap-edited:f;mso-position-horizontal-relative:text;mso-position-vertical-relative:text" coordsize="53,48" wrapcoords="-13 0 -13 32 66 32 53 0 -13 0" path="m9,5l19,r5,l33,,43,5r5,9l53,24,48,34r-5,9l33,48r-9,l19,48,9,43,5,34,,24,5,14,9,5xe" fillcolor="#00a7d1" stroked="f">
          <v:path arrowok="t"/>
        </v:shape>
      </w:pict>
    </w:r>
    <w:r w:rsidR="001832CC">
      <w:rPr>
        <w:noProof/>
      </w:rPr>
      <w:pict w14:anchorId="2AC94969">
        <v:shape id="_x0000_s1229" style="position:absolute;margin-left:391.95pt;margin-top:86.15pt;width:2.4pt;height:2.4pt;z-index:251696128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 w:rsidR="001832CC">
      <w:rPr>
        <w:noProof/>
      </w:rPr>
      <w:pict w14:anchorId="0712075B">
        <v:shape id="_x0000_s1228" style="position:absolute;margin-left:80pt;margin-top:307pt;width:2.4pt;height:2.4pt;z-index:251695104;mso-wrap-edited:f;mso-position-horizontal-relative:text;mso-position-vertical-relative:text" coordsize="48,48" wrapcoords="-16 0 -16 32 64 32 48 0 -16 0" path="m,24l,14,5,10,14,5,24,,34,5r4,5l43,14r5,10l43,34r-5,9l34,48r-10,l14,48,5,43,,34,,24xe" fillcolor="#00a7d1" stroked="f">
          <v:path arrowok="t"/>
        </v:shape>
      </w:pict>
    </w:r>
    <w:r w:rsidR="001832CC">
      <w:rPr>
        <w:noProof/>
      </w:rPr>
      <w:pict w14:anchorId="59B0E91A">
        <v:shape id="_x0000_s1227" style="position:absolute;margin-left:95.85pt;margin-top:147.75pt;width:2.4pt;height:2.4pt;z-index:251694080;mso-wrap-edited:f;mso-position-horizontal-relative:text;mso-position-vertical-relative:text" coordsize="48,48" wrapcoords="-16 0 -16 32 64 32 48 0 -16 0" path="m9,10l14,5,24,r9,5l43,10r5,5l48,24r,10l43,43,33,48r-9,l14,48,9,43,,34,,24,,15,9,10xe" fillcolor="#00a7d1" stroked="f">
          <v:path arrowok="t"/>
        </v:shape>
      </w:pict>
    </w:r>
    <w:r w:rsidR="001832CC">
      <w:rPr>
        <w:noProof/>
      </w:rPr>
      <w:pict w14:anchorId="72EB6960">
        <v:shape id="_x0000_s1225" style="position:absolute;margin-left:387.15pt;margin-top:86.15pt;width:2.4pt;height:2.4pt;z-index:251692032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 w:rsidR="001832CC">
      <w:rPr>
        <w:noProof/>
      </w:rPr>
      <w:pict w14:anchorId="4C368D66">
        <v:shape id="_x0000_s1224" style="position:absolute;margin-left:80pt;margin-top:311.8pt;width:2.4pt;height:2.65pt;z-index:251691008;mso-wrap-edited:f;mso-position-horizontal-relative:text;mso-position-vertical-relative:text" coordsize="48,53" wrapcoords="-16 0 -16 40 48 40 48 0 -16 0" path="m,29l,19,5,9,14,5,24,,34,5r4,4l43,19r5,10l43,33,38,43r-4,5l24,53,14,48,5,43,,33,,29xe" fillcolor="#00a7d1" stroked="f">
          <v:path arrowok="t"/>
        </v:shape>
      </w:pict>
    </w:r>
    <w:r w:rsidR="001832CC">
      <w:rPr>
        <w:noProof/>
      </w:rPr>
      <w:pict w14:anchorId="63DB4FE7">
        <v:shape id="_x0000_s1223" style="position:absolute;margin-left:92.45pt;margin-top:151.35pt;width:2.4pt;height:2.4pt;z-index:251689984;mso-wrap-edited:f;mso-position-horizontal-relative:text;mso-position-vertical-relative:text" coordsize="48,48" wrapcoords="-16 0 -16 32 48 32 48 0 -16 0" path="m5,5l15,r9,l34,r5,5l48,14r,10l48,29r-9,9l34,43,24,48,15,43,5,38,,29,,24,,14,5,5xe" fillcolor="#00a7d1" stroked="f">
          <v:path arrowok="t"/>
        </v:shape>
      </w:pict>
    </w:r>
    <w:r w:rsidR="001832CC">
      <w:rPr>
        <w:noProof/>
      </w:rPr>
      <w:pict w14:anchorId="6F95468E">
        <v:shape id="_x0000_s1221" style="position:absolute;margin-left:382.15pt;margin-top:86.15pt;width:2.4pt;height:2.4pt;z-index:251687936;mso-wrap-edited:f;mso-position-horizontal-relative:text;mso-position-vertical-relative:text" coordsize="48,48" wrapcoords="-16 0 -16 32 64 32 64 0 -16 0" path="m24,r9,l43,5r5,9l48,24r,10l43,38,33,43r-9,5l14,43,9,38,4,34,,24,4,14,9,5,14,,24,xe" fillcolor="#00a7d1" stroked="f">
          <v:path arrowok="t"/>
        </v:shape>
      </w:pict>
    </w:r>
    <w:r w:rsidR="001832CC">
      <w:rPr>
        <w:noProof/>
      </w:rPr>
      <w:pict w14:anchorId="4CC0962B">
        <v:shape id="_x0000_s1220" style="position:absolute;margin-left:80pt;margin-top:316.85pt;width:2.4pt;height:2.4pt;z-index:251686912;mso-wrap-edited:f;mso-position-horizontal-relative:text;mso-position-vertical-relative:text" coordsize="48,48" wrapcoords="-16 0 -16 32 48 32 48 0 -16 0" path="m,24l,14,5,4,14,,24,,34,r4,4l43,14r5,10l43,33r-5,5l34,43,24,48,14,43,5,38,,33,,24xe" fillcolor="#00a7d1" stroked="f">
          <v:path arrowok="t"/>
        </v:shape>
      </w:pict>
    </w:r>
    <w:r w:rsidR="001832CC">
      <w:rPr>
        <w:noProof/>
      </w:rPr>
      <w:pict w14:anchorId="134DCEB5">
        <v:shape id="_x0000_s1219" style="position:absolute;margin-left:88.85pt;margin-top:154.7pt;width:2.65pt;height:2.4pt;z-index:251685888;mso-wrap-edited:f;mso-position-horizontal-relative:text;mso-position-vertical-relative:text" coordsize="53,48" wrapcoords="-13 0 -13 32 53 32 53 0 -13 0" path="m10,5l20,r9,l34,,44,5r4,10l53,24,48,34r-4,5l34,48r-5,l20,48,10,39,5,34,,24,5,15,10,5xe" fillcolor="#00a7d1" stroked="f">
          <v:path arrowok="t"/>
        </v:shape>
      </w:pict>
    </w:r>
    <w:r w:rsidR="001832CC">
      <w:rPr>
        <w:noProof/>
      </w:rPr>
      <w:pict w14:anchorId="2AFFBC7D">
        <v:shape id="_x0000_s1217" style="position:absolute;margin-left:377.35pt;margin-top:86.15pt;width:2.4pt;height:2.4pt;z-index:251683840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 w:rsidR="001832CC">
      <w:rPr>
        <w:noProof/>
      </w:rPr>
      <w:pict w14:anchorId="2FEECCDF">
        <v:shape id="_x0000_s1216" style="position:absolute;margin-left:80pt;margin-top:321.65pt;width:2.4pt;height:2.35pt;z-index:251682816;mso-wrap-edited:f;mso-position-horizontal-relative:text;mso-position-vertical-relative:text" coordsize="48,47" wrapcoords="-16 0 -16 31 64 31 48 0 -16 0" path="m,23l,14,5,4,14,,24,,34,r4,4l43,14r5,9l43,33,38,43r-4,4l24,47r-10,l5,43,,33,,23xe" fillcolor="#00a7d1" stroked="f">
          <v:path arrowok="t"/>
        </v:shape>
      </w:pict>
    </w:r>
    <w:r w:rsidR="001832CC">
      <w:rPr>
        <w:noProof/>
      </w:rPr>
      <w:pict w14:anchorId="77364918">
        <v:shape id="_x0000_s1215" style="position:absolute;margin-left:85.5pt;margin-top:158.05pt;width:2.4pt;height:2.4pt;z-index:251681792;mso-wrap-edited:f;mso-position-horizontal-relative:text;mso-position-vertical-relative:text" coordsize="48,48" wrapcoords="-16 0 -16 32 64 32 48 0 -16 0" path="m10,10l15,r9,l34,r9,10l48,15r,9l48,34,43,44r-9,4l24,48r-9,l10,44,5,34,,24,5,15r5,-5xe" fillcolor="#00a7d1" stroked="f">
          <v:path arrowok="t"/>
        </v:shape>
      </w:pict>
    </w:r>
    <w:r w:rsidR="001832CC">
      <w:rPr>
        <w:noProof/>
      </w:rPr>
      <w:pict w14:anchorId="789F25DC">
        <v:shape id="_x0000_s1213" style="position:absolute;margin-left:372.55pt;margin-top:86.15pt;width:2.4pt;height:2.4pt;z-index:251679744;mso-wrap-edited:f;mso-position-horizontal-relative:text;mso-position-vertical-relative:text" coordsize="48,48" wrapcoords="-16 0 -16 32 64 32 64 0 -16 0" path="m24,r9,l43,5r5,9l48,24r,10l43,38,33,43r-9,5l14,43,5,38,,34,,24,,14,5,5,14,,24,xe" fillcolor="#00a7d1" stroked="f">
          <v:path arrowok="t"/>
        </v:shape>
      </w:pict>
    </w:r>
    <w:r w:rsidR="001832CC">
      <w:rPr>
        <w:noProof/>
      </w:rPr>
      <w:pict w14:anchorId="0C7C6AC7">
        <v:shape id="_x0000_s1212" style="position:absolute;margin-left:80pt;margin-top:326.4pt;width:2.4pt;height:2.4pt;z-index:251678720;mso-wrap-edited:f;mso-position-horizontal-relative:text;mso-position-vertical-relative:text" coordsize="48,48" wrapcoords="-16 0 -16 32 64 32 48 0 -16 0" path="m,24l,15,5,10,14,,24,,34,r4,10l43,15r5,9l43,34,38,44r-4,4l24,48r-10,l5,44,,34,,24xe" fillcolor="#00a7d1" stroked="f">
          <v:path arrowok="t"/>
        </v:shape>
      </w:pict>
    </w:r>
    <w:r w:rsidR="001832CC">
      <w:rPr>
        <w:noProof/>
      </w:rPr>
      <w:pict w14:anchorId="1C18FF87">
        <v:shape id="_x0000_s1211" style="position:absolute;margin-left:82.15pt;margin-top:161.45pt;width:2.4pt;height:2.35pt;z-index:251677696;mso-wrap-edited:f;mso-position-horizontal-relative:text;mso-position-vertical-relative:text" coordsize="48,47" wrapcoords="-16 0 -16 31 64 31 48 0 -16 0" path="m5,9l15,4,24,,34,4r5,5l48,14r,10l48,33,39,43r-5,4l24,47r-9,l5,43,,33,,24,,14,5,9xe" fillcolor="#00a7d1" stroked="f">
          <v:path arrowok="t"/>
        </v:shape>
      </w:pict>
    </w:r>
    <w:r w:rsidR="001832CC">
      <w:rPr>
        <w:noProof/>
      </w:rPr>
      <w:pict w14:anchorId="060FB078">
        <v:shape id="_x0000_s1209" style="position:absolute;margin-left:367.75pt;margin-top:86.15pt;width:2.4pt;height:2.4pt;z-index:251675648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 w:rsidR="001832CC">
      <w:rPr>
        <w:noProof/>
      </w:rPr>
      <w:pict w14:anchorId="22F19794">
        <v:shape id="_x0000_s1208" style="position:absolute;margin-left:80pt;margin-top:331.2pt;width:2.4pt;height:2.4pt;z-index:251674624;mso-wrap-edited:f;mso-position-horizontal-relative:text;mso-position-vertical-relative:text" coordsize="48,48" wrapcoords="-16 0 -16 32 64 32 48 0 -16 0" path="m,24l,15,5,10,14,5,24,,34,5r4,5l43,15r5,9l43,34,38,44r-4,4l24,48r-10,l5,44,,34,,24xe" fillcolor="#00a7d1" stroked="f">
          <v:path arrowok="t"/>
        </v:shape>
      </w:pict>
    </w:r>
    <w:r w:rsidR="001832CC">
      <w:rPr>
        <w:noProof/>
      </w:rPr>
      <w:pict w14:anchorId="2950D425">
        <v:shape id="_x0000_s1206" style="position:absolute;margin-left:362.95pt;margin-top:86.15pt;width:2.4pt;height:2.4pt;z-index:251672576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 w:rsidR="001832CC">
      <w:rPr>
        <w:noProof/>
      </w:rPr>
      <w:pict w14:anchorId="1CE75EF1">
        <v:shape id="_x0000_s1205" style="position:absolute;margin-left:80pt;margin-top:336.25pt;width:2.4pt;height:2.4pt;z-index:251671552;mso-wrap-edited:f;mso-position-horizontal-relative:text;mso-position-vertical-relative:text" coordsize="48,48" wrapcoords="-16 0 -16 32 48 32 48 0 -16 0" path="m,24l,14,5,5,14,,24,,34,r4,5l43,14r5,10l43,34r-5,4l34,43,24,48,14,43,5,38,,34,,24xe" fillcolor="#00a7d1" stroked="f">
          <v:path arrowok="t"/>
        </v:shape>
      </w:pict>
    </w:r>
    <w:r w:rsidR="001832CC">
      <w:rPr>
        <w:noProof/>
      </w:rPr>
      <w:pict w14:anchorId="733212AC">
        <v:shape id="_x0000_s1203" style="position:absolute;margin-left:357.9pt;margin-top:86.15pt;width:2.4pt;height:2.4pt;z-index:251669504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1832CC">
      <w:rPr>
        <w:noProof/>
      </w:rPr>
      <w:pict w14:anchorId="6303497E">
        <v:shape id="_x0000_s1202" style="position:absolute;margin-left:80pt;margin-top:341.05pt;width:2.4pt;height:2.4pt;z-index:251668480;mso-wrap-edited:f;mso-position-horizontal-relative:text;mso-position-vertical-relative:text" coordsize="48,48" wrapcoords="-16 0 -16 32 48 32 48 0 -16 0" path="m,24l,14,5,5,14,,24,,34,r4,5l43,14r5,10l43,34r-5,4l34,43,24,48,14,43,5,38,,34,,24xe" fillcolor="#00a7d1" stroked="f">
          <v:path arrowok="t"/>
        </v:shape>
      </w:pict>
    </w:r>
    <w:r w:rsidR="001832CC">
      <w:rPr>
        <w:noProof/>
      </w:rPr>
      <w:pict w14:anchorId="10274E1A">
        <v:shape id="_x0000_s1200" style="position:absolute;margin-left:353.1pt;margin-top:86.15pt;width:2.4pt;height:2.4pt;z-index:251666432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 w:rsidR="001832CC">
      <w:rPr>
        <w:noProof/>
      </w:rPr>
      <w:pict w14:anchorId="4EEC016E">
        <v:shape id="_x0000_s1199" style="position:absolute;margin-left:80pt;margin-top:345.85pt;width:2.4pt;height:2.4pt;z-index:251665408;mso-wrap-edited:f;mso-position-horizontal-relative:text;mso-position-vertical-relative:text" coordsize="48,48" wrapcoords="-16 0 -16 32 64 32 48 0 -16 0" path="m,24l,14,5,5,14,,24,,34,r4,5l43,14r5,10l43,34r-5,9l34,48r-10,l14,48,5,43,,34,,24xe" fillcolor="#00a7d1" stroked="f">
          <v:path arrowok="t"/>
        </v:shape>
      </w:pict>
    </w:r>
    <w:r w:rsidR="001832CC">
      <w:rPr>
        <w:noProof/>
      </w:rPr>
      <w:pict w14:anchorId="4EFFA576">
        <v:shape id="_x0000_s1197" style="position:absolute;margin-left:348.3pt;margin-top:86.15pt;width:2.4pt;height:2.4pt;z-index:251663360;mso-wrap-edited:f;mso-position-horizontal-relative:text;mso-position-vertical-relative:text" coordsize="48,48" wrapcoords="-16 0 -16 32 64 32 64 0 -16 0" path="m24,l34,r9,5l48,14r,10l48,34r-5,4l34,43,24,48,15,43,5,38,,34,,24,,14,5,5,15,r9,xe" fillcolor="#00a7d1" stroked="f">
          <v:path arrowok="t"/>
        </v:shape>
      </w:pict>
    </w:r>
    <w:r w:rsidR="001832CC">
      <w:rPr>
        <w:noProof/>
      </w:rPr>
      <w:pict w14:anchorId="407B8B2A">
        <v:shape id="_x0000_s1196" style="position:absolute;margin-left:80pt;margin-top:350.65pt;width:2.4pt;height:2.4pt;z-index:251662336;mso-wrap-edited:f;mso-position-horizontal-relative:text;mso-position-vertical-relative:text" coordsize="48,48" wrapcoords="-16 0 -16 32 64 32 48 0 -16 0" path="m,24l,14,5,9,14,5,24,,34,5r4,4l43,14r5,10l43,33,38,43r-4,5l24,48r-10,l5,43,,33,,24xe" fillcolor="#00a7d1" stroked="f">
          <v:path arrowok="t"/>
        </v:shape>
      </w:pict>
    </w:r>
    <w:r w:rsidR="001832CC">
      <w:rPr>
        <w:noProof/>
      </w:rPr>
      <w:pict w14:anchorId="5E96A84B">
        <v:shape id="_x0000_s1193" style="position:absolute;margin-left:343.5pt;margin-top:86.15pt;width:2.4pt;height:2.4pt;z-index:251659264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 w:rsidR="001832CC">
      <w:rPr>
        <w:noProof/>
      </w:rPr>
      <w:pict w14:anchorId="54C31D83">
        <v:shape id="_x0000_s1192" style="position:absolute;margin-left:80pt;margin-top:355.45pt;width:2.4pt;height:2.4pt;z-index:251658240;mso-wrap-edited:f;mso-position-horizontal-relative:text;mso-position-vertical-relative:text" coordsize="48,48" wrapcoords="-16 0 -16 32 64 32 48 0 -16 0" path="m,24l,14,5,9,14,5,24,,34,5r4,4l43,14r5,10l43,33,38,43r-4,5l24,48r-10,l5,43,,33,,24xe" fillcolor="#00a7d1" stroked="f">
          <v:path arrowok="t"/>
        </v:shape>
      </w:pict>
    </w:r>
    <w:r w:rsidR="001832CC">
      <w:rPr>
        <w:noProof/>
      </w:rPr>
      <w:pict w14:anchorId="5C500361">
        <v:shape id="_x0000_s1189" style="position:absolute;margin-left:338.5pt;margin-top:86.15pt;width:2.6pt;height:2.4pt;z-index:251655168;mso-wrap-edited:f;mso-position-horizontal-relative:text;mso-position-vertical-relative:text" coordsize="52,48" wrapcoords="-17 0 -17 32 52 32 52 0 -17 0" path="m28,l38,r5,5l48,14r4,10l48,34r-5,4l38,43,28,48,19,43,9,38,4,34,,24,4,14,9,5,19,r9,xe" fillcolor="#00a7d1" stroked="f">
          <v:path arrowok="t"/>
        </v:shape>
      </w:pict>
    </w:r>
    <w:r w:rsidR="001832CC">
      <w:rPr>
        <w:noProof/>
      </w:rPr>
      <w:pict w14:anchorId="049E8373">
        <v:shape id="_x0000_s1188" style="position:absolute;margin-left:80pt;margin-top:360.5pt;width:2.4pt;height:2.35pt;z-index:251654144;mso-wrap-edited:f;mso-position-horizontal-relative:text;mso-position-vertical-relative:text" coordsize="48,47" wrapcoords="-16 0 -16 31 48 31 48 0 -16 0" path="m,24l,14,5,4,14,,24,,34,r4,4l43,14r5,10l43,33r-5,5l34,43,24,47,14,43,5,38,,33,,24xe" fillcolor="#00a7d1" stroked="f">
          <v:path arrowok="t"/>
        </v:shape>
      </w:pict>
    </w:r>
    <w:r w:rsidR="001832CC">
      <w:rPr>
        <w:noProof/>
      </w:rPr>
      <w:pict w14:anchorId="502572C5">
        <v:shape id="_x0000_s1185" style="position:absolute;margin-left:333.7pt;margin-top:86.15pt;width:2.4pt;height:2.4pt;z-index:251651072;mso-wrap-edited:f;mso-position-horizontal-relative:text;mso-position-vertical-relative:text" coordsize="48,48" wrapcoords="-16 0 -16 32 64 32 64 0 -16 0" path="m24,r9,l43,5r5,9l48,24r,10l43,38,33,43r-9,5l14,43,9,38,4,34,,24,4,14,9,5,14,,24,xe" fillcolor="#00a7d1" stroked="f">
          <v:path arrowok="t"/>
        </v:shape>
      </w:pict>
    </w:r>
    <w:r w:rsidR="001832CC">
      <w:rPr>
        <w:noProof/>
      </w:rPr>
      <w:pict w14:anchorId="47B0DEE9">
        <v:shape id="_x0000_s1184" style="position:absolute;margin-left:80pt;margin-top:365.25pt;width:2.4pt;height:2.4pt;z-index:251650048;mso-wrap-edited:f;mso-position-horizontal-relative:text;mso-position-vertical-relative:text" coordsize="48,48" wrapcoords="-16 0 -16 32 48 32 48 0 -16 0" path="m,24l,15,5,5,14,,24,,34,r4,5l43,15r5,9l43,34r-5,5l34,48r-10,l14,48,5,39,,34,,24xe" fillcolor="#00a7d1" stroked="f">
          <v:path arrowok="t"/>
        </v:shape>
      </w:pict>
    </w:r>
    <w:r w:rsidR="001832CC">
      <w:rPr>
        <w:noProof/>
      </w:rPr>
      <w:pict w14:anchorId="67646756">
        <v:shape id="_x0000_s1181" style="position:absolute;margin-left:328.9pt;margin-top:86.15pt;width:2.4pt;height:2.4pt;z-index:251646976;mso-wrap-edited:f;mso-position-horizontal-relative:text;mso-position-vertical-relative:text" coordsize="48,48" wrapcoords="-16 0 -16 32 64 32 64 0 -16 0" path="m24,r9,l43,5r5,9l48,24r,10l43,38,33,43r-9,5l14,43,9,38,,34,,24,,14,9,5,14,,24,xe" fillcolor="#00a7d1" stroked="f">
          <v:path arrowok="t"/>
        </v:shape>
      </w:pict>
    </w:r>
    <w:r w:rsidR="001832CC">
      <w:rPr>
        <w:noProof/>
      </w:rPr>
      <w:pict w14:anchorId="11DD2E27">
        <v:shape id="_x0000_s1180" style="position:absolute;margin-left:80pt;margin-top:370.05pt;width:2.4pt;height:2.4pt;z-index:251645952;mso-wrap-edited:f;mso-position-horizontal-relative:text;mso-position-vertical-relative:text" coordsize="48,48" wrapcoords="-16 0 -16 32 64 32 48 0 -16 0" path="m,24l,15,5,5,14,,24,,34,r4,5l43,15r5,9l43,34,38,44r-4,4l24,48r-10,l5,44,,34,,24xe" fillcolor="#00a7d1" stroked="f">
          <v:path arrowok="t"/>
        </v:shape>
      </w:pict>
    </w:r>
    <w:r w:rsidR="001832CC">
      <w:rPr>
        <w:noProof/>
      </w:rPr>
      <w:pict w14:anchorId="6D4054D3">
        <v:shape id="_x0000_s1177" style="position:absolute;margin-left:324.1pt;margin-top:86.15pt;width:2.4pt;height:2.4pt;z-index:251642880;mso-wrap-edited:f;mso-position-horizontal-relative:text;mso-position-vertical-relative:text" coordsize="48,48" wrapcoords="-16 0 -16 32 48 32 48 0 -16 0" path="m24,r9,l38,5r10,9l48,24r,10l38,38r-5,5l24,48,14,43,5,38,,34,,24,,14,5,5,14,,24,xe" fillcolor="#00a7d1" stroked="f">
          <v:path arrowok="t"/>
        </v:shape>
      </w:pict>
    </w:r>
    <w:r w:rsidR="001832CC">
      <w:rPr>
        <w:noProof/>
      </w:rPr>
      <w:pict w14:anchorId="58030781">
        <v:shape id="_x0000_s1176" style="position:absolute;margin-left:80pt;margin-top:374.85pt;width:2.4pt;height:2.4pt;z-index:251641856;mso-wrap-edited:f;mso-position-horizontal-relative:text;mso-position-vertical-relative:text" coordsize="48,48" wrapcoords="-16 0 -16 32 64 32 48 0 -16 0" path="m,24l,15,5,10,14,5,24,,34,5r4,5l43,15r5,9l43,34r-5,9l34,48r-10,l14,48,5,43,,34,,24xe" fillcolor="#00a7d1" stroked="f">
          <v:path arrowok="t"/>
        </v:shape>
      </w:pict>
    </w:r>
    <w:r w:rsidR="001832CC">
      <w:rPr>
        <w:noProof/>
      </w:rPr>
      <w:pict w14:anchorId="0743CC97">
        <v:shape id="_x0000_s1173" style="position:absolute;margin-left:319.3pt;margin-top:86.15pt;width:2.4pt;height:2.4pt;z-index:251638784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 w:rsidR="001832CC">
      <w:rPr>
        <w:noProof/>
      </w:rPr>
      <w:pict w14:anchorId="4F0C5F79">
        <v:shape id="_x0000_s1172" style="position:absolute;margin-left:80pt;margin-top:379.65pt;width:2.4pt;height:2.65pt;z-index:251637760;mso-wrap-edited:f;mso-position-horizontal-relative:text;mso-position-vertical-relative:text" coordsize="48,53" wrapcoords="-16 0 -16 40 48 40 48 0 -16 0" path="m,24l,19,5,10,14,5,24,,34,5r4,5l43,19r5,5l43,34r-5,9l34,48,24,53,14,48,5,43,,34,,24xe" fillcolor="#00a7d1" stroked="f">
          <v:path arrowok="t"/>
        </v:shape>
      </w:pict>
    </w:r>
    <w:r w:rsidR="001832CC">
      <w:rPr>
        <w:noProof/>
      </w:rPr>
      <w:pict w14:anchorId="28B77BA7">
        <v:shape id="_x0000_s1169" style="position:absolute;margin-left:314.25pt;margin-top:86.15pt;width:2.65pt;height:2.4pt;z-index:251634688;mso-wrap-edited:f;mso-position-horizontal-relative:text;mso-position-vertical-relative:text" coordsize="53,48" wrapcoords="-13 0 -13 32 53 32 53 0 -13 0" path="m29,r5,l43,5r5,9l53,24,48,34r-5,4l34,43r-5,5l19,43,10,38,5,34,,24,5,14,10,5,19,,29,xe" fillcolor="#00a7d1" stroked="f">
          <v:path arrowok="t"/>
        </v:shape>
      </w:pict>
    </w:r>
    <w:r w:rsidR="001832CC">
      <w:rPr>
        <w:noProof/>
      </w:rPr>
      <w:pict w14:anchorId="220F6F37">
        <v:shape id="_x0000_s1168" style="position:absolute;margin-left:80pt;margin-top:384.7pt;width:2.4pt;height:2.4pt;z-index:251633664;mso-wrap-edited:f;mso-position-horizontal-relative:text;mso-position-vertical-relative:text" coordsize="48,48" wrapcoords="-16 0 -16 32 48 32 48 0 -16 0" path="m,24l,14,5,5,14,,24,,34,r4,5l43,14r5,10l43,34r-5,4l34,43,24,48,14,43,5,38,,34,,24xe" fillcolor="#00a7d1" stroked="f">
          <v:path arrowok="t"/>
        </v:shape>
      </w:pict>
    </w:r>
    <w:r w:rsidR="001832CC">
      <w:rPr>
        <w:noProof/>
      </w:rPr>
      <w:pict w14:anchorId="452A57A3">
        <v:shape id="_x0000_s1165" style="position:absolute;margin-left:309.45pt;margin-top:86.15pt;width:2.4pt;height:2.4pt;z-index:251630592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 w:rsidR="001832CC">
      <w:rPr>
        <w:noProof/>
      </w:rPr>
      <w:pict w14:anchorId="0470ED13">
        <v:shape id="_x0000_s1164" style="position:absolute;margin-left:80pt;margin-top:389.5pt;width:2.4pt;height:2.4pt;z-index:251629568;mso-wrap-edited:f;mso-position-horizontal-relative:text;mso-position-vertical-relative:text" coordsize="48,48" wrapcoords="-16 0 -16 32 48 32 48 0 -16 0" path="m,24l,14,5,5,14,,24,,34,r4,5l43,14r5,10l43,33r-5,5l34,48r-10,l14,48,5,38,,33,,24xe" fillcolor="#00a7d1" stroked="f">
          <v:path arrowok="t"/>
        </v:shape>
      </w:pict>
    </w:r>
    <w:r w:rsidR="001832CC">
      <w:rPr>
        <w:noProof/>
      </w:rPr>
      <w:pict w14:anchorId="7B4391BE">
        <v:shape id="_x0000_s1161" style="position:absolute;margin-left:304.65pt;margin-top:86.15pt;width:2.4pt;height:2.4pt;z-index:251626496;mso-wrap-edited:f;mso-position-horizontal-relative:text;mso-position-vertical-relative:text" coordsize="48,48" wrapcoords="-16 0 -16 32 64 32 64 0 -16 0" path="m24,l34,r9,5l48,14r,10l48,34r-5,4l34,43,24,48,15,43,10,38,,34,,24,,14,10,5,15,r9,xe" fillcolor="#00a7d1" stroked="f">
          <v:path arrowok="t"/>
        </v:shape>
      </w:pict>
    </w:r>
    <w:r w:rsidR="001832CC">
      <w:rPr>
        <w:noProof/>
      </w:rPr>
      <w:pict w14:anchorId="6A3B2DCB">
        <v:shape id="_x0000_s1160" style="position:absolute;margin-left:80pt;margin-top:394.3pt;width:2.4pt;height:2.4pt;z-index:251625472;mso-wrap-edited:f;mso-position-horizontal-relative:text;mso-position-vertical-relative:text" coordsize="48,48" wrapcoords="-16 0 -16 32 64 32 48 0 -16 0" path="m,24l,14,5,9,14,,24,,34,r4,9l43,14r5,10l43,33,38,43r-4,5l24,48r-10,l5,43,,33,,24xe" fillcolor="#00a7d1" stroked="f">
          <v:path arrowok="t"/>
        </v:shape>
      </w:pict>
    </w:r>
    <w:r w:rsidR="001832CC">
      <w:rPr>
        <w:noProof/>
      </w:rPr>
      <w:pict w14:anchorId="7B58A3AD">
        <v:shape id="_x0000_s1157" style="position:absolute;margin-left:299.85pt;margin-top:86.15pt;width:2.4pt;height:2.4pt;z-index:251622400;mso-wrap-edited:f;mso-position-horizontal-relative:text;mso-position-vertical-relative:text" coordsize="48,48" wrapcoords="-16 0 -16 32 48 32 48 0 -16 0" path="m24,l34,r5,5l48,14r,10l48,34r-9,4l34,43,24,48,15,43,5,38,,34,,24,,14,5,5,15,r9,xe" fillcolor="#00a7d1" stroked="f">
          <v:path arrowok="t"/>
        </v:shape>
      </w:pict>
    </w:r>
    <w:r w:rsidR="001832CC">
      <w:rPr>
        <w:noProof/>
      </w:rPr>
      <w:pict w14:anchorId="128C295F">
        <v:shape id="_x0000_s1156" style="position:absolute;margin-left:80pt;margin-top:399.1pt;width:2.4pt;height:2.4pt;z-index:251621376;mso-wrap-edited:f;mso-position-horizontal-relative:text;mso-position-vertical-relative:text" coordsize="48,48" wrapcoords="-16 0 -16 32 64 32 48 0 -16 0" path="m,24l,14,5,9,14,5,24,,34,5r4,4l43,14r5,10l43,33,38,43r-4,5l24,48r-10,l5,43,,33,,24xe" fillcolor="#00a7d1" stroked="f">
          <v:path arrowok="t"/>
        </v:shape>
      </w:pict>
    </w:r>
    <w:r w:rsidR="001832CC">
      <w:rPr>
        <w:noProof/>
      </w:rPr>
      <w:pict w14:anchorId="261BEF5D">
        <v:shape id="_x0000_s1153" style="position:absolute;margin-left:295.05pt;margin-top:86.15pt;width:2.4pt;height:2.4pt;z-index:251618304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 w:rsidR="001832CC">
      <w:rPr>
        <w:noProof/>
      </w:rPr>
      <w:pict w14:anchorId="18BA9210">
        <v:shape id="_x0000_s1152" style="position:absolute;margin-left:80pt;margin-top:403.9pt;width:2.4pt;height:2.6pt;z-index:251617280;mso-wrap-edited:f;mso-position-horizontal-relative:text;mso-position-vertical-relative:text" coordsize="48,52" wrapcoords="-16 0 -16 35 48 35 48 0 -16 0" path="m,28l,19,5,9,14,4,24,,34,4r4,5l43,19r5,9l43,38r-5,5l34,48,24,52,14,48,5,43,,38,,28xe" fillcolor="#00a7d1" stroked="f">
          <v:path arrowok="t"/>
        </v:shape>
      </w:pict>
    </w:r>
    <w:r w:rsidR="001832CC">
      <w:rPr>
        <w:noProof/>
      </w:rPr>
      <w:pict w14:anchorId="48822A08">
        <v:shape id="_x0000_s1149" style="position:absolute;margin-left:290.05pt;margin-top:86.15pt;width:2.6pt;height:2.4pt;z-index:251614208;mso-wrap-edited:f;mso-position-horizontal-relative:text;mso-position-vertical-relative:text" coordsize="52,48" wrapcoords="-17 0 -17 32 52 32 52 0 -17 0" path="m23,l33,,43,5r4,9l52,24,47,34r-4,4l33,43,23,48,19,43,9,38,4,34,,24,4,14,9,5,19,r4,xe" fillcolor="#00a7d1" stroked="f">
          <v:path arrowok="t"/>
        </v:shape>
      </w:pict>
    </w:r>
    <w:r w:rsidR="001832CC">
      <w:rPr>
        <w:noProof/>
      </w:rPr>
      <w:pict w14:anchorId="449353EA">
        <v:shape id="_x0000_s1148" style="position:absolute;margin-left:80pt;margin-top:408.9pt;width:2.4pt;height:2.4pt;z-index:251613184;mso-wrap-edited:f;mso-position-horizontal-relative:text;mso-position-vertical-relative:text" coordsize="48,48" wrapcoords="-16 0 -16 32 48 32 48 0 -16 0" path="m,24l,15,5,5,14,,24,,34,r4,5l43,15r5,9l43,34r-5,5l34,44,24,48,14,44,5,39,,34,,24xe" fillcolor="#00a7d1" stroked="f">
          <v:path arrowok="t"/>
        </v:shape>
      </w:pict>
    </w:r>
    <w:r w:rsidR="001832CC">
      <w:rPr>
        <w:noProof/>
      </w:rPr>
      <w:pict w14:anchorId="63071E22">
        <v:shape id="_x0000_s1145" style="position:absolute;margin-left:285.25pt;margin-top:86.15pt;width:2.4pt;height:2.4pt;z-index:251610112;mso-wrap-edited:f;mso-position-horizontal-relative:text;mso-position-vertical-relative:text" coordsize="48,48" wrapcoords="-16 0 -16 32 64 32 64 0 -16 0" path="m24,r9,l43,5r5,9l48,24r,10l43,38,33,43r-9,5l14,43,9,38,4,34,,24,4,14,9,5,14,,24,xe" fillcolor="#00a7d1" stroked="f">
          <v:path arrowok="t"/>
        </v:shape>
      </w:pict>
    </w:r>
    <w:r w:rsidR="001832CC">
      <w:rPr>
        <w:noProof/>
      </w:rPr>
      <w:pict w14:anchorId="231BEE4C">
        <v:shape id="_x0000_s1144" style="position:absolute;margin-left:80pt;margin-top:413.7pt;width:2.4pt;height:2.4pt;z-index:251609088;mso-wrap-edited:f;mso-position-horizontal-relative:text;mso-position-vertical-relative:text" coordsize="48,48" wrapcoords="-16 0 -16 32 64 32 48 0 -16 0" path="m,24l,15,5,5,14,,24,,34,r4,5l43,15r5,9l43,34r-5,9l34,48r-10,l14,48,5,43,,34,,24xe" fillcolor="#00a7d1" stroked="f">
          <v:path arrowok="t"/>
        </v:shape>
      </w:pict>
    </w:r>
    <w:r w:rsidR="001832CC">
      <w:rPr>
        <w:noProof/>
      </w:rPr>
      <w:pict w14:anchorId="01919B53">
        <v:shape id="_x0000_s1141" style="position:absolute;margin-left:280.45pt;margin-top:86.15pt;width:2.4pt;height:2.4pt;z-index:251606016;mso-wrap-edited:f;mso-position-horizontal-relative:text;mso-position-vertical-relative:text" coordsize="48,48" wrapcoords="-16 0 -16 32 64 32 64 0 -16 0" path="m24,r9,l43,5r5,9l48,24r,10l43,38,33,43r-9,5l14,43,4,38,,34,,24,,14,4,5,14,,24,xe" fillcolor="#00a7d1" stroked="f">
          <v:path arrowok="t"/>
        </v:shape>
      </w:pict>
    </w:r>
    <w:r w:rsidR="001832CC">
      <w:rPr>
        <w:noProof/>
      </w:rPr>
      <w:pict w14:anchorId="4A007E18">
        <v:shape id="_x0000_s1140" style="position:absolute;margin-left:80pt;margin-top:418.5pt;width:2.4pt;height:2.4pt;z-index:251604992;mso-wrap-edited:f;mso-position-horizontal-relative:text;mso-position-vertical-relative:text" coordsize="48,48" wrapcoords="-16 0 -16 32 64 32 48 0 -16 0" path="m,24l,15,5,10,14,5,24,,34,5r4,5l43,15r5,9l43,34r-5,9l34,48r-10,l14,48,5,43,,34,,24xe" fillcolor="#00a7d1" stroked="f">
          <v:path arrowok="t"/>
        </v:shape>
      </w:pict>
    </w:r>
    <w:r w:rsidR="001832CC">
      <w:rPr>
        <w:noProof/>
      </w:rPr>
      <w:pict w14:anchorId="0FF22861">
        <v:shape id="_x0000_s1137" style="position:absolute;margin-left:275.65pt;margin-top:86.15pt;width:2.4pt;height:2.4pt;z-index:251601920;mso-wrap-edited:f;mso-position-horizontal-relative:text;mso-position-vertical-relative:text" coordsize="48,48" wrapcoords="-16 0 -16 32 48 32 48 0 -16 0" path="m24,r9,l38,5r10,9l48,24r,10l38,38r-5,5l24,48,14,43,4,38,,34,,24,,14,4,5,14,,24,xe" fillcolor="#00a7d1" stroked="f">
          <v:path arrowok="t"/>
        </v:shape>
      </w:pict>
    </w:r>
    <w:r w:rsidR="001832CC">
      <w:rPr>
        <w:noProof/>
      </w:rPr>
      <w:pict w14:anchorId="5803BF05">
        <v:shape id="_x0000_s1133" style="position:absolute;margin-left:270.85pt;margin-top:86.15pt;width:2.4pt;height:2.4pt;z-index:251597824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 w:rsidR="001832CC">
      <w:rPr>
        <w:noProof/>
      </w:rPr>
      <w:pict w14:anchorId="22C3FBFC">
        <v:shape id="_x0000_s1129" style="position:absolute;margin-left:265.8pt;margin-top:86.15pt;width:2.4pt;height:2.4pt;z-index:251593728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 w:rsidR="001832CC">
      <w:rPr>
        <w:noProof/>
      </w:rPr>
      <w:pict w14:anchorId="53A6ABDE">
        <v:shape id="_x0000_s1125" style="position:absolute;margin-left:261pt;margin-top:86.15pt;width:2.4pt;height:2.4pt;z-index:251589632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 w:rsidR="001832CC">
      <w:rPr>
        <w:noProof/>
      </w:rPr>
      <w:pict w14:anchorId="3C1C3BC4">
        <v:shape id="_x0000_s1121" style="position:absolute;margin-left:256.2pt;margin-top:86.15pt;width:2.4pt;height:2.4pt;z-index:251585536;mso-wrap-edited:f;mso-position-horizontal-relative:text;mso-position-vertical-relative:text" coordsize="48,48" wrapcoords="-16 0 -16 32 64 32 64 0 -16 0" path="m24,l34,r9,5l48,14r,10l48,34r-5,4l34,43,24,48,14,43,5,38,,34,,24,,14,5,5,14,,24,xe" fillcolor="#00a7d1" stroked="f">
          <v:path arrowok="t"/>
        </v:shape>
      </w:pict>
    </w:r>
    <w:r w:rsidR="001832CC">
      <w:rPr>
        <w:noProof/>
      </w:rPr>
      <w:pict w14:anchorId="222D990F">
        <v:shape id="_x0000_s1117" style="position:absolute;margin-left:251.4pt;margin-top:86.15pt;width:2.4pt;height:2.4pt;z-index:251581440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 w:rsidR="001832CC">
      <w:rPr>
        <w:noProof/>
      </w:rPr>
      <w:pict w14:anchorId="4A559988">
        <v:shape id="_x0000_s1113" style="position:absolute;margin-left:246.6pt;margin-top:86.15pt;width:2.4pt;height:2.4pt;z-index:251577344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 w:rsidR="001832CC">
      <w:rPr>
        <w:noProof/>
      </w:rPr>
      <w:pict w14:anchorId="50EFE261">
        <v:shape id="_x0000_s1109" style="position:absolute;margin-left:241.55pt;margin-top:86.15pt;width:2.4pt;height:2.4pt;z-index:251573248;mso-wrap-edited:f;mso-position-horizontal-relative:text;mso-position-vertical-relative:text" coordsize="48,48" wrapcoords="-16 0 -16 32 64 32 64 0 -16 0" path="m24,l34,,44,5r4,9l48,24r,10l44,38,34,43,24,48,15,43,10,38,5,34,,24,5,14,10,5,15,r9,xe" fillcolor="#00a7d1" stroked="f">
          <v:path arrowok="t"/>
        </v:shape>
      </w:pict>
    </w:r>
    <w:r w:rsidR="001832CC">
      <w:rPr>
        <w:noProof/>
      </w:rPr>
      <w:pict w14:anchorId="1DCC7344">
        <v:shape id="_x0000_s1105" style="position:absolute;margin-left:236.8pt;margin-top:86.15pt;width:2.35pt;height:2.4pt;z-index:251569152;mso-wrap-edited:f;mso-position-horizontal-relative:text;mso-position-vertical-relative:text" coordsize="47,48" wrapcoords="-16 0 -16 32 63 32 63 0 -16 0" path="m23,l33,,43,5r4,9l47,24r,10l43,38,33,43,23,48,14,43,9,38,4,34,,24,4,14,9,5,14,r9,xe" fillcolor="#00a7d1" stroked="f">
          <v:path arrowok="t"/>
        </v:shape>
      </w:pict>
    </w:r>
    <w:r w:rsidR="001832CC">
      <w:rPr>
        <w:noProof/>
      </w:rPr>
      <w:pict w14:anchorId="476EAAE1">
        <v:shape id="_x0000_s1100" style="position:absolute;margin-left:232pt;margin-top:86.15pt;width:2.4pt;height:2.4pt;z-index:251564032;mso-wrap-edited:f;mso-position-horizontal-relative:text;mso-position-vertical-relative:text" coordsize="48,48" wrapcoords="-16 0 -16 32 64 32 64 0 -16 0" path="m24,r9,l43,5r5,9l48,24r,10l43,38,33,43r-9,5l14,43,4,38,,34,,24,,14,4,5,14,,24,xe" fillcolor="#00a7d1" stroked="f">
          <v:path arrowok="t"/>
        </v:shape>
      </w:pict>
    </w:r>
    <w:r w:rsidR="001832CC">
      <w:rPr>
        <w:noProof/>
      </w:rPr>
      <w:pict w14:anchorId="7B9E55E6">
        <v:shape id="_x0000_s1095" style="position:absolute;margin-left:227.2pt;margin-top:86.15pt;width:2.4pt;height:2.4pt;z-index:251558912;mso-wrap-edited:f;mso-position-horizontal-relative:text;mso-position-vertical-relative:text" coordsize="48,48" wrapcoords="-16 0 -16 32 48 32 48 0 -16 0" path="m24,r9,l38,5r5,9l48,24,43,34r-5,4l33,43r-9,5l14,43,4,38,,34,,24,,14,4,5,14,,24,xe" fillcolor="#00a7d1" stroked="f">
          <v:path arrowok="t"/>
        </v:shape>
      </w:pict>
    </w:r>
    <w:r w:rsidR="001832CC">
      <w:rPr>
        <w:noProof/>
      </w:rPr>
      <w:pict w14:anchorId="0452426F">
        <v:shape id="_x0000_s1090" style="position:absolute;margin-left:222.4pt;margin-top:86.15pt;width:2.4pt;height:2.4pt;z-index:251553792;mso-wrap-edited:f;mso-position-horizontal-relative:text;mso-position-vertical-relative:text" coordsize="48,48" wrapcoords="-16 0 -16 32 48 32 48 0 -16 0" path="m24,r9,l38,5r5,9l48,24,43,34r-5,4l33,43r-9,5l14,43,4,38,,34,,24,,14,4,5,14,,24,xe" fillcolor="#00a7d1" stroked="f">
          <v:path arrowok="t"/>
        </v:shape>
      </w:pict>
    </w:r>
    <w:r w:rsidR="001832CC">
      <w:rPr>
        <w:noProof/>
      </w:rPr>
      <w:pict w14:anchorId="62CB42C3">
        <v:shape id="_x0000_s1085" style="position:absolute;margin-left:217.35pt;margin-top:86.15pt;width:2.4pt;height:2.4pt;z-index:251548672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 w:rsidR="001832CC">
      <w:rPr>
        <w:noProof/>
      </w:rPr>
      <w:pict w14:anchorId="2ACD13A6">
        <v:shape id="_x0000_s1080" style="position:absolute;margin-left:212.55pt;margin-top:86.15pt;width:2.4pt;height:2.4pt;z-index:251543552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 w:rsidR="001832CC">
      <w:rPr>
        <w:noProof/>
      </w:rPr>
      <w:pict w14:anchorId="187794DC">
        <v:shape id="_x0000_s1076" style="position:absolute;margin-left:207.75pt;margin-top:86.15pt;width:2.4pt;height:2.4pt;z-index:251539456;mso-wrap-edited:f;mso-position-horizontal-relative:text;mso-position-vertical-relative:text" coordsize="48,48" wrapcoords="-16 0 -16 32 64 32 64 0 -16 0" path="m24,l34,r9,5l48,14r,10l48,34r-5,4l34,43,24,48,14,43,5,38,,34,,24,,14,5,5,14,,24,xe" fillcolor="#00a7d1" stroked="f">
          <v:path arrowok="t"/>
        </v:shape>
      </w:pict>
    </w:r>
    <w:r w:rsidR="001832CC">
      <w:rPr>
        <w:noProof/>
      </w:rPr>
      <w:pict w14:anchorId="3E966F53">
        <v:shape id="_x0000_s1072" style="position:absolute;margin-left:202.95pt;margin-top:86.15pt;width:2.4pt;height:2.4pt;z-index:251535360;mso-wrap-edited:f;mso-position-horizontal-relative:text;mso-position-vertical-relative:text" coordsize="48,48" wrapcoords="-16 0 -16 32 48 32 48 0 -16 0" path="m24,l34,r4,5l43,14r5,10l43,34r-5,4l34,43,24,48,14,43,5,38,,34,,24,,14,5,5,14,,24,xe" fillcolor="#00a7d1" stroked="f">
          <v:path arrowok="t"/>
        </v:shape>
      </w:pict>
    </w:r>
    <w:r w:rsidR="001832CC">
      <w:rPr>
        <w:noProof/>
      </w:rPr>
      <w:pict w14:anchorId="2C398DDB">
        <v:shape id="_x0000_s1068" style="position:absolute;margin-left:197.9pt;margin-top:86.15pt;width:2.65pt;height:2.4pt;z-index:251531264;mso-wrap-edited:f;mso-position-horizontal-relative:text;mso-position-vertical-relative:text" coordsize="53,48" wrapcoords="-13 0 -13 32 53 32 53 0 -13 0" path="m29,l39,r5,5l48,14r5,10l48,34r-4,4l39,43,29,48,20,43,10,38,5,34,,24,5,14,10,5,20,r9,xe" fillcolor="#00a7d1" stroked="f">
          <v:path arrowok="t"/>
        </v:shape>
      </w:pict>
    </w:r>
    <w:r w:rsidR="001832CC">
      <w:rPr>
        <w:noProof/>
      </w:rPr>
      <w:pict w14:anchorId="3703E812">
        <v:shape id="_x0000_s1064" style="position:absolute;margin-left:193.1pt;margin-top:86.15pt;width:2.4pt;height:2.4pt;z-index:251527168;mso-wrap-edited:f;mso-position-horizontal-relative:text;mso-position-vertical-relative:text" coordsize="48,48" wrapcoords="-16 0 -16 32 64 32 64 0 -16 0" path="m24,l34,,44,5r4,9l48,24r,10l44,38,34,43,24,48,15,43,10,38,5,34,,24,5,14,10,5,15,r9,xe" fillcolor="#00a7d1" stroked="f">
          <v:path arrowok="t"/>
        </v:shape>
      </w:pict>
    </w:r>
    <w:r w:rsidR="001832CC">
      <w:rPr>
        <w:noProof/>
      </w:rPr>
      <w:pict w14:anchorId="2BEAC864">
        <v:shape id="_x0000_s1060" style="position:absolute;margin-left:188.3pt;margin-top:86.15pt;width:2.4pt;height:2.4pt;z-index:251523072;mso-wrap-edited:f;mso-position-horizontal-relative:text;mso-position-vertical-relative:text" coordsize="48,48" wrapcoords="-16 0 -16 32 64 32 64 0 -16 0" path="m24,l34,,44,5r4,9l48,24r,10l44,38,34,43,24,48,15,43,10,38,,34,,24,,14,10,5,15,r9,xe" fillcolor="#00a7d1" stroked="f">
          <v:path arrowok="t"/>
        </v:shape>
      </w:pict>
    </w:r>
    <w:r w:rsidR="001832CC">
      <w:rPr>
        <w:noProof/>
      </w:rPr>
      <w:pict w14:anchorId="6916739A">
        <v:shape id="_x0000_s1056" style="position:absolute;margin-left:183.55pt;margin-top:86.15pt;width:2.35pt;height:2.4pt;z-index:251518976;mso-wrap-edited:f;mso-position-horizontal-relative:text;mso-position-vertical-relative:text" coordsize="47,48" wrapcoords="-16 0 -16 32 47 32 47 0 -16 0" path="m24,r9,l38,5r9,9l47,24r,10l38,38r-5,5l24,48,14,43,4,38,,34,,24,,14,4,5,14,,24,xe" fillcolor="#00a7d1" stroked="f">
          <v:path arrowok="t"/>
        </v:shape>
      </w:pict>
    </w:r>
    <w:r w:rsidR="001832CC">
      <w:rPr>
        <w:noProof/>
      </w:rPr>
      <w:pict w14:anchorId="1D5DBB88">
        <v:shape id="_x0000_s1052" style="position:absolute;margin-left:178.75pt;margin-top:86.15pt;width:2.4pt;height:2.4pt;z-index:251514880;mso-wrap-edited:f;mso-position-horizontal-relative:text;mso-position-vertical-relative:text" coordsize="48,48" wrapcoords="-16 0 -16 32 48 32 48 0 -16 0" path="m24,r9,l38,5r5,9l48,24,43,34r-5,4l33,43r-9,5l14,43,4,38,,34,,24,,14,4,5,14,,24,xe" fillcolor="#00a7d1" stroked="f">
          <v:path arrowok="t"/>
        </v:shape>
      </w:pict>
    </w:r>
    <w:r w:rsidR="001832CC">
      <w:rPr>
        <w:noProof/>
      </w:rPr>
      <w:pict w14:anchorId="2FF0090E">
        <v:shape id="_x0000_s1048" style="position:absolute;margin-left:173.7pt;margin-top:86.15pt;width:2.65pt;height:2.4pt;z-index:251510784;mso-wrap-edited:f;mso-position-horizontal-relative:text;mso-position-vertical-relative:text" coordsize="53,48" wrapcoords="-13 0 -13 32 53 32 53 0 -13 0" path="m29,r4,l43,5r5,9l53,24,48,34r-5,4l33,43r-4,5l19,43,9,38,5,34,,24,5,14,9,5,19,,29,xe" fillcolor="#00a7d1" stroked="f">
          <v:path arrowok="t"/>
        </v:shape>
      </w:pict>
    </w:r>
    <w:r w:rsidR="001832CC">
      <w:rPr>
        <w:noProof/>
      </w:rPr>
      <w:pict w14:anchorId="26981DDA">
        <v:shape id="_x0000_s1044" style="position:absolute;margin-left:168.9pt;margin-top:86.15pt;width:2.4pt;height:2.4pt;z-index:251506688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 w:rsidR="001832CC">
      <w:rPr>
        <w:noProof/>
      </w:rPr>
      <w:pict w14:anchorId="34BDFDC7">
        <v:shape id="_x0000_s1040" style="position:absolute;margin-left:164.1pt;margin-top:86.15pt;width:2.4pt;height:2.4pt;z-index:251502592;mso-wrap-edited:f;mso-position-horizontal-relative:text;mso-position-vertical-relative:text" coordsize="48,48" wrapcoords="-16 0 -16 32 64 32 64 0 -16 0" path="m24,l34,r9,5l48,14r,10l48,34r-5,4l34,43,24,48,14,43,10,38,,34,,24,,14,10,5,14,,24,xe" fillcolor="#00a7d1" stroked="f">
          <v:path arrowok="t"/>
        </v:shape>
      </w:pict>
    </w:r>
    <w:r w:rsidR="001832CC">
      <w:rPr>
        <w:noProof/>
      </w:rPr>
      <w:pict w14:anchorId="77BD7D01">
        <v:shape id="_x0000_s1036" style="position:absolute;margin-left:159.3pt;margin-top:86.15pt;width:2.4pt;height:2.4pt;z-index:251498496;mso-wrap-edited:f;mso-position-horizontal-relative:text;mso-position-vertical-relative:text" coordsize="48,48" wrapcoords="-16 0 -16 32 48 32 48 0 -16 0" path="m24,l34,r4,5l48,14r,10l48,34,38,38r-4,5l24,48,14,43,5,38,,34,,24,,14,5,5,14,,24,xe" fillcolor="#00a7d1" stroked="f">
          <v:path arrowok="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E68C1" w14:textId="77777777" w:rsidR="00624200" w:rsidRDefault="00055F79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36A"/>
    <w:multiLevelType w:val="singleLevel"/>
    <w:tmpl w:val="3DB6D38A"/>
    <w:lvl w:ilvl="0">
      <w:start w:val="1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44454AA"/>
    <w:multiLevelType w:val="singleLevel"/>
    <w:tmpl w:val="99409E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930189B"/>
    <w:multiLevelType w:val="hybridMultilevel"/>
    <w:tmpl w:val="615690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97A33"/>
    <w:multiLevelType w:val="singleLevel"/>
    <w:tmpl w:val="A052D75C"/>
    <w:lvl w:ilvl="0">
      <w:start w:val="1"/>
      <w:numFmt w:val="upperLetter"/>
      <w:lvlText w:val="%1."/>
      <w:lvlJc w:val="left"/>
      <w:pPr>
        <w:tabs>
          <w:tab w:val="num" w:pos="689"/>
        </w:tabs>
        <w:ind w:left="689" w:hanging="405"/>
      </w:pPr>
      <w:rPr>
        <w:rFonts w:hint="default"/>
      </w:rPr>
    </w:lvl>
  </w:abstractNum>
  <w:abstractNum w:abstractNumId="4" w15:restartNumberingAfterBreak="0">
    <w:nsid w:val="1503493D"/>
    <w:multiLevelType w:val="hybridMultilevel"/>
    <w:tmpl w:val="C8668466"/>
    <w:lvl w:ilvl="0" w:tplc="F496A656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 w15:restartNumberingAfterBreak="0">
    <w:nsid w:val="1D882FF8"/>
    <w:multiLevelType w:val="hybridMultilevel"/>
    <w:tmpl w:val="58C625BA"/>
    <w:lvl w:ilvl="0" w:tplc="74486A88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E3C14AC"/>
    <w:multiLevelType w:val="singleLevel"/>
    <w:tmpl w:val="9B1634FA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7" w15:restartNumberingAfterBreak="0">
    <w:nsid w:val="23EF4F21"/>
    <w:multiLevelType w:val="hybridMultilevel"/>
    <w:tmpl w:val="BBE287F2"/>
    <w:lvl w:ilvl="0" w:tplc="05F267C8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8" w15:restartNumberingAfterBreak="0">
    <w:nsid w:val="292D6767"/>
    <w:multiLevelType w:val="singleLevel"/>
    <w:tmpl w:val="44D890DE"/>
    <w:lvl w:ilvl="0">
      <w:start w:val="1"/>
      <w:numFmt w:val="upperLetter"/>
      <w:pStyle w:val="Nadpis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A984CDC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 w15:restartNumberingAfterBreak="0">
    <w:nsid w:val="2D432C55"/>
    <w:multiLevelType w:val="hybridMultilevel"/>
    <w:tmpl w:val="04DCD7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5B2492"/>
    <w:multiLevelType w:val="hybridMultilevel"/>
    <w:tmpl w:val="75165F82"/>
    <w:lvl w:ilvl="0" w:tplc="5B74F646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467B2DAF"/>
    <w:multiLevelType w:val="hybridMultilevel"/>
    <w:tmpl w:val="9BBE4DEE"/>
    <w:lvl w:ilvl="0" w:tplc="18060232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3" w15:restartNumberingAfterBreak="0">
    <w:nsid w:val="49E22625"/>
    <w:multiLevelType w:val="hybridMultilevel"/>
    <w:tmpl w:val="78DC08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54EB6"/>
    <w:multiLevelType w:val="hybridMultilevel"/>
    <w:tmpl w:val="059CA47A"/>
    <w:lvl w:ilvl="0" w:tplc="E0384380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 w15:restartNumberingAfterBreak="0">
    <w:nsid w:val="4B70500D"/>
    <w:multiLevelType w:val="hybridMultilevel"/>
    <w:tmpl w:val="C0CE3106"/>
    <w:lvl w:ilvl="0" w:tplc="53F42AE4">
      <w:start w:val="3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4D4B0CB8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 w15:restartNumberingAfterBreak="0">
    <w:nsid w:val="50FC0E94"/>
    <w:multiLevelType w:val="hybridMultilevel"/>
    <w:tmpl w:val="0B483134"/>
    <w:lvl w:ilvl="0" w:tplc="D150980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5DB52DA7"/>
    <w:multiLevelType w:val="hybridMultilevel"/>
    <w:tmpl w:val="077A1D6A"/>
    <w:lvl w:ilvl="0" w:tplc="5ACA89C6">
      <w:start w:val="1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60BF417B"/>
    <w:multiLevelType w:val="hybridMultilevel"/>
    <w:tmpl w:val="C3FE6E58"/>
    <w:lvl w:ilvl="0" w:tplc="875EB622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0" w15:restartNumberingAfterBreak="0">
    <w:nsid w:val="62506807"/>
    <w:multiLevelType w:val="hybridMultilevel"/>
    <w:tmpl w:val="4F5E2A9A"/>
    <w:lvl w:ilvl="0" w:tplc="C6FC42F6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D29A0EFE">
      <w:start w:val="1"/>
      <w:numFmt w:val="bullet"/>
      <w:lvlText w:val="-"/>
      <w:lvlJc w:val="left"/>
      <w:pPr>
        <w:tabs>
          <w:tab w:val="num" w:pos="2214"/>
        </w:tabs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1" w15:restartNumberingAfterBreak="0">
    <w:nsid w:val="63186508"/>
    <w:multiLevelType w:val="hybridMultilevel"/>
    <w:tmpl w:val="424238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6B4754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3" w15:restartNumberingAfterBreak="0">
    <w:nsid w:val="6ABA2FA8"/>
    <w:multiLevelType w:val="hybridMultilevel"/>
    <w:tmpl w:val="1492938C"/>
    <w:lvl w:ilvl="0" w:tplc="0405000F">
      <w:start w:val="1"/>
      <w:numFmt w:val="decimal"/>
      <w:lvlText w:val="%1."/>
      <w:lvlJc w:val="left"/>
      <w:pPr>
        <w:ind w:left="1637" w:hanging="360"/>
      </w:p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4" w15:restartNumberingAfterBreak="0">
    <w:nsid w:val="6BFB57F7"/>
    <w:multiLevelType w:val="hybridMultilevel"/>
    <w:tmpl w:val="DF4E6D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EB43C7"/>
    <w:multiLevelType w:val="singleLevel"/>
    <w:tmpl w:val="C2A6CE4E"/>
    <w:lvl w:ilvl="0">
      <w:start w:val="4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26" w15:restartNumberingAfterBreak="0">
    <w:nsid w:val="722C40FF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 w16cid:durableId="632907784">
    <w:abstractNumId w:val="8"/>
  </w:num>
  <w:num w:numId="2" w16cid:durableId="597175461">
    <w:abstractNumId w:val="6"/>
  </w:num>
  <w:num w:numId="3" w16cid:durableId="1983002700">
    <w:abstractNumId w:val="3"/>
  </w:num>
  <w:num w:numId="4" w16cid:durableId="364140048">
    <w:abstractNumId w:val="20"/>
  </w:num>
  <w:num w:numId="5" w16cid:durableId="1979648993">
    <w:abstractNumId w:val="12"/>
  </w:num>
  <w:num w:numId="6" w16cid:durableId="2046784337">
    <w:abstractNumId w:val="4"/>
  </w:num>
  <w:num w:numId="7" w16cid:durableId="1698693928">
    <w:abstractNumId w:val="26"/>
  </w:num>
  <w:num w:numId="8" w16cid:durableId="842015268">
    <w:abstractNumId w:val="7"/>
  </w:num>
  <w:num w:numId="9" w16cid:durableId="1343773776">
    <w:abstractNumId w:val="19"/>
  </w:num>
  <w:num w:numId="10" w16cid:durableId="379941883">
    <w:abstractNumId w:val="14"/>
  </w:num>
  <w:num w:numId="11" w16cid:durableId="451674546">
    <w:abstractNumId w:val="9"/>
  </w:num>
  <w:num w:numId="12" w16cid:durableId="26488108">
    <w:abstractNumId w:val="22"/>
  </w:num>
  <w:num w:numId="13" w16cid:durableId="1851144522">
    <w:abstractNumId w:val="23"/>
  </w:num>
  <w:num w:numId="14" w16cid:durableId="1914926326">
    <w:abstractNumId w:val="17"/>
  </w:num>
  <w:num w:numId="15" w16cid:durableId="1246722659">
    <w:abstractNumId w:val="16"/>
  </w:num>
  <w:num w:numId="16" w16cid:durableId="1379285216">
    <w:abstractNumId w:val="2"/>
  </w:num>
  <w:num w:numId="17" w16cid:durableId="121968635">
    <w:abstractNumId w:val="24"/>
  </w:num>
  <w:num w:numId="18" w16cid:durableId="1269048974">
    <w:abstractNumId w:val="21"/>
  </w:num>
  <w:num w:numId="19" w16cid:durableId="1681931719">
    <w:abstractNumId w:val="25"/>
  </w:num>
  <w:num w:numId="20" w16cid:durableId="1063874767">
    <w:abstractNumId w:val="15"/>
  </w:num>
  <w:num w:numId="21" w16cid:durableId="1716465408">
    <w:abstractNumId w:val="13"/>
  </w:num>
  <w:num w:numId="22" w16cid:durableId="26760620">
    <w:abstractNumId w:val="0"/>
  </w:num>
  <w:num w:numId="23" w16cid:durableId="920725126">
    <w:abstractNumId w:val="1"/>
  </w:num>
  <w:num w:numId="24" w16cid:durableId="1971201186">
    <w:abstractNumId w:val="11"/>
  </w:num>
  <w:num w:numId="25" w16cid:durableId="5868839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43702639">
    <w:abstractNumId w:val="18"/>
  </w:num>
  <w:num w:numId="27" w16cid:durableId="10531174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7" fill="f" fillcolor="white" stroke="f">
      <v:fill color="white" on="f"/>
      <v:stroke on="f"/>
      <o:colormru v:ext="edit" colors="#cff,#edfff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3E05"/>
    <w:rsid w:val="0000016F"/>
    <w:rsid w:val="00002077"/>
    <w:rsid w:val="000044B4"/>
    <w:rsid w:val="0000738E"/>
    <w:rsid w:val="00013F90"/>
    <w:rsid w:val="00020E9C"/>
    <w:rsid w:val="00041609"/>
    <w:rsid w:val="000510CF"/>
    <w:rsid w:val="00055F79"/>
    <w:rsid w:val="000664A5"/>
    <w:rsid w:val="00074027"/>
    <w:rsid w:val="000766FD"/>
    <w:rsid w:val="00081287"/>
    <w:rsid w:val="00087686"/>
    <w:rsid w:val="00090A29"/>
    <w:rsid w:val="00093654"/>
    <w:rsid w:val="000B20FE"/>
    <w:rsid w:val="000B4511"/>
    <w:rsid w:val="000B638E"/>
    <w:rsid w:val="000C1EB2"/>
    <w:rsid w:val="000C5CAB"/>
    <w:rsid w:val="000D3149"/>
    <w:rsid w:val="000D389F"/>
    <w:rsid w:val="000D6035"/>
    <w:rsid w:val="000D703D"/>
    <w:rsid w:val="000E4C3C"/>
    <w:rsid w:val="000F01BF"/>
    <w:rsid w:val="000F03E3"/>
    <w:rsid w:val="000F577C"/>
    <w:rsid w:val="00111DD2"/>
    <w:rsid w:val="00141E98"/>
    <w:rsid w:val="00151593"/>
    <w:rsid w:val="001538D5"/>
    <w:rsid w:val="00157FE9"/>
    <w:rsid w:val="00166A23"/>
    <w:rsid w:val="00170266"/>
    <w:rsid w:val="001755B3"/>
    <w:rsid w:val="00176D07"/>
    <w:rsid w:val="001832CC"/>
    <w:rsid w:val="00187CB6"/>
    <w:rsid w:val="001A18CE"/>
    <w:rsid w:val="001A5A0C"/>
    <w:rsid w:val="001B70A7"/>
    <w:rsid w:val="001D3DC7"/>
    <w:rsid w:val="001D4C9B"/>
    <w:rsid w:val="001E24E4"/>
    <w:rsid w:val="001E54B9"/>
    <w:rsid w:val="001F0858"/>
    <w:rsid w:val="001F5BEF"/>
    <w:rsid w:val="00201281"/>
    <w:rsid w:val="0020616A"/>
    <w:rsid w:val="00206DB6"/>
    <w:rsid w:val="0021608F"/>
    <w:rsid w:val="00216947"/>
    <w:rsid w:val="00217F4F"/>
    <w:rsid w:val="00222163"/>
    <w:rsid w:val="00244C7D"/>
    <w:rsid w:val="00256D82"/>
    <w:rsid w:val="00267A66"/>
    <w:rsid w:val="002722C1"/>
    <w:rsid w:val="00275E68"/>
    <w:rsid w:val="00276BF1"/>
    <w:rsid w:val="002A61DF"/>
    <w:rsid w:val="002B47FB"/>
    <w:rsid w:val="002C1766"/>
    <w:rsid w:val="002E07AC"/>
    <w:rsid w:val="002E1E41"/>
    <w:rsid w:val="0030727A"/>
    <w:rsid w:val="00307AE7"/>
    <w:rsid w:val="00315E8F"/>
    <w:rsid w:val="00321786"/>
    <w:rsid w:val="00321DAF"/>
    <w:rsid w:val="00326A01"/>
    <w:rsid w:val="00345A79"/>
    <w:rsid w:val="00357E40"/>
    <w:rsid w:val="00360D0E"/>
    <w:rsid w:val="00367E76"/>
    <w:rsid w:val="0037435E"/>
    <w:rsid w:val="00383FCC"/>
    <w:rsid w:val="00384265"/>
    <w:rsid w:val="00391FF0"/>
    <w:rsid w:val="00393B4A"/>
    <w:rsid w:val="00394B99"/>
    <w:rsid w:val="003A744C"/>
    <w:rsid w:val="003D04A4"/>
    <w:rsid w:val="003D1F40"/>
    <w:rsid w:val="003E34B4"/>
    <w:rsid w:val="003E3F68"/>
    <w:rsid w:val="003E701D"/>
    <w:rsid w:val="003F7FB3"/>
    <w:rsid w:val="0040750A"/>
    <w:rsid w:val="00411A62"/>
    <w:rsid w:val="004124AE"/>
    <w:rsid w:val="00416D29"/>
    <w:rsid w:val="00424E8F"/>
    <w:rsid w:val="004356F8"/>
    <w:rsid w:val="0044475C"/>
    <w:rsid w:val="00445FA1"/>
    <w:rsid w:val="00452288"/>
    <w:rsid w:val="004545C1"/>
    <w:rsid w:val="00462CDC"/>
    <w:rsid w:val="0047295C"/>
    <w:rsid w:val="004800AF"/>
    <w:rsid w:val="00481585"/>
    <w:rsid w:val="00495F6E"/>
    <w:rsid w:val="004B0C13"/>
    <w:rsid w:val="004B18EA"/>
    <w:rsid w:val="004D2938"/>
    <w:rsid w:val="004D3EF1"/>
    <w:rsid w:val="004E3D93"/>
    <w:rsid w:val="004E413A"/>
    <w:rsid w:val="004E436C"/>
    <w:rsid w:val="00507EC5"/>
    <w:rsid w:val="00511A2E"/>
    <w:rsid w:val="00524AA7"/>
    <w:rsid w:val="00526ED2"/>
    <w:rsid w:val="00535898"/>
    <w:rsid w:val="00545C18"/>
    <w:rsid w:val="00553227"/>
    <w:rsid w:val="00575086"/>
    <w:rsid w:val="00584226"/>
    <w:rsid w:val="00593AE8"/>
    <w:rsid w:val="0059472B"/>
    <w:rsid w:val="0059734F"/>
    <w:rsid w:val="005A4798"/>
    <w:rsid w:val="005B0F79"/>
    <w:rsid w:val="005B1966"/>
    <w:rsid w:val="005B5AA0"/>
    <w:rsid w:val="005D48B5"/>
    <w:rsid w:val="005E05B4"/>
    <w:rsid w:val="005F0476"/>
    <w:rsid w:val="005F0C12"/>
    <w:rsid w:val="005F2286"/>
    <w:rsid w:val="005F636E"/>
    <w:rsid w:val="005F7FF9"/>
    <w:rsid w:val="00617B0C"/>
    <w:rsid w:val="00624200"/>
    <w:rsid w:val="00625C1D"/>
    <w:rsid w:val="00636B33"/>
    <w:rsid w:val="00645D54"/>
    <w:rsid w:val="006463CF"/>
    <w:rsid w:val="00650F6F"/>
    <w:rsid w:val="00665467"/>
    <w:rsid w:val="0068778C"/>
    <w:rsid w:val="00697128"/>
    <w:rsid w:val="006A29F6"/>
    <w:rsid w:val="006A71A5"/>
    <w:rsid w:val="006C0402"/>
    <w:rsid w:val="006D29F3"/>
    <w:rsid w:val="006D38F3"/>
    <w:rsid w:val="006D39D8"/>
    <w:rsid w:val="006E016A"/>
    <w:rsid w:val="006F120E"/>
    <w:rsid w:val="007065B2"/>
    <w:rsid w:val="007171D0"/>
    <w:rsid w:val="00722AE2"/>
    <w:rsid w:val="00722D34"/>
    <w:rsid w:val="00745754"/>
    <w:rsid w:val="007567DF"/>
    <w:rsid w:val="00764CA1"/>
    <w:rsid w:val="00784AF6"/>
    <w:rsid w:val="0079002B"/>
    <w:rsid w:val="0079171F"/>
    <w:rsid w:val="007928A0"/>
    <w:rsid w:val="00793490"/>
    <w:rsid w:val="00795AA8"/>
    <w:rsid w:val="00796889"/>
    <w:rsid w:val="0079715F"/>
    <w:rsid w:val="00797F5E"/>
    <w:rsid w:val="007A082D"/>
    <w:rsid w:val="007C14B8"/>
    <w:rsid w:val="007C51FE"/>
    <w:rsid w:val="007C56F7"/>
    <w:rsid w:val="007C5AB6"/>
    <w:rsid w:val="007D0F3F"/>
    <w:rsid w:val="007D4FB0"/>
    <w:rsid w:val="007D7BCC"/>
    <w:rsid w:val="007E0A61"/>
    <w:rsid w:val="007E5F04"/>
    <w:rsid w:val="007E78F7"/>
    <w:rsid w:val="007F0200"/>
    <w:rsid w:val="007F063A"/>
    <w:rsid w:val="007F23E3"/>
    <w:rsid w:val="00806087"/>
    <w:rsid w:val="0081465A"/>
    <w:rsid w:val="00816B83"/>
    <w:rsid w:val="0083492F"/>
    <w:rsid w:val="008601FE"/>
    <w:rsid w:val="00861025"/>
    <w:rsid w:val="008636B9"/>
    <w:rsid w:val="00874CD4"/>
    <w:rsid w:val="00884266"/>
    <w:rsid w:val="00893E05"/>
    <w:rsid w:val="008A557F"/>
    <w:rsid w:val="008B1BEA"/>
    <w:rsid w:val="008C49B8"/>
    <w:rsid w:val="008C6038"/>
    <w:rsid w:val="008E207E"/>
    <w:rsid w:val="008E53CE"/>
    <w:rsid w:val="008F3F41"/>
    <w:rsid w:val="00905FB6"/>
    <w:rsid w:val="009123CB"/>
    <w:rsid w:val="009128BD"/>
    <w:rsid w:val="009171DF"/>
    <w:rsid w:val="0092006F"/>
    <w:rsid w:val="00926D7A"/>
    <w:rsid w:val="00932938"/>
    <w:rsid w:val="00935BB1"/>
    <w:rsid w:val="009424D8"/>
    <w:rsid w:val="00970F58"/>
    <w:rsid w:val="00986977"/>
    <w:rsid w:val="009914E9"/>
    <w:rsid w:val="009A51E5"/>
    <w:rsid w:val="009A5277"/>
    <w:rsid w:val="009B0D0D"/>
    <w:rsid w:val="009B4BB2"/>
    <w:rsid w:val="009D33F1"/>
    <w:rsid w:val="009D4920"/>
    <w:rsid w:val="009D4989"/>
    <w:rsid w:val="009E4173"/>
    <w:rsid w:val="009E6483"/>
    <w:rsid w:val="009F1527"/>
    <w:rsid w:val="009F179E"/>
    <w:rsid w:val="009F373A"/>
    <w:rsid w:val="009F5D61"/>
    <w:rsid w:val="00A0009E"/>
    <w:rsid w:val="00A02C85"/>
    <w:rsid w:val="00A2464F"/>
    <w:rsid w:val="00A26B26"/>
    <w:rsid w:val="00A324A9"/>
    <w:rsid w:val="00A36EAF"/>
    <w:rsid w:val="00A40279"/>
    <w:rsid w:val="00A52AB0"/>
    <w:rsid w:val="00A73DE5"/>
    <w:rsid w:val="00A84D9D"/>
    <w:rsid w:val="00A8621D"/>
    <w:rsid w:val="00A86FC6"/>
    <w:rsid w:val="00A90659"/>
    <w:rsid w:val="00AA189A"/>
    <w:rsid w:val="00AA5295"/>
    <w:rsid w:val="00AB2C3B"/>
    <w:rsid w:val="00AB3D1B"/>
    <w:rsid w:val="00AB46F0"/>
    <w:rsid w:val="00AC119A"/>
    <w:rsid w:val="00AC1C91"/>
    <w:rsid w:val="00AE4AB3"/>
    <w:rsid w:val="00AF1721"/>
    <w:rsid w:val="00AF23EB"/>
    <w:rsid w:val="00AF2A18"/>
    <w:rsid w:val="00B0217D"/>
    <w:rsid w:val="00B0473E"/>
    <w:rsid w:val="00B0767D"/>
    <w:rsid w:val="00B16C25"/>
    <w:rsid w:val="00B42EDE"/>
    <w:rsid w:val="00B462EC"/>
    <w:rsid w:val="00B64A23"/>
    <w:rsid w:val="00B66B4A"/>
    <w:rsid w:val="00B71BFC"/>
    <w:rsid w:val="00B722B7"/>
    <w:rsid w:val="00B77013"/>
    <w:rsid w:val="00B801C1"/>
    <w:rsid w:val="00B872DB"/>
    <w:rsid w:val="00B95F1D"/>
    <w:rsid w:val="00BA6A53"/>
    <w:rsid w:val="00BB29B3"/>
    <w:rsid w:val="00BB368B"/>
    <w:rsid w:val="00BB720A"/>
    <w:rsid w:val="00BC21D1"/>
    <w:rsid w:val="00BC676B"/>
    <w:rsid w:val="00BD1728"/>
    <w:rsid w:val="00BD29F1"/>
    <w:rsid w:val="00BD7F4E"/>
    <w:rsid w:val="00BE1986"/>
    <w:rsid w:val="00BF14A6"/>
    <w:rsid w:val="00BF3B2B"/>
    <w:rsid w:val="00BF4488"/>
    <w:rsid w:val="00C16F6F"/>
    <w:rsid w:val="00C17E10"/>
    <w:rsid w:val="00C23EE2"/>
    <w:rsid w:val="00C303F8"/>
    <w:rsid w:val="00C41643"/>
    <w:rsid w:val="00C47ADA"/>
    <w:rsid w:val="00C63F44"/>
    <w:rsid w:val="00C8085C"/>
    <w:rsid w:val="00C838A8"/>
    <w:rsid w:val="00C86FFB"/>
    <w:rsid w:val="00C879CE"/>
    <w:rsid w:val="00C95324"/>
    <w:rsid w:val="00C9549F"/>
    <w:rsid w:val="00CB2BB2"/>
    <w:rsid w:val="00CB789E"/>
    <w:rsid w:val="00CE1943"/>
    <w:rsid w:val="00CF6F11"/>
    <w:rsid w:val="00D014D8"/>
    <w:rsid w:val="00D102A1"/>
    <w:rsid w:val="00D15D42"/>
    <w:rsid w:val="00D3092C"/>
    <w:rsid w:val="00D451F6"/>
    <w:rsid w:val="00D53B4E"/>
    <w:rsid w:val="00D54B98"/>
    <w:rsid w:val="00D5519C"/>
    <w:rsid w:val="00D70820"/>
    <w:rsid w:val="00D76D49"/>
    <w:rsid w:val="00D80B9F"/>
    <w:rsid w:val="00DA2E8E"/>
    <w:rsid w:val="00DA3171"/>
    <w:rsid w:val="00DA3D9E"/>
    <w:rsid w:val="00DD09DF"/>
    <w:rsid w:val="00DD2DFD"/>
    <w:rsid w:val="00DE0AE0"/>
    <w:rsid w:val="00E1798A"/>
    <w:rsid w:val="00E249FE"/>
    <w:rsid w:val="00E3387E"/>
    <w:rsid w:val="00E36B05"/>
    <w:rsid w:val="00E37DF6"/>
    <w:rsid w:val="00E53DE9"/>
    <w:rsid w:val="00E53DFD"/>
    <w:rsid w:val="00E60862"/>
    <w:rsid w:val="00E63737"/>
    <w:rsid w:val="00E6393A"/>
    <w:rsid w:val="00E6526C"/>
    <w:rsid w:val="00E772D9"/>
    <w:rsid w:val="00E87EA0"/>
    <w:rsid w:val="00E93910"/>
    <w:rsid w:val="00EA0BAA"/>
    <w:rsid w:val="00EA0D56"/>
    <w:rsid w:val="00EB3869"/>
    <w:rsid w:val="00EB5988"/>
    <w:rsid w:val="00EF26E5"/>
    <w:rsid w:val="00EF3E45"/>
    <w:rsid w:val="00F049BB"/>
    <w:rsid w:val="00F127B8"/>
    <w:rsid w:val="00F1381C"/>
    <w:rsid w:val="00F151A7"/>
    <w:rsid w:val="00F20801"/>
    <w:rsid w:val="00F31D51"/>
    <w:rsid w:val="00F343F8"/>
    <w:rsid w:val="00F35E34"/>
    <w:rsid w:val="00F3704A"/>
    <w:rsid w:val="00F41EBC"/>
    <w:rsid w:val="00F50574"/>
    <w:rsid w:val="00F52EB5"/>
    <w:rsid w:val="00F548B6"/>
    <w:rsid w:val="00F55EC5"/>
    <w:rsid w:val="00F62967"/>
    <w:rsid w:val="00F715E3"/>
    <w:rsid w:val="00F90CB3"/>
    <w:rsid w:val="00F9102C"/>
    <w:rsid w:val="00F95BAA"/>
    <w:rsid w:val="00FB2709"/>
    <w:rsid w:val="00FB2CC5"/>
    <w:rsid w:val="00FB652E"/>
    <w:rsid w:val="00FC1B85"/>
    <w:rsid w:val="00FC2640"/>
    <w:rsid w:val="00FC56B1"/>
    <w:rsid w:val="00FC6C37"/>
    <w:rsid w:val="00FD6330"/>
    <w:rsid w:val="00FF2C16"/>
    <w:rsid w:val="00FF5D4A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 fill="f" fillcolor="white" stroke="f">
      <v:fill color="white" on="f"/>
      <v:stroke on="f"/>
      <o:colormru v:ext="edit" colors="#cff,#edffff"/>
    </o:shapedefaults>
    <o:shapelayout v:ext="edit">
      <o:idmap v:ext="edit" data="2"/>
    </o:shapelayout>
  </w:shapeDefaults>
  <w:decimalSymbol w:val=","/>
  <w:listSeparator w:val=";"/>
  <w14:docId w14:val="3C8A25ED"/>
  <w15:docId w15:val="{40909EE9-16F0-4C44-8C55-38B8FC7B5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B0C13"/>
  </w:style>
  <w:style w:type="paragraph" w:styleId="Nadpis1">
    <w:name w:val="heading 1"/>
    <w:basedOn w:val="Normln"/>
    <w:next w:val="Normln"/>
    <w:qFormat/>
    <w:rsid w:val="004B0C13"/>
    <w:pPr>
      <w:keepNext/>
      <w:outlineLvl w:val="0"/>
    </w:pPr>
    <w:rPr>
      <w:rFonts w:ascii="Arial" w:hAnsi="Arial"/>
      <w:b/>
      <w:snapToGrid w:val="0"/>
      <w:color w:val="0000FF"/>
      <w:sz w:val="52"/>
      <w:lang w:val="en-US"/>
    </w:rPr>
  </w:style>
  <w:style w:type="paragraph" w:styleId="Nadpis2">
    <w:name w:val="heading 2"/>
    <w:basedOn w:val="Normln"/>
    <w:next w:val="Normln"/>
    <w:qFormat/>
    <w:rsid w:val="004B0C13"/>
    <w:pPr>
      <w:keepNext/>
      <w:outlineLvl w:val="1"/>
    </w:pPr>
    <w:rPr>
      <w:rFonts w:ascii="GaramondItcTEECon" w:hAnsi="GaramondItcTEECon"/>
      <w:i/>
      <w:snapToGrid w:val="0"/>
      <w:color w:val="0000FF"/>
      <w:sz w:val="36"/>
      <w:lang w:val="en-US"/>
    </w:rPr>
  </w:style>
  <w:style w:type="paragraph" w:styleId="Nadpis3">
    <w:name w:val="heading 3"/>
    <w:basedOn w:val="Normln"/>
    <w:next w:val="Normln"/>
    <w:qFormat/>
    <w:rsid w:val="004B0C13"/>
    <w:pPr>
      <w:keepNext/>
      <w:ind w:left="1843"/>
      <w:outlineLvl w:val="2"/>
    </w:pPr>
    <w:rPr>
      <w:rFonts w:ascii="Arial Black" w:hAnsi="Arial Black"/>
      <w:color w:val="808080"/>
      <w:spacing w:val="1580"/>
      <w:sz w:val="96"/>
    </w:rPr>
  </w:style>
  <w:style w:type="paragraph" w:styleId="Nadpis4">
    <w:name w:val="heading 4"/>
    <w:basedOn w:val="Normln"/>
    <w:next w:val="Normln"/>
    <w:qFormat/>
    <w:rsid w:val="004B0C13"/>
    <w:pPr>
      <w:keepNext/>
      <w:numPr>
        <w:numId w:val="1"/>
      </w:numPr>
      <w:tabs>
        <w:tab w:val="left" w:pos="2977"/>
      </w:tabs>
      <w:ind w:left="567"/>
      <w:jc w:val="center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link w:val="Nadpis5Char"/>
    <w:qFormat/>
    <w:rsid w:val="004B0C13"/>
    <w:pPr>
      <w:keepNext/>
      <w:tabs>
        <w:tab w:val="left" w:pos="2977"/>
      </w:tabs>
      <w:ind w:left="567"/>
      <w:jc w:val="center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qFormat/>
    <w:rsid w:val="004B0C13"/>
    <w:pPr>
      <w:keepNext/>
      <w:outlineLvl w:val="5"/>
    </w:pPr>
    <w:rPr>
      <w:rFonts w:ascii="Arial" w:hAnsi="Arial"/>
      <w:b/>
      <w:color w:val="0000FF"/>
      <w:sz w:val="18"/>
    </w:rPr>
  </w:style>
  <w:style w:type="paragraph" w:styleId="Nadpis7">
    <w:name w:val="heading 7"/>
    <w:basedOn w:val="Normln"/>
    <w:next w:val="Normln"/>
    <w:qFormat/>
    <w:rsid w:val="004B0C13"/>
    <w:pPr>
      <w:keepNext/>
      <w:ind w:left="2977"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4B0C13"/>
    <w:pPr>
      <w:keepNext/>
      <w:outlineLvl w:val="7"/>
    </w:pPr>
    <w:rPr>
      <w:b/>
      <w:i/>
      <w:color w:val="000000"/>
      <w:sz w:val="24"/>
    </w:rPr>
  </w:style>
  <w:style w:type="paragraph" w:styleId="Nadpis9">
    <w:name w:val="heading 9"/>
    <w:basedOn w:val="Normln"/>
    <w:next w:val="Normln"/>
    <w:qFormat/>
    <w:rsid w:val="004B0C13"/>
    <w:pPr>
      <w:keepNext/>
      <w:ind w:left="284"/>
      <w:jc w:val="center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B0C1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B0C1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4B0C13"/>
    <w:pPr>
      <w:ind w:left="1134" w:hanging="567"/>
      <w:jc w:val="both"/>
    </w:pPr>
    <w:rPr>
      <w:rFonts w:ascii="Arial" w:hAnsi="Arial"/>
      <w:sz w:val="22"/>
    </w:rPr>
  </w:style>
  <w:style w:type="paragraph" w:customStyle="1" w:styleId="Odstavec">
    <w:name w:val="Odstavec"/>
    <w:basedOn w:val="Zkladntext"/>
    <w:rsid w:val="004B0C13"/>
    <w:pPr>
      <w:widowControl w:val="0"/>
      <w:spacing w:after="115" w:line="288" w:lineRule="auto"/>
      <w:ind w:firstLine="480"/>
      <w:jc w:val="both"/>
    </w:pPr>
    <w:rPr>
      <w:noProof/>
      <w:sz w:val="24"/>
    </w:rPr>
  </w:style>
  <w:style w:type="paragraph" w:styleId="Zkladntext">
    <w:name w:val="Body Text"/>
    <w:basedOn w:val="Normln"/>
    <w:rsid w:val="004B0C13"/>
    <w:pPr>
      <w:spacing w:after="120"/>
    </w:pPr>
  </w:style>
  <w:style w:type="character" w:styleId="slostrnky">
    <w:name w:val="page number"/>
    <w:basedOn w:val="Standardnpsmoodstavce"/>
    <w:rsid w:val="004B0C13"/>
  </w:style>
  <w:style w:type="character" w:customStyle="1" w:styleId="Nadpis5Char">
    <w:name w:val="Nadpis 5 Char"/>
    <w:basedOn w:val="Standardnpsmoodstavce"/>
    <w:link w:val="Nadpis5"/>
    <w:rsid w:val="008A557F"/>
    <w:rPr>
      <w:rFonts w:ascii="Arial" w:hAnsi="Arial"/>
      <w:b/>
      <w:sz w:val="24"/>
    </w:rPr>
  </w:style>
  <w:style w:type="character" w:styleId="Hypertextovodkaz">
    <w:name w:val="Hyperlink"/>
    <w:basedOn w:val="Standardnpsmoodstavce"/>
    <w:rsid w:val="009F373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47ADA"/>
    <w:pPr>
      <w:ind w:left="708"/>
    </w:pPr>
    <w:rPr>
      <w:rFonts w:ascii="Arial" w:hAnsi="Arial"/>
    </w:rPr>
  </w:style>
  <w:style w:type="paragraph" w:customStyle="1" w:styleId="Vlastn">
    <w:name w:val="Vlastní"/>
    <w:basedOn w:val="Normln"/>
    <w:rsid w:val="00535898"/>
    <w:pPr>
      <w:ind w:firstLine="708"/>
      <w:jc w:val="both"/>
    </w:pPr>
    <w:rPr>
      <w:rFonts w:ascii="Arial" w:hAnsi="Arial"/>
      <w:sz w:val="22"/>
    </w:rPr>
  </w:style>
  <w:style w:type="paragraph" w:styleId="Textvbloku">
    <w:name w:val="Block Text"/>
    <w:basedOn w:val="Normln"/>
    <w:rsid w:val="00081287"/>
    <w:pPr>
      <w:ind w:left="1134" w:right="798"/>
    </w:pPr>
    <w:rPr>
      <w:rFonts w:ascii="Arial" w:hAnsi="Arial"/>
      <w:sz w:val="22"/>
    </w:rPr>
  </w:style>
  <w:style w:type="paragraph" w:styleId="Zkladntextodsazen2">
    <w:name w:val="Body Text Indent 2"/>
    <w:basedOn w:val="Normln"/>
    <w:link w:val="Zkladntextodsazen2Char"/>
    <w:rsid w:val="007065B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7065B2"/>
  </w:style>
  <w:style w:type="paragraph" w:styleId="Normlnodsazen">
    <w:name w:val="Normal Indent"/>
    <w:basedOn w:val="Normln"/>
    <w:uiPriority w:val="99"/>
    <w:unhideWhenUsed/>
    <w:rsid w:val="007065B2"/>
    <w:pPr>
      <w:spacing w:before="100" w:beforeAutospacing="1" w:after="100" w:afterAutospacing="1"/>
    </w:pPr>
    <w:rPr>
      <w:sz w:val="24"/>
      <w:szCs w:val="24"/>
    </w:rPr>
  </w:style>
  <w:style w:type="paragraph" w:styleId="Zkladntext3">
    <w:name w:val="Body Text 3"/>
    <w:basedOn w:val="Normln"/>
    <w:link w:val="Zkladntext3Char"/>
    <w:rsid w:val="007A082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A082D"/>
    <w:rPr>
      <w:sz w:val="16"/>
      <w:szCs w:val="16"/>
    </w:rPr>
  </w:style>
  <w:style w:type="paragraph" w:customStyle="1" w:styleId="Import0">
    <w:name w:val="Import 0"/>
    <w:basedOn w:val="Normln"/>
    <w:rsid w:val="007A082D"/>
    <w:pPr>
      <w:suppressAutoHyphens/>
      <w:spacing w:line="276" w:lineRule="auto"/>
    </w:pPr>
    <w:rPr>
      <w:rFonts w:ascii="Courier New" w:hAnsi="Courier New"/>
      <w:sz w:val="24"/>
    </w:rPr>
  </w:style>
  <w:style w:type="paragraph" w:styleId="Zkladntextodsazen3">
    <w:name w:val="Body Text Indent 3"/>
    <w:basedOn w:val="Normln"/>
    <w:link w:val="Zkladntextodsazen3Char"/>
    <w:rsid w:val="00EB598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EB5988"/>
    <w:rPr>
      <w:sz w:val="16"/>
      <w:szCs w:val="16"/>
    </w:rPr>
  </w:style>
  <w:style w:type="paragraph" w:styleId="Zkladntext2">
    <w:name w:val="Body Text 2"/>
    <w:basedOn w:val="Normln"/>
    <w:link w:val="Zkladntext2Char"/>
    <w:rsid w:val="00391FF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91FF0"/>
  </w:style>
  <w:style w:type="character" w:styleId="Siln">
    <w:name w:val="Strong"/>
    <w:basedOn w:val="Standardnpsmoodstavce"/>
    <w:uiPriority w:val="22"/>
    <w:qFormat/>
    <w:rsid w:val="00CB789E"/>
    <w:rPr>
      <w:b/>
      <w:bCs/>
    </w:rPr>
  </w:style>
  <w:style w:type="paragraph" w:styleId="Textbubliny">
    <w:name w:val="Balloon Text"/>
    <w:basedOn w:val="Normln"/>
    <w:link w:val="TextbublinyChar"/>
    <w:rsid w:val="000C5C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C5C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9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ep@eprozno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ET\Miger%20-%20tituln&#237;%20listy\Technick&#225;%20zpr&#225;va%20-%20tit.list_opr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 - tit.list_opr</Template>
  <TotalTime>2</TotalTime>
  <Pages>2</Pages>
  <Words>31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MIGER</Company>
  <LinksUpToDate>false</LinksUpToDate>
  <CharactersWithSpaces>214</CharactersWithSpaces>
  <SharedDoc>false</SharedDoc>
  <HLinks>
    <vt:vector size="6" baseType="variant">
      <vt:variant>
        <vt:i4>2293782</vt:i4>
      </vt:variant>
      <vt:variant>
        <vt:i4>0</vt:i4>
      </vt:variant>
      <vt:variant>
        <vt:i4>0</vt:i4>
      </vt:variant>
      <vt:variant>
        <vt:i4>5</vt:i4>
      </vt:variant>
      <vt:variant>
        <vt:lpwstr>mailto:ep@eproznov.cz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Kolečková</dc:creator>
  <cp:lastModifiedBy>Zbyněk Onderka</cp:lastModifiedBy>
  <cp:revision>4</cp:revision>
  <cp:lastPrinted>2016-05-13T12:08:00Z</cp:lastPrinted>
  <dcterms:created xsi:type="dcterms:W3CDTF">2022-03-02T12:21:00Z</dcterms:created>
  <dcterms:modified xsi:type="dcterms:W3CDTF">2025-04-16T08:14:00Z</dcterms:modified>
</cp:coreProperties>
</file>